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914"/>
        <w:gridCol w:w="1537"/>
        <w:gridCol w:w="1537"/>
        <w:gridCol w:w="1538"/>
        <w:gridCol w:w="6"/>
      </w:tblGrid>
      <w:tr w:rsidR="00266033" w:rsidRPr="00DE0F0E" w14:paraId="42954B2F" w14:textId="77777777" w:rsidTr="00266033">
        <w:trPr>
          <w:cantSplit/>
          <w:tblHeader/>
          <w:jc w:val="center"/>
        </w:trPr>
        <w:tc>
          <w:tcPr>
            <w:tcW w:w="9578" w:type="dxa"/>
            <w:gridSpan w:val="7"/>
            <w:tcBorders>
              <w:top w:val="nil"/>
              <w:left w:val="nil"/>
              <w:right w:val="nil"/>
            </w:tcBorders>
          </w:tcPr>
          <w:p w14:paraId="6FE5164C" w14:textId="55EFCD42" w:rsidR="00266033" w:rsidRPr="00DE0F0E" w:rsidRDefault="00266033" w:rsidP="00266033">
            <w:pPr>
              <w:pStyle w:val="Caption"/>
              <w:rPr>
                <w:b w:val="0"/>
                <w:bCs w:val="0"/>
                <w:noProof/>
                <w:sz w:val="16"/>
                <w:lang w:val="en-CA"/>
              </w:rPr>
            </w:pPr>
            <w:bookmarkStart w:id="0" w:name="_Ref2783045"/>
            <w:r w:rsidRPr="00DE0F0E">
              <w:rPr>
                <w:noProof/>
                <w:lang w:val="en-CA"/>
              </w:rPr>
              <w:t>Table </w:t>
            </w:r>
            <w:r w:rsidRPr="00DE0F0E">
              <w:rPr>
                <w:noProof/>
                <w:lang w:val="en-CA"/>
              </w:rPr>
              <w:fldChar w:fldCharType="begin" w:fldLock="1"/>
            </w:r>
            <w:r w:rsidRPr="00DE0F0E">
              <w:rPr>
                <w:noProof/>
                <w:lang w:val="en-CA"/>
              </w:rPr>
              <w:instrText xml:space="preserve"> STYLEREF 1 \s </w:instrText>
            </w:r>
            <w:r w:rsidRPr="00DE0F0E">
              <w:rPr>
                <w:noProof/>
                <w:lang w:val="en-CA"/>
              </w:rPr>
              <w:fldChar w:fldCharType="separate"/>
            </w:r>
            <w:r w:rsidR="0069477F">
              <w:rPr>
                <w:noProof/>
                <w:lang w:val="en-CA"/>
              </w:rPr>
              <w:t>9</w:t>
            </w:r>
            <w:r w:rsidRPr="00DE0F0E">
              <w:rPr>
                <w:noProof/>
                <w:lang w:val="en-CA"/>
              </w:rPr>
              <w:fldChar w:fldCharType="end"/>
            </w:r>
            <w:r w:rsidRPr="00DE0F0E">
              <w:rPr>
                <w:noProof/>
                <w:lang w:val="en-CA"/>
              </w:rPr>
              <w:noBreakHyphen/>
            </w:r>
            <w:r w:rsidRPr="00DE0F0E">
              <w:rPr>
                <w:noProof/>
                <w:lang w:val="en-CA"/>
              </w:rPr>
              <w:fldChar w:fldCharType="begin" w:fldLock="1"/>
            </w:r>
            <w:r w:rsidRPr="00DE0F0E">
              <w:rPr>
                <w:noProof/>
                <w:lang w:val="en-CA"/>
              </w:rPr>
              <w:instrText xml:space="preserve"> SEQ Table \* ARABIC \s 1 </w:instrText>
            </w:r>
            <w:r w:rsidRPr="00DE0F0E">
              <w:rPr>
                <w:noProof/>
                <w:lang w:val="en-CA"/>
              </w:rPr>
              <w:fldChar w:fldCharType="separate"/>
            </w:r>
            <w:r w:rsidR="0069477F">
              <w:rPr>
                <w:noProof/>
                <w:lang w:val="en-CA"/>
              </w:rPr>
              <w:t>5</w:t>
            </w:r>
            <w:r w:rsidRPr="00DE0F0E">
              <w:rPr>
                <w:noProof/>
                <w:lang w:val="en-CA"/>
              </w:rPr>
              <w:fldChar w:fldCharType="end"/>
            </w:r>
            <w:bookmarkEnd w:id="0"/>
            <w:r w:rsidRPr="00DE0F0E">
              <w:rPr>
                <w:noProof/>
                <w:lang w:val="en-CA"/>
              </w:rPr>
              <w:t xml:space="preserve"> – </w:t>
            </w:r>
            <w:r w:rsidR="00321437" w:rsidRPr="003F3F11">
              <w:rPr>
                <w:noProof/>
                <w:lang w:val="en-GB"/>
              </w:rPr>
              <w:t>Association of ctxIdx</w:t>
            </w:r>
            <w:r w:rsidR="00A260E2">
              <w:rPr>
                <w:noProof/>
                <w:lang w:val="en-GB"/>
              </w:rPr>
              <w:t>Offset</w:t>
            </w:r>
            <w:r w:rsidR="00321437" w:rsidRPr="003F3F11">
              <w:rPr>
                <w:noProof/>
                <w:lang w:val="en-GB"/>
              </w:rPr>
              <w:t xml:space="preserve"> and syntax elements for each initializationType</w:t>
            </w:r>
            <w:r w:rsidR="00321437" w:rsidRPr="003F3F11">
              <w:rPr>
                <w:noProof/>
                <w:lang w:val="en-GB"/>
              </w:rPr>
              <w:br/>
              <w:t>in the initialization process</w:t>
            </w:r>
          </w:p>
        </w:tc>
      </w:tr>
      <w:tr w:rsidR="00266033" w:rsidRPr="00DE0F0E" w14:paraId="1EDA2C32" w14:textId="77777777" w:rsidTr="00266033">
        <w:trPr>
          <w:gridAfter w:val="1"/>
          <w:wAfter w:w="6" w:type="dxa"/>
          <w:cantSplit/>
          <w:tblHeader/>
          <w:jc w:val="center"/>
        </w:trPr>
        <w:tc>
          <w:tcPr>
            <w:tcW w:w="1635" w:type="dxa"/>
            <w:vMerge w:val="restart"/>
            <w:vAlign w:val="center"/>
          </w:tcPr>
          <w:p w14:paraId="7472215D" w14:textId="77777777" w:rsidR="00266033" w:rsidRPr="00DE0F0E" w:rsidRDefault="00266033" w:rsidP="00266033">
            <w:pPr>
              <w:pStyle w:val="TableText"/>
              <w:keepNext/>
              <w:jc w:val="center"/>
              <w:rPr>
                <w:b/>
                <w:bCs/>
                <w:noProof/>
                <w:sz w:val="16"/>
                <w:lang w:val="en-CA"/>
              </w:rPr>
            </w:pPr>
            <w:r w:rsidRPr="00DE0F0E">
              <w:rPr>
                <w:b/>
                <w:bCs/>
                <w:noProof/>
                <w:sz w:val="16"/>
                <w:lang w:val="en-CA"/>
              </w:rPr>
              <w:t>Syntax structure</w:t>
            </w:r>
          </w:p>
        </w:tc>
        <w:tc>
          <w:tcPr>
            <w:tcW w:w="2411" w:type="dxa"/>
            <w:vMerge w:val="restart"/>
            <w:vAlign w:val="center"/>
          </w:tcPr>
          <w:p w14:paraId="5976DE13" w14:textId="77777777" w:rsidR="00266033" w:rsidRPr="00DE0F0E" w:rsidRDefault="00266033" w:rsidP="00266033">
            <w:pPr>
              <w:pStyle w:val="TableText"/>
              <w:keepNext/>
              <w:jc w:val="center"/>
              <w:rPr>
                <w:b/>
                <w:bCs/>
                <w:noProof/>
                <w:sz w:val="16"/>
                <w:lang w:val="en-CA"/>
              </w:rPr>
            </w:pPr>
            <w:r w:rsidRPr="00DE0F0E">
              <w:rPr>
                <w:b/>
                <w:bCs/>
                <w:noProof/>
                <w:sz w:val="16"/>
                <w:lang w:val="en-CA"/>
              </w:rPr>
              <w:t>Syntax element</w:t>
            </w:r>
          </w:p>
        </w:tc>
        <w:tc>
          <w:tcPr>
            <w:tcW w:w="914" w:type="dxa"/>
            <w:vMerge w:val="restart"/>
            <w:vAlign w:val="center"/>
          </w:tcPr>
          <w:p w14:paraId="40327151" w14:textId="77777777" w:rsidR="00266033" w:rsidRPr="00DE0F0E" w:rsidRDefault="00266033" w:rsidP="00266033">
            <w:pPr>
              <w:pStyle w:val="TableText"/>
              <w:keepNext/>
              <w:jc w:val="center"/>
              <w:rPr>
                <w:b/>
                <w:bCs/>
                <w:noProof/>
                <w:sz w:val="16"/>
                <w:lang w:val="en-CA"/>
              </w:rPr>
            </w:pPr>
            <w:r>
              <w:rPr>
                <w:b/>
                <w:bCs/>
                <w:noProof/>
                <w:sz w:val="16"/>
                <w:lang w:val="en-CA"/>
              </w:rPr>
              <w:t>ctxTable</w:t>
            </w:r>
          </w:p>
        </w:tc>
        <w:tc>
          <w:tcPr>
            <w:tcW w:w="4612" w:type="dxa"/>
            <w:gridSpan w:val="3"/>
          </w:tcPr>
          <w:p w14:paraId="6A321846" w14:textId="77777777" w:rsidR="00266033" w:rsidRPr="00DE0F0E" w:rsidRDefault="00266033" w:rsidP="00266033">
            <w:pPr>
              <w:pStyle w:val="TableText"/>
              <w:keepNext/>
              <w:jc w:val="center"/>
              <w:rPr>
                <w:b/>
                <w:bCs/>
                <w:noProof/>
                <w:sz w:val="16"/>
                <w:lang w:val="en-CA"/>
              </w:rPr>
            </w:pPr>
            <w:r>
              <w:rPr>
                <w:b/>
                <w:bCs/>
                <w:noProof/>
                <w:sz w:val="16"/>
                <w:lang w:val="en-CA"/>
              </w:rPr>
              <w:t>initType</w:t>
            </w:r>
          </w:p>
        </w:tc>
      </w:tr>
      <w:tr w:rsidR="00266033" w:rsidRPr="00DE0F0E" w14:paraId="09AC7563" w14:textId="77777777" w:rsidTr="00266033">
        <w:trPr>
          <w:gridAfter w:val="1"/>
          <w:wAfter w:w="6" w:type="dxa"/>
          <w:cantSplit/>
          <w:tblHeader/>
          <w:jc w:val="center"/>
        </w:trPr>
        <w:tc>
          <w:tcPr>
            <w:tcW w:w="1635" w:type="dxa"/>
            <w:vMerge/>
          </w:tcPr>
          <w:p w14:paraId="32DE29D2" w14:textId="77777777" w:rsidR="00266033" w:rsidRPr="00DE0F0E" w:rsidRDefault="00266033" w:rsidP="00266033">
            <w:pPr>
              <w:pStyle w:val="TableText"/>
              <w:keepNext/>
              <w:jc w:val="center"/>
              <w:rPr>
                <w:b/>
                <w:bCs/>
                <w:noProof/>
                <w:sz w:val="16"/>
                <w:lang w:val="en-CA"/>
              </w:rPr>
            </w:pPr>
          </w:p>
        </w:tc>
        <w:tc>
          <w:tcPr>
            <w:tcW w:w="2411" w:type="dxa"/>
            <w:vMerge/>
            <w:vAlign w:val="center"/>
          </w:tcPr>
          <w:p w14:paraId="0FF724D9" w14:textId="77777777" w:rsidR="00266033" w:rsidRPr="00DE0F0E" w:rsidRDefault="00266033" w:rsidP="00266033">
            <w:pPr>
              <w:pStyle w:val="TableText"/>
              <w:keepNext/>
              <w:jc w:val="center"/>
              <w:rPr>
                <w:b/>
                <w:bCs/>
                <w:noProof/>
                <w:sz w:val="16"/>
                <w:lang w:val="en-CA"/>
              </w:rPr>
            </w:pPr>
          </w:p>
        </w:tc>
        <w:tc>
          <w:tcPr>
            <w:tcW w:w="914" w:type="dxa"/>
            <w:vMerge/>
          </w:tcPr>
          <w:p w14:paraId="174D5E38" w14:textId="77777777" w:rsidR="00266033" w:rsidRPr="00DE0F0E" w:rsidRDefault="00266033" w:rsidP="00266033">
            <w:pPr>
              <w:pStyle w:val="TableText"/>
              <w:keepNext/>
              <w:jc w:val="center"/>
              <w:rPr>
                <w:b/>
                <w:bCs/>
                <w:noProof/>
                <w:sz w:val="16"/>
                <w:lang w:val="en-CA"/>
              </w:rPr>
            </w:pPr>
          </w:p>
        </w:tc>
        <w:tc>
          <w:tcPr>
            <w:tcW w:w="1537" w:type="dxa"/>
            <w:vAlign w:val="center"/>
          </w:tcPr>
          <w:p w14:paraId="0E244577" w14:textId="77777777" w:rsidR="00266033" w:rsidRPr="00DE0F0E" w:rsidRDefault="00266033" w:rsidP="00266033">
            <w:pPr>
              <w:pStyle w:val="TableText"/>
              <w:keepNext/>
              <w:jc w:val="center"/>
              <w:rPr>
                <w:b/>
                <w:bCs/>
                <w:noProof/>
                <w:sz w:val="16"/>
                <w:lang w:val="en-CA"/>
              </w:rPr>
            </w:pPr>
            <w:r>
              <w:rPr>
                <w:b/>
                <w:bCs/>
                <w:noProof/>
                <w:sz w:val="16"/>
                <w:lang w:val="en-CA"/>
              </w:rPr>
              <w:t>0</w:t>
            </w:r>
          </w:p>
        </w:tc>
        <w:tc>
          <w:tcPr>
            <w:tcW w:w="1537" w:type="dxa"/>
            <w:vAlign w:val="center"/>
          </w:tcPr>
          <w:p w14:paraId="2089A5C6" w14:textId="77777777" w:rsidR="00266033" w:rsidRPr="00DE0F0E" w:rsidRDefault="00266033" w:rsidP="00266033">
            <w:pPr>
              <w:pStyle w:val="TableText"/>
              <w:keepNext/>
              <w:jc w:val="center"/>
              <w:rPr>
                <w:b/>
                <w:bCs/>
                <w:noProof/>
                <w:sz w:val="16"/>
                <w:lang w:val="en-CA"/>
              </w:rPr>
            </w:pPr>
            <w:r>
              <w:rPr>
                <w:b/>
                <w:bCs/>
                <w:noProof/>
                <w:sz w:val="16"/>
                <w:lang w:val="en-CA"/>
              </w:rPr>
              <w:t>1</w:t>
            </w:r>
          </w:p>
        </w:tc>
        <w:tc>
          <w:tcPr>
            <w:tcW w:w="1538" w:type="dxa"/>
            <w:vAlign w:val="center"/>
          </w:tcPr>
          <w:p w14:paraId="5BA9519A" w14:textId="77777777" w:rsidR="00266033" w:rsidRPr="00DE0F0E" w:rsidRDefault="00266033" w:rsidP="00266033">
            <w:pPr>
              <w:pStyle w:val="TableText"/>
              <w:keepNext/>
              <w:jc w:val="center"/>
              <w:rPr>
                <w:b/>
                <w:bCs/>
                <w:noProof/>
                <w:sz w:val="16"/>
                <w:lang w:val="en-CA"/>
              </w:rPr>
            </w:pPr>
            <w:r>
              <w:rPr>
                <w:b/>
                <w:bCs/>
                <w:noProof/>
                <w:sz w:val="16"/>
                <w:lang w:val="en-CA"/>
              </w:rPr>
              <w:t>2</w:t>
            </w:r>
          </w:p>
        </w:tc>
      </w:tr>
      <w:tr w:rsidR="00CD26EA" w:rsidRPr="00DE0F0E" w14:paraId="2D6CDC79" w14:textId="77777777" w:rsidTr="00266033">
        <w:trPr>
          <w:gridAfter w:val="1"/>
          <w:wAfter w:w="6" w:type="dxa"/>
          <w:cantSplit/>
          <w:trHeight w:val="290"/>
          <w:jc w:val="center"/>
        </w:trPr>
        <w:tc>
          <w:tcPr>
            <w:tcW w:w="1635" w:type="dxa"/>
            <w:vMerge w:val="restart"/>
          </w:tcPr>
          <w:p w14:paraId="36A15C7A" w14:textId="77777777" w:rsidR="00CD26EA" w:rsidRPr="00DE0F0E" w:rsidRDefault="00CD26EA" w:rsidP="00CD26EA">
            <w:pPr>
              <w:pStyle w:val="TableText"/>
              <w:keepNext/>
              <w:jc w:val="left"/>
              <w:rPr>
                <w:bCs/>
                <w:noProof/>
                <w:sz w:val="16"/>
                <w:szCs w:val="16"/>
                <w:lang w:val="en-CA"/>
              </w:rPr>
            </w:pPr>
            <w:bookmarkStart w:id="1" w:name="_Ref311228054"/>
            <w:bookmarkStart w:id="2" w:name="_Toc317198837"/>
            <w:bookmarkStart w:id="3" w:name="_Toc351408838"/>
            <w:r w:rsidRPr="00DE0F0E">
              <w:rPr>
                <w:bCs/>
                <w:noProof/>
                <w:sz w:val="16"/>
                <w:szCs w:val="16"/>
                <w:lang w:val="en-CA"/>
              </w:rPr>
              <w:t>coding_unit( )</w:t>
            </w:r>
          </w:p>
        </w:tc>
        <w:tc>
          <w:tcPr>
            <w:tcW w:w="2411" w:type="dxa"/>
            <w:vAlign w:val="center"/>
          </w:tcPr>
          <w:p w14:paraId="676574FB" w14:textId="77777777" w:rsidR="00CD26EA" w:rsidRPr="00DE0F0E" w:rsidRDefault="00CD26EA" w:rsidP="00CD26EA">
            <w:pPr>
              <w:pStyle w:val="TableText"/>
              <w:keepNext/>
              <w:jc w:val="left"/>
              <w:rPr>
                <w:bCs/>
                <w:noProof/>
                <w:sz w:val="16"/>
                <w:szCs w:val="16"/>
                <w:lang w:val="en-CA"/>
              </w:rPr>
            </w:pPr>
            <w:r w:rsidRPr="00DE0F0E">
              <w:rPr>
                <w:noProof/>
                <w:sz w:val="16"/>
                <w:szCs w:val="16"/>
                <w:lang w:val="en-CA" w:eastAsia="ko-KR"/>
              </w:rPr>
              <w:t>cu_skip_flag</w:t>
            </w:r>
            <w:r w:rsidRPr="00DE0F0E">
              <w:rPr>
                <w:rFonts w:eastAsia="PMingLiU"/>
                <w:noProof/>
                <w:sz w:val="16"/>
                <w:szCs w:val="16"/>
                <w:lang w:val="en-CA" w:eastAsia="zh-TW"/>
              </w:rPr>
              <w:t>[ ][ ]</w:t>
            </w:r>
          </w:p>
        </w:tc>
        <w:tc>
          <w:tcPr>
            <w:tcW w:w="914" w:type="dxa"/>
          </w:tcPr>
          <w:p w14:paraId="3A45B805" w14:textId="77777777" w:rsidR="00CD26EA" w:rsidRPr="00A02AA3" w:rsidRDefault="00CD26EA" w:rsidP="00CD26EA">
            <w:pPr>
              <w:pStyle w:val="TableText"/>
              <w:keepNext/>
              <w:jc w:val="center"/>
              <w:rPr>
                <w:bCs/>
                <w:noProof/>
                <w:sz w:val="16"/>
                <w:szCs w:val="16"/>
                <w:lang w:val="en-CA"/>
              </w:rPr>
            </w:pPr>
          </w:p>
        </w:tc>
        <w:tc>
          <w:tcPr>
            <w:tcW w:w="1537" w:type="dxa"/>
            <w:vAlign w:val="center"/>
          </w:tcPr>
          <w:p w14:paraId="1FB174CE" w14:textId="77777777" w:rsidR="00CD26EA" w:rsidRPr="00DE0F0E" w:rsidRDefault="00CD26EA" w:rsidP="00CD26EA">
            <w:pPr>
              <w:pStyle w:val="TableText"/>
              <w:keepNext/>
              <w:jc w:val="center"/>
              <w:rPr>
                <w:bCs/>
                <w:noProof/>
                <w:sz w:val="16"/>
                <w:szCs w:val="16"/>
                <w:lang w:val="en-CA"/>
              </w:rPr>
            </w:pPr>
          </w:p>
        </w:tc>
        <w:tc>
          <w:tcPr>
            <w:tcW w:w="1537" w:type="dxa"/>
            <w:vAlign w:val="center"/>
          </w:tcPr>
          <w:p w14:paraId="75DAC645" w14:textId="61BB3711" w:rsidR="00CD26EA" w:rsidRPr="00DE0F0E" w:rsidRDefault="00CD26EA" w:rsidP="00CD26EA">
            <w:pPr>
              <w:pStyle w:val="TableText"/>
              <w:keepNext/>
              <w:jc w:val="center"/>
              <w:rPr>
                <w:bCs/>
                <w:noProof/>
                <w:sz w:val="16"/>
                <w:szCs w:val="16"/>
                <w:lang w:val="en-CA"/>
              </w:rPr>
            </w:pPr>
            <w:r>
              <w:rPr>
                <w:bCs/>
                <w:noProof/>
                <w:sz w:val="16"/>
                <w:szCs w:val="16"/>
                <w:lang w:val="en-CA"/>
              </w:rPr>
              <w:t>0</w:t>
            </w:r>
          </w:p>
        </w:tc>
        <w:tc>
          <w:tcPr>
            <w:tcW w:w="1538" w:type="dxa"/>
            <w:vAlign w:val="center"/>
          </w:tcPr>
          <w:p w14:paraId="64F53130" w14:textId="1B1A53F1" w:rsidR="00CD26EA" w:rsidRPr="00DE0F0E" w:rsidRDefault="00CD26EA" w:rsidP="00CD26EA">
            <w:pPr>
              <w:pStyle w:val="TableText"/>
              <w:keepNext/>
              <w:jc w:val="center"/>
              <w:rPr>
                <w:bCs/>
                <w:noProof/>
                <w:sz w:val="16"/>
                <w:szCs w:val="16"/>
                <w:lang w:val="en-CA"/>
              </w:rPr>
            </w:pPr>
            <w:r>
              <w:rPr>
                <w:bCs/>
                <w:noProof/>
                <w:sz w:val="16"/>
                <w:szCs w:val="16"/>
                <w:lang w:val="en-CA"/>
              </w:rPr>
              <w:t>3</w:t>
            </w:r>
          </w:p>
        </w:tc>
      </w:tr>
      <w:tr w:rsidR="00CD26EA" w:rsidRPr="00DE0F0E" w14:paraId="1889A7ED" w14:textId="77777777" w:rsidTr="00266033">
        <w:trPr>
          <w:gridAfter w:val="1"/>
          <w:wAfter w:w="6" w:type="dxa"/>
          <w:cantSplit/>
          <w:trHeight w:val="290"/>
          <w:jc w:val="center"/>
        </w:trPr>
        <w:tc>
          <w:tcPr>
            <w:tcW w:w="1635" w:type="dxa"/>
            <w:vMerge/>
          </w:tcPr>
          <w:p w14:paraId="4452E639" w14:textId="77777777" w:rsidR="00CD26EA" w:rsidRPr="00DE0F0E" w:rsidRDefault="00CD26EA" w:rsidP="00CD26EA">
            <w:pPr>
              <w:pStyle w:val="TableText"/>
              <w:keepNext/>
              <w:jc w:val="left"/>
              <w:rPr>
                <w:bCs/>
                <w:noProof/>
                <w:sz w:val="16"/>
                <w:szCs w:val="16"/>
                <w:lang w:val="en-CA"/>
              </w:rPr>
            </w:pPr>
          </w:p>
        </w:tc>
        <w:tc>
          <w:tcPr>
            <w:tcW w:w="2411" w:type="dxa"/>
          </w:tcPr>
          <w:p w14:paraId="3B56F17F"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pred_mode_ibc_flag</w:t>
            </w:r>
          </w:p>
        </w:tc>
        <w:tc>
          <w:tcPr>
            <w:tcW w:w="914" w:type="dxa"/>
          </w:tcPr>
          <w:p w14:paraId="117B7858" w14:textId="77777777" w:rsidR="00CD26EA" w:rsidRPr="00A02AA3" w:rsidRDefault="00CD26EA" w:rsidP="00CD26EA">
            <w:pPr>
              <w:pStyle w:val="TableText"/>
              <w:keepNext/>
              <w:jc w:val="center"/>
              <w:rPr>
                <w:noProof/>
                <w:sz w:val="16"/>
                <w:szCs w:val="16"/>
                <w:lang w:val="en-CA"/>
              </w:rPr>
            </w:pPr>
          </w:p>
        </w:tc>
        <w:tc>
          <w:tcPr>
            <w:tcW w:w="1537" w:type="dxa"/>
            <w:vAlign w:val="center"/>
          </w:tcPr>
          <w:p w14:paraId="48C48E54" w14:textId="77777777" w:rsidR="00CD26EA" w:rsidRPr="00DE0F0E" w:rsidRDefault="00CD26EA" w:rsidP="00CD26EA">
            <w:pPr>
              <w:pStyle w:val="TableText"/>
              <w:keepNext/>
              <w:jc w:val="center"/>
              <w:rPr>
                <w:bCs/>
                <w:noProof/>
                <w:sz w:val="16"/>
                <w:szCs w:val="16"/>
                <w:lang w:val="en-CA"/>
              </w:rPr>
            </w:pPr>
          </w:p>
        </w:tc>
        <w:tc>
          <w:tcPr>
            <w:tcW w:w="1537" w:type="dxa"/>
            <w:vAlign w:val="center"/>
          </w:tcPr>
          <w:p w14:paraId="3794F57F" w14:textId="77777777" w:rsidR="00CD26EA" w:rsidRPr="00DE0F0E" w:rsidRDefault="00CD26EA" w:rsidP="00CD26EA">
            <w:pPr>
              <w:pStyle w:val="TableText"/>
              <w:keepNext/>
              <w:jc w:val="center"/>
              <w:rPr>
                <w:bCs/>
                <w:noProof/>
                <w:sz w:val="16"/>
                <w:szCs w:val="16"/>
                <w:lang w:val="en-CA"/>
              </w:rPr>
            </w:pPr>
          </w:p>
        </w:tc>
        <w:tc>
          <w:tcPr>
            <w:tcW w:w="1538" w:type="dxa"/>
            <w:vAlign w:val="center"/>
          </w:tcPr>
          <w:p w14:paraId="689ADFD4" w14:textId="77777777" w:rsidR="00CD26EA" w:rsidRPr="00DE0F0E" w:rsidRDefault="00CD26EA" w:rsidP="00CD26EA">
            <w:pPr>
              <w:pStyle w:val="TableText"/>
              <w:keepNext/>
              <w:jc w:val="center"/>
              <w:rPr>
                <w:bCs/>
                <w:noProof/>
                <w:sz w:val="16"/>
                <w:szCs w:val="16"/>
                <w:lang w:val="en-CA"/>
              </w:rPr>
            </w:pPr>
          </w:p>
        </w:tc>
      </w:tr>
      <w:tr w:rsidR="00CD26EA" w:rsidRPr="00DE0F0E" w14:paraId="23E46EE2" w14:textId="77777777" w:rsidTr="00266033">
        <w:trPr>
          <w:gridAfter w:val="1"/>
          <w:wAfter w:w="6" w:type="dxa"/>
          <w:cantSplit/>
          <w:trHeight w:val="290"/>
          <w:jc w:val="center"/>
        </w:trPr>
        <w:tc>
          <w:tcPr>
            <w:tcW w:w="1635" w:type="dxa"/>
            <w:vMerge/>
          </w:tcPr>
          <w:p w14:paraId="73FBF5C1"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240FD1F8"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pred_mode_flag</w:t>
            </w:r>
          </w:p>
        </w:tc>
        <w:tc>
          <w:tcPr>
            <w:tcW w:w="914" w:type="dxa"/>
          </w:tcPr>
          <w:p w14:paraId="0DF6DD74" w14:textId="77777777" w:rsidR="00CD26EA" w:rsidRPr="00A02AA3" w:rsidRDefault="00CD26EA" w:rsidP="00CD26EA">
            <w:pPr>
              <w:pStyle w:val="TableText"/>
              <w:keepNext/>
              <w:jc w:val="center"/>
              <w:rPr>
                <w:iCs/>
                <w:noProof/>
                <w:sz w:val="16"/>
                <w:szCs w:val="16"/>
                <w:lang w:val="en-CA"/>
              </w:rPr>
            </w:pPr>
          </w:p>
        </w:tc>
        <w:tc>
          <w:tcPr>
            <w:tcW w:w="1537" w:type="dxa"/>
            <w:vAlign w:val="center"/>
          </w:tcPr>
          <w:p w14:paraId="529A741F" w14:textId="77777777" w:rsidR="00CD26EA" w:rsidRPr="00DE0F0E" w:rsidRDefault="00CD26EA" w:rsidP="00CD26EA">
            <w:pPr>
              <w:pStyle w:val="TableText"/>
              <w:keepNext/>
              <w:jc w:val="center"/>
              <w:rPr>
                <w:noProof/>
                <w:sz w:val="16"/>
                <w:szCs w:val="16"/>
                <w:lang w:val="en-CA" w:eastAsia="ko-KR"/>
              </w:rPr>
            </w:pPr>
          </w:p>
        </w:tc>
        <w:tc>
          <w:tcPr>
            <w:tcW w:w="1537" w:type="dxa"/>
            <w:vAlign w:val="center"/>
          </w:tcPr>
          <w:p w14:paraId="0A659FF5" w14:textId="77777777" w:rsidR="00CD26EA" w:rsidRPr="00DE0F0E" w:rsidRDefault="00CD26EA" w:rsidP="00CD26EA">
            <w:pPr>
              <w:pStyle w:val="TableText"/>
              <w:keepNext/>
              <w:jc w:val="center"/>
              <w:rPr>
                <w:noProof/>
                <w:sz w:val="16"/>
                <w:szCs w:val="16"/>
                <w:lang w:val="en-CA" w:eastAsia="ko-KR"/>
              </w:rPr>
            </w:pPr>
          </w:p>
        </w:tc>
        <w:tc>
          <w:tcPr>
            <w:tcW w:w="1538" w:type="dxa"/>
            <w:vAlign w:val="center"/>
          </w:tcPr>
          <w:p w14:paraId="77B6338C" w14:textId="77777777" w:rsidR="00CD26EA" w:rsidRPr="00DE0F0E" w:rsidRDefault="00CD26EA" w:rsidP="00CD26EA">
            <w:pPr>
              <w:pStyle w:val="TableText"/>
              <w:keepNext/>
              <w:jc w:val="center"/>
              <w:rPr>
                <w:noProof/>
                <w:sz w:val="16"/>
                <w:szCs w:val="16"/>
                <w:lang w:val="en-CA" w:eastAsia="ko-KR"/>
              </w:rPr>
            </w:pPr>
          </w:p>
        </w:tc>
      </w:tr>
      <w:tr w:rsidR="00CD26EA" w:rsidRPr="00DE0F0E" w14:paraId="53399CB5" w14:textId="77777777" w:rsidTr="00266033">
        <w:trPr>
          <w:gridAfter w:val="1"/>
          <w:wAfter w:w="6" w:type="dxa"/>
          <w:cantSplit/>
          <w:trHeight w:val="290"/>
          <w:jc w:val="center"/>
        </w:trPr>
        <w:tc>
          <w:tcPr>
            <w:tcW w:w="1635" w:type="dxa"/>
            <w:vMerge/>
          </w:tcPr>
          <w:p w14:paraId="0D7E92AC"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4BCD774C" w14:textId="77777777" w:rsidR="00CD26EA" w:rsidRPr="00DE0F0E" w:rsidRDefault="00CD26EA" w:rsidP="00CD26EA">
            <w:pPr>
              <w:pStyle w:val="TableText"/>
              <w:keepNext/>
              <w:jc w:val="left"/>
              <w:rPr>
                <w:noProof/>
                <w:sz w:val="16"/>
                <w:szCs w:val="16"/>
                <w:lang w:val="en-CA" w:eastAsia="ko-KR"/>
              </w:rPr>
            </w:pPr>
            <w:r w:rsidRPr="00DE0F0E">
              <w:rPr>
                <w:noProof/>
                <w:sz w:val="16"/>
                <w:lang w:val="en-CA"/>
              </w:rPr>
              <w:t>intra_luma_ref_idx[ ][ ]</w:t>
            </w:r>
          </w:p>
        </w:tc>
        <w:tc>
          <w:tcPr>
            <w:tcW w:w="914" w:type="dxa"/>
          </w:tcPr>
          <w:p w14:paraId="24667BE6" w14:textId="77777777" w:rsidR="00CD26EA" w:rsidRPr="00A02AA3" w:rsidRDefault="00CD26EA" w:rsidP="00CD26EA">
            <w:pPr>
              <w:pStyle w:val="TableText"/>
              <w:keepNext/>
              <w:jc w:val="center"/>
              <w:rPr>
                <w:noProof/>
                <w:sz w:val="16"/>
                <w:szCs w:val="16"/>
                <w:lang w:val="en-CA"/>
              </w:rPr>
            </w:pPr>
          </w:p>
        </w:tc>
        <w:tc>
          <w:tcPr>
            <w:tcW w:w="1537" w:type="dxa"/>
            <w:vAlign w:val="center"/>
          </w:tcPr>
          <w:p w14:paraId="0AABDF81" w14:textId="77777777" w:rsidR="00CD26EA" w:rsidRPr="00DE0F0E" w:rsidRDefault="00CD26EA" w:rsidP="00CD26EA">
            <w:pPr>
              <w:pStyle w:val="TableText"/>
              <w:keepNext/>
              <w:jc w:val="center"/>
              <w:rPr>
                <w:bCs/>
                <w:noProof/>
                <w:sz w:val="16"/>
                <w:szCs w:val="16"/>
                <w:lang w:val="en-CA"/>
              </w:rPr>
            </w:pPr>
          </w:p>
        </w:tc>
        <w:tc>
          <w:tcPr>
            <w:tcW w:w="1537" w:type="dxa"/>
            <w:vAlign w:val="center"/>
          </w:tcPr>
          <w:p w14:paraId="7EAA0D22" w14:textId="77777777" w:rsidR="00CD26EA" w:rsidRPr="00DE0F0E" w:rsidRDefault="00CD26EA" w:rsidP="00CD26EA">
            <w:pPr>
              <w:pStyle w:val="TableText"/>
              <w:keepNext/>
              <w:jc w:val="center"/>
              <w:rPr>
                <w:bCs/>
                <w:noProof/>
                <w:sz w:val="16"/>
                <w:szCs w:val="16"/>
                <w:lang w:val="en-CA"/>
              </w:rPr>
            </w:pPr>
          </w:p>
        </w:tc>
        <w:tc>
          <w:tcPr>
            <w:tcW w:w="1538" w:type="dxa"/>
            <w:vAlign w:val="center"/>
          </w:tcPr>
          <w:p w14:paraId="5CC6D72C" w14:textId="77777777" w:rsidR="00CD26EA" w:rsidRPr="00DE0F0E" w:rsidRDefault="00CD26EA" w:rsidP="00CD26EA">
            <w:pPr>
              <w:pStyle w:val="TableText"/>
              <w:keepNext/>
              <w:jc w:val="center"/>
              <w:rPr>
                <w:bCs/>
                <w:noProof/>
                <w:sz w:val="16"/>
                <w:szCs w:val="16"/>
                <w:lang w:val="en-CA"/>
              </w:rPr>
            </w:pPr>
          </w:p>
        </w:tc>
      </w:tr>
      <w:tr w:rsidR="00CD26EA" w:rsidRPr="00DE0F0E" w14:paraId="4D99226A" w14:textId="77777777" w:rsidTr="00266033">
        <w:trPr>
          <w:gridAfter w:val="1"/>
          <w:wAfter w:w="6" w:type="dxa"/>
          <w:cantSplit/>
          <w:trHeight w:val="290"/>
          <w:jc w:val="center"/>
        </w:trPr>
        <w:tc>
          <w:tcPr>
            <w:tcW w:w="1635" w:type="dxa"/>
            <w:vMerge/>
          </w:tcPr>
          <w:p w14:paraId="643DB0E8"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2DB8965D" w14:textId="77777777" w:rsidR="00CD26EA" w:rsidRPr="00DE0F0E" w:rsidRDefault="00CD26EA" w:rsidP="00CD26EA">
            <w:pPr>
              <w:pStyle w:val="TableText"/>
              <w:keepNext/>
              <w:jc w:val="left"/>
              <w:rPr>
                <w:noProof/>
                <w:sz w:val="16"/>
                <w:lang w:val="en-CA"/>
              </w:rPr>
            </w:pPr>
            <w:r w:rsidRPr="00DE0F0E">
              <w:rPr>
                <w:noProof/>
                <w:sz w:val="16"/>
                <w:lang w:val="en-CA"/>
              </w:rPr>
              <w:t>intra_subpartitions_mode_flag</w:t>
            </w:r>
          </w:p>
        </w:tc>
        <w:tc>
          <w:tcPr>
            <w:tcW w:w="914" w:type="dxa"/>
          </w:tcPr>
          <w:p w14:paraId="1D6D3EB6" w14:textId="77777777" w:rsidR="00CD26EA" w:rsidRPr="00A02AA3" w:rsidRDefault="00CD26EA" w:rsidP="00CD26EA">
            <w:pPr>
              <w:pStyle w:val="TableText"/>
              <w:keepNext/>
              <w:jc w:val="center"/>
              <w:rPr>
                <w:noProof/>
                <w:sz w:val="16"/>
                <w:szCs w:val="16"/>
                <w:lang w:val="en-CA"/>
              </w:rPr>
            </w:pPr>
          </w:p>
        </w:tc>
        <w:tc>
          <w:tcPr>
            <w:tcW w:w="1537" w:type="dxa"/>
            <w:vAlign w:val="center"/>
          </w:tcPr>
          <w:p w14:paraId="030B8631" w14:textId="77777777" w:rsidR="00CD26EA" w:rsidRPr="00DE0F0E" w:rsidRDefault="00CD26EA" w:rsidP="00CD26EA">
            <w:pPr>
              <w:pStyle w:val="TableText"/>
              <w:keepNext/>
              <w:jc w:val="center"/>
              <w:rPr>
                <w:noProof/>
                <w:sz w:val="16"/>
                <w:szCs w:val="16"/>
                <w:lang w:val="en-CA" w:eastAsia="ko-KR"/>
              </w:rPr>
            </w:pPr>
          </w:p>
        </w:tc>
        <w:tc>
          <w:tcPr>
            <w:tcW w:w="1537" w:type="dxa"/>
            <w:vAlign w:val="center"/>
          </w:tcPr>
          <w:p w14:paraId="6C27B082" w14:textId="77777777" w:rsidR="00CD26EA" w:rsidRPr="00DE0F0E" w:rsidRDefault="00CD26EA" w:rsidP="00CD26EA">
            <w:pPr>
              <w:pStyle w:val="TableText"/>
              <w:keepNext/>
              <w:jc w:val="center"/>
              <w:rPr>
                <w:noProof/>
                <w:sz w:val="16"/>
                <w:szCs w:val="16"/>
                <w:lang w:val="en-CA" w:eastAsia="ko-KR"/>
              </w:rPr>
            </w:pPr>
          </w:p>
        </w:tc>
        <w:tc>
          <w:tcPr>
            <w:tcW w:w="1538" w:type="dxa"/>
            <w:vAlign w:val="center"/>
          </w:tcPr>
          <w:p w14:paraId="49AB5999" w14:textId="77777777" w:rsidR="00CD26EA" w:rsidRPr="00DE0F0E" w:rsidRDefault="00CD26EA" w:rsidP="00CD26EA">
            <w:pPr>
              <w:pStyle w:val="TableText"/>
              <w:keepNext/>
              <w:jc w:val="center"/>
              <w:rPr>
                <w:noProof/>
                <w:sz w:val="16"/>
                <w:szCs w:val="16"/>
                <w:lang w:val="en-CA" w:eastAsia="ko-KR"/>
              </w:rPr>
            </w:pPr>
          </w:p>
        </w:tc>
      </w:tr>
      <w:tr w:rsidR="00CD26EA" w:rsidRPr="00DE0F0E" w14:paraId="5C714A01" w14:textId="77777777" w:rsidTr="00266033">
        <w:trPr>
          <w:gridAfter w:val="1"/>
          <w:wAfter w:w="6" w:type="dxa"/>
          <w:cantSplit/>
          <w:trHeight w:val="290"/>
          <w:jc w:val="center"/>
        </w:trPr>
        <w:tc>
          <w:tcPr>
            <w:tcW w:w="1635" w:type="dxa"/>
            <w:vMerge/>
          </w:tcPr>
          <w:p w14:paraId="06CA2290"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139CB0ED" w14:textId="7888D111" w:rsidR="00CD26EA" w:rsidRPr="00DE0F0E" w:rsidRDefault="00CD26EA" w:rsidP="00CD26EA">
            <w:pPr>
              <w:pStyle w:val="TableText"/>
              <w:keepNext/>
              <w:jc w:val="left"/>
              <w:rPr>
                <w:noProof/>
                <w:sz w:val="16"/>
                <w:lang w:val="en-CA"/>
              </w:rPr>
            </w:pPr>
            <w:r w:rsidRPr="00DE0F0E">
              <w:rPr>
                <w:noProof/>
                <w:sz w:val="16"/>
                <w:lang w:val="en-CA"/>
              </w:rPr>
              <w:t>intra_subpartition</w:t>
            </w:r>
            <w:r>
              <w:rPr>
                <w:noProof/>
                <w:sz w:val="16"/>
                <w:lang w:val="en-CA"/>
              </w:rPr>
              <w:t>s</w:t>
            </w:r>
            <w:r w:rsidRPr="00DE0F0E">
              <w:rPr>
                <w:noProof/>
                <w:sz w:val="16"/>
                <w:lang w:val="en-CA"/>
              </w:rPr>
              <w:t>_split_flag</w:t>
            </w:r>
          </w:p>
        </w:tc>
        <w:tc>
          <w:tcPr>
            <w:tcW w:w="914" w:type="dxa"/>
          </w:tcPr>
          <w:p w14:paraId="7D3C39ED" w14:textId="77777777" w:rsidR="00CD26EA" w:rsidRPr="00A02AA3" w:rsidRDefault="00CD26EA" w:rsidP="00CD26EA">
            <w:pPr>
              <w:pStyle w:val="TableText"/>
              <w:keepNext/>
              <w:jc w:val="center"/>
              <w:rPr>
                <w:noProof/>
                <w:sz w:val="16"/>
                <w:szCs w:val="16"/>
                <w:lang w:val="en-CA"/>
              </w:rPr>
            </w:pPr>
          </w:p>
        </w:tc>
        <w:tc>
          <w:tcPr>
            <w:tcW w:w="1537" w:type="dxa"/>
            <w:vAlign w:val="center"/>
          </w:tcPr>
          <w:p w14:paraId="0A874465" w14:textId="77777777" w:rsidR="00CD26EA" w:rsidRPr="00DE0F0E" w:rsidRDefault="00CD26EA" w:rsidP="00CD26EA">
            <w:pPr>
              <w:pStyle w:val="TableText"/>
              <w:keepNext/>
              <w:jc w:val="center"/>
              <w:rPr>
                <w:noProof/>
                <w:sz w:val="16"/>
                <w:szCs w:val="16"/>
                <w:lang w:val="en-CA" w:eastAsia="ko-KR"/>
              </w:rPr>
            </w:pPr>
          </w:p>
        </w:tc>
        <w:tc>
          <w:tcPr>
            <w:tcW w:w="1537" w:type="dxa"/>
            <w:vAlign w:val="center"/>
          </w:tcPr>
          <w:p w14:paraId="02577D95" w14:textId="77777777" w:rsidR="00CD26EA" w:rsidRPr="00DE0F0E" w:rsidRDefault="00CD26EA" w:rsidP="00CD26EA">
            <w:pPr>
              <w:pStyle w:val="TableText"/>
              <w:keepNext/>
              <w:jc w:val="center"/>
              <w:rPr>
                <w:noProof/>
                <w:sz w:val="16"/>
                <w:szCs w:val="16"/>
                <w:lang w:val="en-CA" w:eastAsia="ko-KR"/>
              </w:rPr>
            </w:pPr>
          </w:p>
        </w:tc>
        <w:tc>
          <w:tcPr>
            <w:tcW w:w="1538" w:type="dxa"/>
            <w:vAlign w:val="center"/>
          </w:tcPr>
          <w:p w14:paraId="71797B04" w14:textId="77777777" w:rsidR="00CD26EA" w:rsidRPr="00DE0F0E" w:rsidRDefault="00CD26EA" w:rsidP="00CD26EA">
            <w:pPr>
              <w:pStyle w:val="TableText"/>
              <w:keepNext/>
              <w:jc w:val="center"/>
              <w:rPr>
                <w:noProof/>
                <w:sz w:val="16"/>
                <w:szCs w:val="16"/>
                <w:lang w:val="en-CA" w:eastAsia="ko-KR"/>
              </w:rPr>
            </w:pPr>
          </w:p>
        </w:tc>
      </w:tr>
      <w:tr w:rsidR="00CD26EA" w:rsidRPr="00DE0F0E" w14:paraId="7A3F823E" w14:textId="77777777" w:rsidTr="00266033">
        <w:trPr>
          <w:gridAfter w:val="1"/>
          <w:wAfter w:w="6" w:type="dxa"/>
          <w:cantSplit/>
          <w:trHeight w:val="290"/>
          <w:jc w:val="center"/>
        </w:trPr>
        <w:tc>
          <w:tcPr>
            <w:tcW w:w="1635" w:type="dxa"/>
            <w:vMerge/>
          </w:tcPr>
          <w:p w14:paraId="0130FB62"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4F288B1C"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intra_luma_mpm_flag</w:t>
            </w:r>
            <w:r w:rsidRPr="00DE0F0E">
              <w:rPr>
                <w:rFonts w:eastAsia="PMingLiU"/>
                <w:noProof/>
                <w:sz w:val="16"/>
                <w:szCs w:val="16"/>
                <w:lang w:val="en-CA" w:eastAsia="zh-TW"/>
              </w:rPr>
              <w:t>[ ][ ]</w:t>
            </w:r>
          </w:p>
        </w:tc>
        <w:tc>
          <w:tcPr>
            <w:tcW w:w="914" w:type="dxa"/>
          </w:tcPr>
          <w:p w14:paraId="616D86F7" w14:textId="77777777" w:rsidR="00CD26EA" w:rsidRPr="00A02AA3" w:rsidRDefault="00CD26EA" w:rsidP="00CD26EA">
            <w:pPr>
              <w:pStyle w:val="TableText"/>
              <w:keepNext/>
              <w:jc w:val="center"/>
              <w:rPr>
                <w:noProof/>
                <w:sz w:val="16"/>
                <w:szCs w:val="16"/>
                <w:lang w:val="en-CA"/>
              </w:rPr>
            </w:pPr>
          </w:p>
        </w:tc>
        <w:tc>
          <w:tcPr>
            <w:tcW w:w="1537" w:type="dxa"/>
            <w:vAlign w:val="center"/>
          </w:tcPr>
          <w:p w14:paraId="41DF9636" w14:textId="77777777" w:rsidR="00CD26EA" w:rsidRPr="00DE0F0E" w:rsidRDefault="00CD26EA" w:rsidP="00CD26EA">
            <w:pPr>
              <w:pStyle w:val="TableText"/>
              <w:keepNext/>
              <w:jc w:val="center"/>
              <w:rPr>
                <w:iCs/>
                <w:noProof/>
                <w:sz w:val="16"/>
                <w:lang w:val="en-CA"/>
              </w:rPr>
            </w:pPr>
          </w:p>
        </w:tc>
        <w:tc>
          <w:tcPr>
            <w:tcW w:w="1537" w:type="dxa"/>
            <w:vAlign w:val="center"/>
          </w:tcPr>
          <w:p w14:paraId="39925F59" w14:textId="77777777" w:rsidR="00CD26EA" w:rsidRPr="00DE0F0E" w:rsidRDefault="00CD26EA" w:rsidP="00CD26EA">
            <w:pPr>
              <w:pStyle w:val="TableText"/>
              <w:keepNext/>
              <w:jc w:val="center"/>
              <w:rPr>
                <w:iCs/>
                <w:noProof/>
                <w:sz w:val="16"/>
                <w:lang w:val="en-CA"/>
              </w:rPr>
            </w:pPr>
          </w:p>
        </w:tc>
        <w:tc>
          <w:tcPr>
            <w:tcW w:w="1538" w:type="dxa"/>
            <w:vAlign w:val="center"/>
          </w:tcPr>
          <w:p w14:paraId="3F60A8FB" w14:textId="77777777" w:rsidR="00CD26EA" w:rsidRPr="00DE0F0E" w:rsidRDefault="00CD26EA" w:rsidP="00CD26EA">
            <w:pPr>
              <w:pStyle w:val="TableText"/>
              <w:keepNext/>
              <w:jc w:val="center"/>
              <w:rPr>
                <w:iCs/>
                <w:noProof/>
                <w:sz w:val="16"/>
                <w:lang w:val="en-CA"/>
              </w:rPr>
            </w:pPr>
          </w:p>
        </w:tc>
      </w:tr>
      <w:tr w:rsidR="00CD26EA" w:rsidRPr="00DE0F0E" w14:paraId="5D0478BC" w14:textId="77777777" w:rsidTr="00266033">
        <w:trPr>
          <w:gridAfter w:val="1"/>
          <w:wAfter w:w="6" w:type="dxa"/>
          <w:cantSplit/>
          <w:trHeight w:val="290"/>
          <w:jc w:val="center"/>
        </w:trPr>
        <w:tc>
          <w:tcPr>
            <w:tcW w:w="1635" w:type="dxa"/>
            <w:vMerge/>
          </w:tcPr>
          <w:p w14:paraId="7174754A"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1BC47FF6"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intra_chroma_pred_mode</w:t>
            </w:r>
            <w:r w:rsidRPr="00DE0F0E">
              <w:rPr>
                <w:rFonts w:eastAsia="PMingLiU"/>
                <w:noProof/>
                <w:sz w:val="16"/>
                <w:szCs w:val="16"/>
                <w:lang w:val="en-CA" w:eastAsia="zh-TW"/>
              </w:rPr>
              <w:t>[ ][ ]</w:t>
            </w:r>
          </w:p>
        </w:tc>
        <w:tc>
          <w:tcPr>
            <w:tcW w:w="914" w:type="dxa"/>
          </w:tcPr>
          <w:p w14:paraId="5C6DBF61" w14:textId="77777777" w:rsidR="00CD26EA" w:rsidRPr="00A02AA3" w:rsidRDefault="00CD26EA" w:rsidP="00CD26EA">
            <w:pPr>
              <w:pStyle w:val="TableText"/>
              <w:keepNext/>
              <w:jc w:val="center"/>
              <w:rPr>
                <w:noProof/>
                <w:sz w:val="16"/>
                <w:szCs w:val="16"/>
                <w:lang w:val="en-CA"/>
              </w:rPr>
            </w:pPr>
          </w:p>
        </w:tc>
        <w:tc>
          <w:tcPr>
            <w:tcW w:w="1537" w:type="dxa"/>
            <w:vAlign w:val="center"/>
          </w:tcPr>
          <w:p w14:paraId="7953E339" w14:textId="77777777" w:rsidR="00CD26EA" w:rsidRPr="00DE0F0E" w:rsidRDefault="00CD26EA" w:rsidP="00CD26EA">
            <w:pPr>
              <w:pStyle w:val="TableText"/>
              <w:keepNext/>
              <w:jc w:val="center"/>
              <w:rPr>
                <w:iCs/>
                <w:noProof/>
                <w:sz w:val="16"/>
                <w:lang w:val="en-CA"/>
              </w:rPr>
            </w:pPr>
          </w:p>
        </w:tc>
        <w:tc>
          <w:tcPr>
            <w:tcW w:w="1537" w:type="dxa"/>
            <w:vAlign w:val="center"/>
          </w:tcPr>
          <w:p w14:paraId="2240ECA2" w14:textId="77777777" w:rsidR="00CD26EA" w:rsidRPr="00DE0F0E" w:rsidRDefault="00CD26EA" w:rsidP="00CD26EA">
            <w:pPr>
              <w:pStyle w:val="TableText"/>
              <w:keepNext/>
              <w:jc w:val="center"/>
              <w:rPr>
                <w:iCs/>
                <w:noProof/>
                <w:sz w:val="16"/>
                <w:lang w:val="en-CA"/>
              </w:rPr>
            </w:pPr>
          </w:p>
        </w:tc>
        <w:tc>
          <w:tcPr>
            <w:tcW w:w="1538" w:type="dxa"/>
            <w:vAlign w:val="center"/>
          </w:tcPr>
          <w:p w14:paraId="2FC2BE1F" w14:textId="77777777" w:rsidR="00CD26EA" w:rsidRPr="00DE0F0E" w:rsidRDefault="00CD26EA" w:rsidP="00CD26EA">
            <w:pPr>
              <w:pStyle w:val="TableText"/>
              <w:keepNext/>
              <w:jc w:val="center"/>
              <w:rPr>
                <w:iCs/>
                <w:noProof/>
                <w:sz w:val="16"/>
                <w:lang w:val="en-CA"/>
              </w:rPr>
            </w:pPr>
          </w:p>
        </w:tc>
      </w:tr>
      <w:tr w:rsidR="00CD26EA" w:rsidRPr="00DE0F0E" w14:paraId="27DA6452" w14:textId="77777777" w:rsidTr="00266033">
        <w:trPr>
          <w:gridAfter w:val="1"/>
          <w:wAfter w:w="6" w:type="dxa"/>
          <w:cantSplit/>
          <w:trHeight w:val="290"/>
          <w:jc w:val="center"/>
        </w:trPr>
        <w:tc>
          <w:tcPr>
            <w:tcW w:w="1635" w:type="dxa"/>
            <w:vMerge/>
          </w:tcPr>
          <w:p w14:paraId="0F98BD76"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71A90053" w14:textId="24D131C5" w:rsidR="00CD26EA" w:rsidRPr="00DE0F0E" w:rsidRDefault="00CD26EA" w:rsidP="00CD26EA">
            <w:pPr>
              <w:pStyle w:val="TableText"/>
              <w:keepNext/>
              <w:jc w:val="left"/>
              <w:rPr>
                <w:noProof/>
                <w:sz w:val="16"/>
                <w:szCs w:val="16"/>
                <w:lang w:val="en-CA" w:eastAsia="ko-KR"/>
              </w:rPr>
            </w:pPr>
            <w:r>
              <w:rPr>
                <w:noProof/>
                <w:sz w:val="16"/>
                <w:szCs w:val="16"/>
                <w:lang w:val="en-CA" w:eastAsia="ko-KR"/>
              </w:rPr>
              <w:t>general_merge_flag</w:t>
            </w:r>
            <w:r w:rsidRPr="00DE0F0E">
              <w:rPr>
                <w:rFonts w:eastAsia="PMingLiU"/>
                <w:noProof/>
                <w:sz w:val="16"/>
                <w:szCs w:val="16"/>
                <w:lang w:val="en-CA" w:eastAsia="zh-TW"/>
              </w:rPr>
              <w:t>[ ][ ]</w:t>
            </w:r>
          </w:p>
        </w:tc>
        <w:tc>
          <w:tcPr>
            <w:tcW w:w="914" w:type="dxa"/>
          </w:tcPr>
          <w:p w14:paraId="7B7E73A6" w14:textId="77777777" w:rsidR="00CD26EA" w:rsidRPr="00A02AA3" w:rsidRDefault="00CD26EA" w:rsidP="00CD26EA">
            <w:pPr>
              <w:pStyle w:val="TableText"/>
              <w:keepNext/>
              <w:jc w:val="center"/>
              <w:rPr>
                <w:noProof/>
                <w:sz w:val="16"/>
                <w:szCs w:val="16"/>
                <w:lang w:val="en-CA"/>
              </w:rPr>
            </w:pPr>
          </w:p>
        </w:tc>
        <w:tc>
          <w:tcPr>
            <w:tcW w:w="1537" w:type="dxa"/>
            <w:vAlign w:val="center"/>
          </w:tcPr>
          <w:p w14:paraId="3D279F1E" w14:textId="77777777" w:rsidR="00CD26EA" w:rsidRPr="00DE0F0E" w:rsidRDefault="00CD26EA" w:rsidP="00CD26EA">
            <w:pPr>
              <w:pStyle w:val="TableText"/>
              <w:keepNext/>
              <w:jc w:val="center"/>
              <w:rPr>
                <w:iCs/>
                <w:noProof/>
                <w:sz w:val="16"/>
                <w:lang w:val="en-CA"/>
              </w:rPr>
            </w:pPr>
          </w:p>
        </w:tc>
        <w:tc>
          <w:tcPr>
            <w:tcW w:w="1537" w:type="dxa"/>
            <w:vAlign w:val="center"/>
          </w:tcPr>
          <w:p w14:paraId="34100675" w14:textId="77777777" w:rsidR="00CD26EA" w:rsidRPr="00DE0F0E" w:rsidRDefault="00CD26EA" w:rsidP="00CD26EA">
            <w:pPr>
              <w:pStyle w:val="TableText"/>
              <w:keepNext/>
              <w:jc w:val="center"/>
              <w:rPr>
                <w:iCs/>
                <w:noProof/>
                <w:sz w:val="16"/>
                <w:lang w:val="en-CA"/>
              </w:rPr>
            </w:pPr>
          </w:p>
        </w:tc>
        <w:tc>
          <w:tcPr>
            <w:tcW w:w="1538" w:type="dxa"/>
            <w:vAlign w:val="center"/>
          </w:tcPr>
          <w:p w14:paraId="65D4980F" w14:textId="77777777" w:rsidR="00CD26EA" w:rsidRPr="00DE0F0E" w:rsidRDefault="00CD26EA" w:rsidP="00CD26EA">
            <w:pPr>
              <w:pStyle w:val="TableText"/>
              <w:keepNext/>
              <w:jc w:val="center"/>
              <w:rPr>
                <w:iCs/>
                <w:noProof/>
                <w:sz w:val="16"/>
                <w:lang w:val="en-CA"/>
              </w:rPr>
            </w:pPr>
          </w:p>
        </w:tc>
        <w:bookmarkStart w:id="4" w:name="_GoBack"/>
        <w:bookmarkEnd w:id="4"/>
      </w:tr>
      <w:tr w:rsidR="00CD26EA" w:rsidRPr="00DE0F0E" w14:paraId="6FB867F3" w14:textId="77777777" w:rsidTr="00266033">
        <w:trPr>
          <w:gridAfter w:val="1"/>
          <w:wAfter w:w="6" w:type="dxa"/>
          <w:cantSplit/>
          <w:trHeight w:val="290"/>
          <w:jc w:val="center"/>
        </w:trPr>
        <w:tc>
          <w:tcPr>
            <w:tcW w:w="1635" w:type="dxa"/>
            <w:vMerge/>
          </w:tcPr>
          <w:p w14:paraId="004774B6"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50551234"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inter_pred_idc</w:t>
            </w:r>
            <w:r w:rsidRPr="00DE0F0E">
              <w:rPr>
                <w:noProof/>
                <w:sz w:val="16"/>
                <w:szCs w:val="16"/>
                <w:lang w:val="en-CA"/>
              </w:rPr>
              <w:t>[ x0 ][ y0 ]</w:t>
            </w:r>
          </w:p>
        </w:tc>
        <w:tc>
          <w:tcPr>
            <w:tcW w:w="914" w:type="dxa"/>
          </w:tcPr>
          <w:p w14:paraId="6AA8358C" w14:textId="77777777" w:rsidR="00CD26EA" w:rsidRPr="00A02AA3" w:rsidRDefault="00CD26EA" w:rsidP="00CD26EA">
            <w:pPr>
              <w:pStyle w:val="TableText"/>
              <w:keepNext/>
              <w:jc w:val="center"/>
              <w:rPr>
                <w:noProof/>
                <w:sz w:val="16"/>
                <w:szCs w:val="16"/>
                <w:lang w:val="en-CA"/>
              </w:rPr>
            </w:pPr>
          </w:p>
        </w:tc>
        <w:tc>
          <w:tcPr>
            <w:tcW w:w="1537" w:type="dxa"/>
            <w:vAlign w:val="center"/>
          </w:tcPr>
          <w:p w14:paraId="521B3039" w14:textId="77777777" w:rsidR="00CD26EA" w:rsidRPr="00DE0F0E" w:rsidRDefault="00CD26EA" w:rsidP="00CD26EA">
            <w:pPr>
              <w:pStyle w:val="TableText"/>
              <w:keepNext/>
              <w:jc w:val="center"/>
              <w:rPr>
                <w:iCs/>
                <w:noProof/>
                <w:sz w:val="16"/>
                <w:lang w:val="en-CA"/>
              </w:rPr>
            </w:pPr>
          </w:p>
        </w:tc>
        <w:tc>
          <w:tcPr>
            <w:tcW w:w="1537" w:type="dxa"/>
            <w:vAlign w:val="center"/>
          </w:tcPr>
          <w:p w14:paraId="7815D7EA" w14:textId="77777777" w:rsidR="00CD26EA" w:rsidRPr="00DE0F0E" w:rsidRDefault="00CD26EA" w:rsidP="00CD26EA">
            <w:pPr>
              <w:pStyle w:val="TableText"/>
              <w:keepNext/>
              <w:jc w:val="center"/>
              <w:rPr>
                <w:iCs/>
                <w:noProof/>
                <w:sz w:val="16"/>
                <w:lang w:val="en-CA"/>
              </w:rPr>
            </w:pPr>
          </w:p>
        </w:tc>
        <w:tc>
          <w:tcPr>
            <w:tcW w:w="1538" w:type="dxa"/>
            <w:vAlign w:val="center"/>
          </w:tcPr>
          <w:p w14:paraId="79092AB5" w14:textId="77777777" w:rsidR="00CD26EA" w:rsidRPr="00DE0F0E" w:rsidRDefault="00CD26EA" w:rsidP="00CD26EA">
            <w:pPr>
              <w:pStyle w:val="TableText"/>
              <w:keepNext/>
              <w:jc w:val="center"/>
              <w:rPr>
                <w:iCs/>
                <w:noProof/>
                <w:sz w:val="16"/>
                <w:lang w:val="en-CA"/>
              </w:rPr>
            </w:pPr>
          </w:p>
        </w:tc>
      </w:tr>
      <w:tr w:rsidR="00CD26EA" w:rsidRPr="00DE0F0E" w14:paraId="189CDAD9" w14:textId="77777777" w:rsidTr="00266033">
        <w:trPr>
          <w:gridAfter w:val="1"/>
          <w:wAfter w:w="6" w:type="dxa"/>
          <w:cantSplit/>
          <w:trHeight w:val="290"/>
          <w:jc w:val="center"/>
        </w:trPr>
        <w:tc>
          <w:tcPr>
            <w:tcW w:w="1635" w:type="dxa"/>
            <w:vMerge/>
          </w:tcPr>
          <w:p w14:paraId="1078BB68"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02BA4E71"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inter_affine_flag</w:t>
            </w:r>
            <w:r w:rsidRPr="00DE0F0E">
              <w:rPr>
                <w:rFonts w:eastAsia="PMingLiU"/>
                <w:noProof/>
                <w:sz w:val="16"/>
                <w:szCs w:val="16"/>
                <w:lang w:val="en-CA" w:eastAsia="zh-TW"/>
              </w:rPr>
              <w:t>[ ][ ]</w:t>
            </w:r>
          </w:p>
        </w:tc>
        <w:tc>
          <w:tcPr>
            <w:tcW w:w="914" w:type="dxa"/>
          </w:tcPr>
          <w:p w14:paraId="405FE75E" w14:textId="77777777" w:rsidR="00CD26EA" w:rsidRPr="00A02AA3" w:rsidRDefault="00CD26EA" w:rsidP="00CD26EA">
            <w:pPr>
              <w:pStyle w:val="TableText"/>
              <w:keepNext/>
              <w:jc w:val="center"/>
              <w:rPr>
                <w:noProof/>
                <w:sz w:val="16"/>
                <w:szCs w:val="16"/>
                <w:lang w:val="en-CA"/>
              </w:rPr>
            </w:pPr>
          </w:p>
        </w:tc>
        <w:tc>
          <w:tcPr>
            <w:tcW w:w="1537" w:type="dxa"/>
            <w:vAlign w:val="center"/>
          </w:tcPr>
          <w:p w14:paraId="3A3BE255" w14:textId="77777777" w:rsidR="00CD26EA" w:rsidRPr="00DE0F0E" w:rsidRDefault="00CD26EA" w:rsidP="00CD26EA">
            <w:pPr>
              <w:pStyle w:val="TableText"/>
              <w:keepNext/>
              <w:jc w:val="center"/>
              <w:rPr>
                <w:iCs/>
                <w:noProof/>
                <w:sz w:val="16"/>
                <w:lang w:val="en-CA"/>
              </w:rPr>
            </w:pPr>
          </w:p>
        </w:tc>
        <w:tc>
          <w:tcPr>
            <w:tcW w:w="1537" w:type="dxa"/>
            <w:vAlign w:val="center"/>
          </w:tcPr>
          <w:p w14:paraId="2666B7EA" w14:textId="77777777" w:rsidR="00CD26EA" w:rsidRPr="00DE0F0E" w:rsidRDefault="00CD26EA" w:rsidP="00CD26EA">
            <w:pPr>
              <w:pStyle w:val="TableText"/>
              <w:keepNext/>
              <w:jc w:val="center"/>
              <w:rPr>
                <w:iCs/>
                <w:noProof/>
                <w:sz w:val="16"/>
                <w:lang w:val="en-CA"/>
              </w:rPr>
            </w:pPr>
          </w:p>
        </w:tc>
        <w:tc>
          <w:tcPr>
            <w:tcW w:w="1538" w:type="dxa"/>
            <w:vAlign w:val="center"/>
          </w:tcPr>
          <w:p w14:paraId="4DAA481A" w14:textId="77777777" w:rsidR="00CD26EA" w:rsidRPr="00DE0F0E" w:rsidRDefault="00CD26EA" w:rsidP="00CD26EA">
            <w:pPr>
              <w:pStyle w:val="TableText"/>
              <w:keepNext/>
              <w:jc w:val="center"/>
              <w:rPr>
                <w:iCs/>
                <w:noProof/>
                <w:sz w:val="16"/>
                <w:lang w:val="en-CA"/>
              </w:rPr>
            </w:pPr>
          </w:p>
        </w:tc>
      </w:tr>
      <w:tr w:rsidR="00CD26EA" w:rsidRPr="00DE0F0E" w14:paraId="7A22EC4D" w14:textId="77777777" w:rsidTr="00266033">
        <w:trPr>
          <w:gridAfter w:val="1"/>
          <w:wAfter w:w="6" w:type="dxa"/>
          <w:cantSplit/>
          <w:trHeight w:val="290"/>
          <w:jc w:val="center"/>
        </w:trPr>
        <w:tc>
          <w:tcPr>
            <w:tcW w:w="1635" w:type="dxa"/>
            <w:vMerge/>
          </w:tcPr>
          <w:p w14:paraId="548482A9"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7A956056"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cu_affine_type_flag</w:t>
            </w:r>
            <w:r w:rsidRPr="00DE0F0E">
              <w:rPr>
                <w:rFonts w:eastAsia="PMingLiU"/>
                <w:noProof/>
                <w:sz w:val="16"/>
                <w:szCs w:val="16"/>
                <w:lang w:val="en-CA" w:eastAsia="zh-TW"/>
              </w:rPr>
              <w:t>[ ][ ]</w:t>
            </w:r>
          </w:p>
        </w:tc>
        <w:tc>
          <w:tcPr>
            <w:tcW w:w="914" w:type="dxa"/>
          </w:tcPr>
          <w:p w14:paraId="4F9DC65E" w14:textId="77777777" w:rsidR="00CD26EA" w:rsidRPr="00A02AA3" w:rsidRDefault="00CD26EA" w:rsidP="00CD26EA">
            <w:pPr>
              <w:pStyle w:val="TableText"/>
              <w:keepNext/>
              <w:jc w:val="center"/>
              <w:rPr>
                <w:noProof/>
                <w:sz w:val="16"/>
                <w:szCs w:val="16"/>
                <w:lang w:val="en-CA"/>
              </w:rPr>
            </w:pPr>
          </w:p>
        </w:tc>
        <w:tc>
          <w:tcPr>
            <w:tcW w:w="1537" w:type="dxa"/>
            <w:vAlign w:val="center"/>
          </w:tcPr>
          <w:p w14:paraId="72CFD930" w14:textId="77777777" w:rsidR="00CD26EA" w:rsidRPr="00DE0F0E" w:rsidRDefault="00CD26EA" w:rsidP="00CD26EA">
            <w:pPr>
              <w:pStyle w:val="TableText"/>
              <w:keepNext/>
              <w:jc w:val="center"/>
              <w:rPr>
                <w:bCs/>
                <w:noProof/>
                <w:sz w:val="16"/>
                <w:szCs w:val="16"/>
                <w:lang w:val="en-CA"/>
              </w:rPr>
            </w:pPr>
          </w:p>
        </w:tc>
        <w:tc>
          <w:tcPr>
            <w:tcW w:w="1537" w:type="dxa"/>
            <w:vAlign w:val="center"/>
          </w:tcPr>
          <w:p w14:paraId="2ACC0CDC" w14:textId="77777777" w:rsidR="00CD26EA" w:rsidRPr="00DE0F0E" w:rsidRDefault="00CD26EA" w:rsidP="00CD26EA">
            <w:pPr>
              <w:pStyle w:val="TableText"/>
              <w:keepNext/>
              <w:jc w:val="center"/>
              <w:rPr>
                <w:bCs/>
                <w:noProof/>
                <w:sz w:val="16"/>
                <w:szCs w:val="16"/>
                <w:lang w:val="en-CA"/>
              </w:rPr>
            </w:pPr>
          </w:p>
        </w:tc>
        <w:tc>
          <w:tcPr>
            <w:tcW w:w="1538" w:type="dxa"/>
            <w:vAlign w:val="center"/>
          </w:tcPr>
          <w:p w14:paraId="711628AA" w14:textId="77777777" w:rsidR="00CD26EA" w:rsidRPr="00DE0F0E" w:rsidRDefault="00CD26EA" w:rsidP="00CD26EA">
            <w:pPr>
              <w:pStyle w:val="TableText"/>
              <w:keepNext/>
              <w:jc w:val="center"/>
              <w:rPr>
                <w:bCs/>
                <w:noProof/>
                <w:sz w:val="16"/>
                <w:szCs w:val="16"/>
                <w:lang w:val="en-CA"/>
              </w:rPr>
            </w:pPr>
          </w:p>
        </w:tc>
      </w:tr>
      <w:tr w:rsidR="002F3F74" w:rsidRPr="00DE0F0E" w14:paraId="2CB52B7E" w14:textId="77777777" w:rsidTr="00266033">
        <w:trPr>
          <w:gridAfter w:val="1"/>
          <w:wAfter w:w="6" w:type="dxa"/>
          <w:cantSplit/>
          <w:trHeight w:val="290"/>
          <w:jc w:val="center"/>
        </w:trPr>
        <w:tc>
          <w:tcPr>
            <w:tcW w:w="1635" w:type="dxa"/>
            <w:vMerge/>
          </w:tcPr>
          <w:p w14:paraId="40DA795B" w14:textId="77777777" w:rsidR="002F3F74" w:rsidRPr="00DE0F0E" w:rsidRDefault="002F3F74" w:rsidP="00CD26EA">
            <w:pPr>
              <w:pStyle w:val="TableText"/>
              <w:keepNext/>
              <w:jc w:val="left"/>
              <w:rPr>
                <w:noProof/>
                <w:sz w:val="16"/>
                <w:szCs w:val="16"/>
                <w:lang w:val="en-CA" w:eastAsia="ko-KR"/>
              </w:rPr>
            </w:pPr>
          </w:p>
        </w:tc>
        <w:tc>
          <w:tcPr>
            <w:tcW w:w="2411" w:type="dxa"/>
            <w:vAlign w:val="center"/>
          </w:tcPr>
          <w:p w14:paraId="186E7D5D" w14:textId="10999D1B" w:rsidR="002F3F74" w:rsidRPr="00DE0F0E" w:rsidRDefault="002F3F74" w:rsidP="00CD26EA">
            <w:pPr>
              <w:pStyle w:val="TableText"/>
              <w:keepNext/>
              <w:jc w:val="left"/>
              <w:rPr>
                <w:noProof/>
                <w:sz w:val="16"/>
                <w:szCs w:val="16"/>
                <w:lang w:val="en-CA" w:eastAsia="ko-KR"/>
              </w:rPr>
            </w:pPr>
            <w:r w:rsidRPr="002F3F74">
              <w:rPr>
                <w:noProof/>
                <w:sz w:val="16"/>
                <w:szCs w:val="16"/>
                <w:highlight w:val="yellow"/>
                <w:lang w:val="en-CA" w:eastAsia="ko-KR"/>
              </w:rPr>
              <w:t>sym_mvd_flag[ ][ ]</w:t>
            </w:r>
          </w:p>
        </w:tc>
        <w:tc>
          <w:tcPr>
            <w:tcW w:w="914" w:type="dxa"/>
          </w:tcPr>
          <w:p w14:paraId="61CC2270" w14:textId="77777777" w:rsidR="002F3F74" w:rsidRPr="00A02AA3" w:rsidRDefault="002F3F74" w:rsidP="00CD26EA">
            <w:pPr>
              <w:pStyle w:val="TableText"/>
              <w:keepNext/>
              <w:jc w:val="center"/>
              <w:rPr>
                <w:noProof/>
                <w:sz w:val="16"/>
                <w:szCs w:val="16"/>
                <w:lang w:val="en-CA"/>
              </w:rPr>
            </w:pPr>
          </w:p>
        </w:tc>
        <w:tc>
          <w:tcPr>
            <w:tcW w:w="1537" w:type="dxa"/>
            <w:vAlign w:val="center"/>
          </w:tcPr>
          <w:p w14:paraId="6F5211BB" w14:textId="77777777" w:rsidR="002F3F74" w:rsidRPr="00DE0F0E" w:rsidRDefault="002F3F74" w:rsidP="00CD26EA">
            <w:pPr>
              <w:pStyle w:val="TableText"/>
              <w:keepNext/>
              <w:jc w:val="center"/>
              <w:rPr>
                <w:bCs/>
                <w:noProof/>
                <w:sz w:val="16"/>
                <w:szCs w:val="16"/>
                <w:lang w:val="en-CA"/>
              </w:rPr>
            </w:pPr>
          </w:p>
        </w:tc>
        <w:tc>
          <w:tcPr>
            <w:tcW w:w="1537" w:type="dxa"/>
            <w:vAlign w:val="center"/>
          </w:tcPr>
          <w:p w14:paraId="3A7F141E" w14:textId="77777777" w:rsidR="002F3F74" w:rsidRPr="00DE0F0E" w:rsidRDefault="002F3F74" w:rsidP="00CD26EA">
            <w:pPr>
              <w:pStyle w:val="TableText"/>
              <w:keepNext/>
              <w:jc w:val="center"/>
              <w:rPr>
                <w:bCs/>
                <w:noProof/>
                <w:sz w:val="16"/>
                <w:szCs w:val="16"/>
                <w:lang w:val="en-CA"/>
              </w:rPr>
            </w:pPr>
          </w:p>
        </w:tc>
        <w:tc>
          <w:tcPr>
            <w:tcW w:w="1538" w:type="dxa"/>
            <w:vAlign w:val="center"/>
          </w:tcPr>
          <w:p w14:paraId="38338D01" w14:textId="77777777" w:rsidR="002F3F74" w:rsidRPr="00DE0F0E" w:rsidRDefault="002F3F74" w:rsidP="00CD26EA">
            <w:pPr>
              <w:pStyle w:val="TableText"/>
              <w:keepNext/>
              <w:jc w:val="center"/>
              <w:rPr>
                <w:bCs/>
                <w:noProof/>
                <w:sz w:val="16"/>
                <w:szCs w:val="16"/>
                <w:lang w:val="en-CA"/>
              </w:rPr>
            </w:pPr>
          </w:p>
        </w:tc>
      </w:tr>
      <w:tr w:rsidR="00CD26EA" w:rsidRPr="00DE0F0E" w14:paraId="0F47CD07" w14:textId="77777777" w:rsidTr="00266033">
        <w:trPr>
          <w:gridAfter w:val="1"/>
          <w:wAfter w:w="6" w:type="dxa"/>
          <w:cantSplit/>
          <w:trHeight w:val="290"/>
          <w:jc w:val="center"/>
        </w:trPr>
        <w:tc>
          <w:tcPr>
            <w:tcW w:w="1635" w:type="dxa"/>
            <w:vMerge/>
          </w:tcPr>
          <w:p w14:paraId="28D05191"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5AD5EA70"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ref_idx_l0</w:t>
            </w:r>
            <w:r w:rsidRPr="00DE0F0E">
              <w:rPr>
                <w:rFonts w:eastAsia="PMingLiU"/>
                <w:noProof/>
                <w:sz w:val="16"/>
                <w:szCs w:val="16"/>
                <w:lang w:val="en-CA" w:eastAsia="zh-TW"/>
              </w:rPr>
              <w:t>[ ][ ]</w:t>
            </w:r>
          </w:p>
        </w:tc>
        <w:tc>
          <w:tcPr>
            <w:tcW w:w="914" w:type="dxa"/>
          </w:tcPr>
          <w:p w14:paraId="5B8F9E75" w14:textId="77777777" w:rsidR="00CD26EA" w:rsidRPr="00A02AA3" w:rsidRDefault="00CD26EA" w:rsidP="00CD26EA">
            <w:pPr>
              <w:pStyle w:val="TableText"/>
              <w:keepNext/>
              <w:jc w:val="center"/>
              <w:rPr>
                <w:noProof/>
                <w:sz w:val="16"/>
                <w:szCs w:val="16"/>
                <w:lang w:val="en-CA"/>
              </w:rPr>
            </w:pPr>
          </w:p>
        </w:tc>
        <w:tc>
          <w:tcPr>
            <w:tcW w:w="1537" w:type="dxa"/>
            <w:vAlign w:val="center"/>
          </w:tcPr>
          <w:p w14:paraId="2FBECB31" w14:textId="77777777" w:rsidR="00CD26EA" w:rsidRPr="00DE0F0E" w:rsidRDefault="00CD26EA" w:rsidP="00CD26EA">
            <w:pPr>
              <w:pStyle w:val="TableText"/>
              <w:keepNext/>
              <w:jc w:val="center"/>
              <w:rPr>
                <w:iCs/>
                <w:noProof/>
                <w:sz w:val="16"/>
                <w:lang w:val="en-CA"/>
              </w:rPr>
            </w:pPr>
          </w:p>
        </w:tc>
        <w:tc>
          <w:tcPr>
            <w:tcW w:w="1537" w:type="dxa"/>
            <w:vAlign w:val="center"/>
          </w:tcPr>
          <w:p w14:paraId="4585E4BA" w14:textId="77777777" w:rsidR="00CD26EA" w:rsidRPr="00DE0F0E" w:rsidRDefault="00CD26EA" w:rsidP="00CD26EA">
            <w:pPr>
              <w:pStyle w:val="TableText"/>
              <w:keepNext/>
              <w:jc w:val="center"/>
              <w:rPr>
                <w:iCs/>
                <w:noProof/>
                <w:sz w:val="16"/>
                <w:lang w:val="en-CA"/>
              </w:rPr>
            </w:pPr>
          </w:p>
        </w:tc>
        <w:tc>
          <w:tcPr>
            <w:tcW w:w="1538" w:type="dxa"/>
            <w:vAlign w:val="center"/>
          </w:tcPr>
          <w:p w14:paraId="3CA489D0" w14:textId="77777777" w:rsidR="00CD26EA" w:rsidRPr="00DE0F0E" w:rsidRDefault="00CD26EA" w:rsidP="00CD26EA">
            <w:pPr>
              <w:pStyle w:val="TableText"/>
              <w:keepNext/>
              <w:jc w:val="center"/>
              <w:rPr>
                <w:iCs/>
                <w:noProof/>
                <w:sz w:val="16"/>
                <w:lang w:val="en-CA"/>
              </w:rPr>
            </w:pPr>
          </w:p>
        </w:tc>
      </w:tr>
      <w:tr w:rsidR="00CD26EA" w:rsidRPr="00DE0F0E" w14:paraId="3B3A855E" w14:textId="77777777" w:rsidTr="00266033">
        <w:trPr>
          <w:gridAfter w:val="1"/>
          <w:wAfter w:w="6" w:type="dxa"/>
          <w:cantSplit/>
          <w:trHeight w:val="290"/>
          <w:jc w:val="center"/>
        </w:trPr>
        <w:tc>
          <w:tcPr>
            <w:tcW w:w="1635" w:type="dxa"/>
            <w:vMerge/>
          </w:tcPr>
          <w:p w14:paraId="50913E90"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6F19FCEA"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mvp_l0_flag</w:t>
            </w:r>
            <w:r w:rsidRPr="00DE0F0E">
              <w:rPr>
                <w:rFonts w:eastAsia="PMingLiU"/>
                <w:noProof/>
                <w:sz w:val="16"/>
                <w:szCs w:val="16"/>
                <w:lang w:val="en-CA" w:eastAsia="zh-TW"/>
              </w:rPr>
              <w:t>[ ][ ]</w:t>
            </w:r>
          </w:p>
        </w:tc>
        <w:tc>
          <w:tcPr>
            <w:tcW w:w="914" w:type="dxa"/>
          </w:tcPr>
          <w:p w14:paraId="53089EB5" w14:textId="77777777" w:rsidR="00CD26EA" w:rsidRPr="00A02AA3" w:rsidRDefault="00CD26EA" w:rsidP="00CD26EA">
            <w:pPr>
              <w:pStyle w:val="TableText"/>
              <w:keepNext/>
              <w:jc w:val="center"/>
              <w:rPr>
                <w:noProof/>
                <w:sz w:val="16"/>
                <w:szCs w:val="16"/>
                <w:lang w:val="en-CA"/>
              </w:rPr>
            </w:pPr>
          </w:p>
        </w:tc>
        <w:tc>
          <w:tcPr>
            <w:tcW w:w="1537" w:type="dxa"/>
            <w:vAlign w:val="center"/>
          </w:tcPr>
          <w:p w14:paraId="0CBD6FC8" w14:textId="77777777" w:rsidR="00CD26EA" w:rsidRPr="00DE0F0E" w:rsidRDefault="00CD26EA" w:rsidP="00CD26EA">
            <w:pPr>
              <w:pStyle w:val="TableText"/>
              <w:keepNext/>
              <w:jc w:val="center"/>
              <w:rPr>
                <w:iCs/>
                <w:noProof/>
                <w:sz w:val="16"/>
                <w:lang w:val="en-CA"/>
              </w:rPr>
            </w:pPr>
          </w:p>
        </w:tc>
        <w:tc>
          <w:tcPr>
            <w:tcW w:w="1537" w:type="dxa"/>
            <w:vAlign w:val="center"/>
          </w:tcPr>
          <w:p w14:paraId="5A75FFF4" w14:textId="77777777" w:rsidR="00CD26EA" w:rsidRPr="00DE0F0E" w:rsidRDefault="00CD26EA" w:rsidP="00CD26EA">
            <w:pPr>
              <w:pStyle w:val="TableText"/>
              <w:keepNext/>
              <w:jc w:val="center"/>
              <w:rPr>
                <w:iCs/>
                <w:noProof/>
                <w:sz w:val="16"/>
                <w:lang w:val="en-CA"/>
              </w:rPr>
            </w:pPr>
          </w:p>
        </w:tc>
        <w:tc>
          <w:tcPr>
            <w:tcW w:w="1538" w:type="dxa"/>
            <w:vAlign w:val="center"/>
          </w:tcPr>
          <w:p w14:paraId="7BE92B99" w14:textId="77777777" w:rsidR="00CD26EA" w:rsidRPr="00DE0F0E" w:rsidRDefault="00CD26EA" w:rsidP="00CD26EA">
            <w:pPr>
              <w:pStyle w:val="TableText"/>
              <w:keepNext/>
              <w:jc w:val="center"/>
              <w:rPr>
                <w:iCs/>
                <w:noProof/>
                <w:sz w:val="16"/>
                <w:lang w:val="en-CA"/>
              </w:rPr>
            </w:pPr>
          </w:p>
        </w:tc>
      </w:tr>
      <w:tr w:rsidR="00CD26EA" w:rsidRPr="00DE0F0E" w14:paraId="559FE1A8" w14:textId="77777777" w:rsidTr="00266033">
        <w:trPr>
          <w:gridAfter w:val="1"/>
          <w:wAfter w:w="6" w:type="dxa"/>
          <w:cantSplit/>
          <w:trHeight w:val="290"/>
          <w:jc w:val="center"/>
        </w:trPr>
        <w:tc>
          <w:tcPr>
            <w:tcW w:w="1635" w:type="dxa"/>
            <w:vMerge/>
          </w:tcPr>
          <w:p w14:paraId="4F1B397E"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62798883"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ref_idx_l1</w:t>
            </w:r>
            <w:r w:rsidRPr="00DE0F0E">
              <w:rPr>
                <w:rFonts w:eastAsia="PMingLiU"/>
                <w:noProof/>
                <w:sz w:val="16"/>
                <w:szCs w:val="16"/>
                <w:lang w:val="en-CA" w:eastAsia="zh-TW"/>
              </w:rPr>
              <w:t>[ ][ ]</w:t>
            </w:r>
          </w:p>
        </w:tc>
        <w:tc>
          <w:tcPr>
            <w:tcW w:w="914" w:type="dxa"/>
          </w:tcPr>
          <w:p w14:paraId="6B76FF73" w14:textId="77777777" w:rsidR="00CD26EA" w:rsidRPr="00A02AA3" w:rsidRDefault="00CD26EA" w:rsidP="00CD26EA">
            <w:pPr>
              <w:pStyle w:val="TableText"/>
              <w:keepNext/>
              <w:jc w:val="center"/>
              <w:rPr>
                <w:noProof/>
                <w:sz w:val="16"/>
                <w:szCs w:val="16"/>
                <w:lang w:val="en-CA"/>
              </w:rPr>
            </w:pPr>
          </w:p>
        </w:tc>
        <w:tc>
          <w:tcPr>
            <w:tcW w:w="1537" w:type="dxa"/>
            <w:vAlign w:val="center"/>
          </w:tcPr>
          <w:p w14:paraId="4F32D444" w14:textId="77777777" w:rsidR="00CD26EA" w:rsidRPr="00DE0F0E" w:rsidRDefault="00CD26EA" w:rsidP="00CD26EA">
            <w:pPr>
              <w:pStyle w:val="TableText"/>
              <w:keepNext/>
              <w:jc w:val="center"/>
              <w:rPr>
                <w:iCs/>
                <w:noProof/>
                <w:sz w:val="16"/>
                <w:lang w:val="en-CA"/>
              </w:rPr>
            </w:pPr>
          </w:p>
        </w:tc>
        <w:tc>
          <w:tcPr>
            <w:tcW w:w="1537" w:type="dxa"/>
            <w:vAlign w:val="center"/>
          </w:tcPr>
          <w:p w14:paraId="6C060759" w14:textId="77777777" w:rsidR="00CD26EA" w:rsidRPr="00DE0F0E" w:rsidRDefault="00CD26EA" w:rsidP="00CD26EA">
            <w:pPr>
              <w:pStyle w:val="TableText"/>
              <w:keepNext/>
              <w:jc w:val="center"/>
              <w:rPr>
                <w:iCs/>
                <w:noProof/>
                <w:sz w:val="16"/>
                <w:lang w:val="en-CA"/>
              </w:rPr>
            </w:pPr>
          </w:p>
        </w:tc>
        <w:tc>
          <w:tcPr>
            <w:tcW w:w="1538" w:type="dxa"/>
            <w:vAlign w:val="center"/>
          </w:tcPr>
          <w:p w14:paraId="3E54C895" w14:textId="77777777" w:rsidR="00CD26EA" w:rsidRPr="00DE0F0E" w:rsidRDefault="00CD26EA" w:rsidP="00CD26EA">
            <w:pPr>
              <w:pStyle w:val="TableText"/>
              <w:keepNext/>
              <w:jc w:val="center"/>
              <w:rPr>
                <w:iCs/>
                <w:noProof/>
                <w:sz w:val="16"/>
                <w:lang w:val="en-CA"/>
              </w:rPr>
            </w:pPr>
          </w:p>
        </w:tc>
      </w:tr>
      <w:tr w:rsidR="00CD26EA" w:rsidRPr="00DE0F0E" w14:paraId="2B427A46" w14:textId="77777777" w:rsidTr="00266033">
        <w:trPr>
          <w:gridAfter w:val="1"/>
          <w:wAfter w:w="6" w:type="dxa"/>
          <w:cantSplit/>
          <w:trHeight w:val="290"/>
          <w:jc w:val="center"/>
        </w:trPr>
        <w:tc>
          <w:tcPr>
            <w:tcW w:w="1635" w:type="dxa"/>
            <w:vMerge/>
          </w:tcPr>
          <w:p w14:paraId="71A0C897"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403C2B89"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mvp_l1_flag</w:t>
            </w:r>
            <w:r w:rsidRPr="00DE0F0E">
              <w:rPr>
                <w:rFonts w:eastAsia="PMingLiU"/>
                <w:noProof/>
                <w:sz w:val="16"/>
                <w:szCs w:val="16"/>
                <w:lang w:val="en-CA" w:eastAsia="zh-TW"/>
              </w:rPr>
              <w:t>[ ][ ]</w:t>
            </w:r>
          </w:p>
        </w:tc>
        <w:tc>
          <w:tcPr>
            <w:tcW w:w="914" w:type="dxa"/>
          </w:tcPr>
          <w:p w14:paraId="5F5F0926" w14:textId="77777777" w:rsidR="00CD26EA" w:rsidRPr="00A02AA3" w:rsidRDefault="00CD26EA" w:rsidP="00CD26EA">
            <w:pPr>
              <w:pStyle w:val="TableText"/>
              <w:keepNext/>
              <w:jc w:val="center"/>
              <w:rPr>
                <w:noProof/>
                <w:sz w:val="16"/>
                <w:szCs w:val="16"/>
                <w:lang w:val="en-CA"/>
              </w:rPr>
            </w:pPr>
          </w:p>
        </w:tc>
        <w:tc>
          <w:tcPr>
            <w:tcW w:w="1537" w:type="dxa"/>
            <w:vAlign w:val="center"/>
          </w:tcPr>
          <w:p w14:paraId="5BEEE399" w14:textId="77777777" w:rsidR="00CD26EA" w:rsidRPr="00DE0F0E" w:rsidRDefault="00CD26EA" w:rsidP="00CD26EA">
            <w:pPr>
              <w:pStyle w:val="TableText"/>
              <w:keepNext/>
              <w:jc w:val="center"/>
              <w:rPr>
                <w:iCs/>
                <w:noProof/>
                <w:sz w:val="16"/>
                <w:lang w:val="en-CA"/>
              </w:rPr>
            </w:pPr>
          </w:p>
        </w:tc>
        <w:tc>
          <w:tcPr>
            <w:tcW w:w="1537" w:type="dxa"/>
            <w:vAlign w:val="center"/>
          </w:tcPr>
          <w:p w14:paraId="769E5AE4" w14:textId="77777777" w:rsidR="00CD26EA" w:rsidRPr="00DE0F0E" w:rsidRDefault="00CD26EA" w:rsidP="00CD26EA">
            <w:pPr>
              <w:pStyle w:val="TableText"/>
              <w:keepNext/>
              <w:jc w:val="center"/>
              <w:rPr>
                <w:iCs/>
                <w:noProof/>
                <w:sz w:val="16"/>
                <w:lang w:val="en-CA"/>
              </w:rPr>
            </w:pPr>
          </w:p>
        </w:tc>
        <w:tc>
          <w:tcPr>
            <w:tcW w:w="1538" w:type="dxa"/>
            <w:vAlign w:val="center"/>
          </w:tcPr>
          <w:p w14:paraId="3411D5C3" w14:textId="77777777" w:rsidR="00CD26EA" w:rsidRPr="00DE0F0E" w:rsidRDefault="00CD26EA" w:rsidP="00CD26EA">
            <w:pPr>
              <w:pStyle w:val="TableText"/>
              <w:keepNext/>
              <w:jc w:val="center"/>
              <w:rPr>
                <w:iCs/>
                <w:noProof/>
                <w:sz w:val="16"/>
                <w:lang w:val="en-CA"/>
              </w:rPr>
            </w:pPr>
          </w:p>
        </w:tc>
      </w:tr>
      <w:tr w:rsidR="00CD26EA" w:rsidRPr="00DE0F0E" w14:paraId="6A79CDE9" w14:textId="77777777" w:rsidTr="00266033">
        <w:trPr>
          <w:gridAfter w:val="1"/>
          <w:wAfter w:w="6" w:type="dxa"/>
          <w:cantSplit/>
          <w:trHeight w:val="290"/>
          <w:jc w:val="center"/>
        </w:trPr>
        <w:tc>
          <w:tcPr>
            <w:tcW w:w="1635" w:type="dxa"/>
            <w:vMerge/>
          </w:tcPr>
          <w:p w14:paraId="3059A081"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796F3CDE"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avmr_flag[ ][ ]</w:t>
            </w:r>
          </w:p>
        </w:tc>
        <w:tc>
          <w:tcPr>
            <w:tcW w:w="914" w:type="dxa"/>
          </w:tcPr>
          <w:p w14:paraId="3B7EFFD8" w14:textId="77777777" w:rsidR="00CD26EA" w:rsidRPr="00A02AA3" w:rsidRDefault="00CD26EA" w:rsidP="00CD26EA">
            <w:pPr>
              <w:pStyle w:val="TableText"/>
              <w:keepNext/>
              <w:jc w:val="center"/>
              <w:rPr>
                <w:bCs/>
                <w:noProof/>
                <w:sz w:val="16"/>
                <w:szCs w:val="16"/>
                <w:lang w:val="en-CA"/>
              </w:rPr>
            </w:pPr>
          </w:p>
        </w:tc>
        <w:tc>
          <w:tcPr>
            <w:tcW w:w="1537" w:type="dxa"/>
            <w:vAlign w:val="center"/>
          </w:tcPr>
          <w:p w14:paraId="1229CA3A" w14:textId="77777777" w:rsidR="00CD26EA" w:rsidRPr="00DE0F0E" w:rsidRDefault="00CD26EA" w:rsidP="00CD26EA">
            <w:pPr>
              <w:pStyle w:val="TableText"/>
              <w:keepNext/>
              <w:jc w:val="center"/>
              <w:rPr>
                <w:bCs/>
                <w:noProof/>
                <w:sz w:val="16"/>
                <w:szCs w:val="16"/>
                <w:lang w:val="en-CA"/>
              </w:rPr>
            </w:pPr>
          </w:p>
        </w:tc>
        <w:tc>
          <w:tcPr>
            <w:tcW w:w="1537" w:type="dxa"/>
            <w:vAlign w:val="center"/>
          </w:tcPr>
          <w:p w14:paraId="683FD4DB" w14:textId="77777777" w:rsidR="00CD26EA" w:rsidRPr="00DE0F0E" w:rsidRDefault="00CD26EA" w:rsidP="00CD26EA">
            <w:pPr>
              <w:pStyle w:val="TableText"/>
              <w:keepNext/>
              <w:jc w:val="center"/>
              <w:rPr>
                <w:bCs/>
                <w:noProof/>
                <w:sz w:val="16"/>
                <w:szCs w:val="16"/>
                <w:lang w:val="en-CA"/>
              </w:rPr>
            </w:pPr>
          </w:p>
        </w:tc>
        <w:tc>
          <w:tcPr>
            <w:tcW w:w="1538" w:type="dxa"/>
            <w:vAlign w:val="center"/>
          </w:tcPr>
          <w:p w14:paraId="73D5C1D4" w14:textId="77777777" w:rsidR="00CD26EA" w:rsidRPr="00DE0F0E" w:rsidRDefault="00CD26EA" w:rsidP="00CD26EA">
            <w:pPr>
              <w:pStyle w:val="TableText"/>
              <w:keepNext/>
              <w:jc w:val="center"/>
              <w:rPr>
                <w:bCs/>
                <w:noProof/>
                <w:sz w:val="16"/>
                <w:szCs w:val="16"/>
                <w:lang w:val="en-CA"/>
              </w:rPr>
            </w:pPr>
          </w:p>
        </w:tc>
      </w:tr>
      <w:tr w:rsidR="00CD26EA" w:rsidRPr="00DE0F0E" w14:paraId="5126F5D6" w14:textId="77777777" w:rsidTr="00266033">
        <w:trPr>
          <w:gridAfter w:val="1"/>
          <w:wAfter w:w="6" w:type="dxa"/>
          <w:cantSplit/>
          <w:trHeight w:val="290"/>
          <w:jc w:val="center"/>
        </w:trPr>
        <w:tc>
          <w:tcPr>
            <w:tcW w:w="1635" w:type="dxa"/>
            <w:vMerge/>
          </w:tcPr>
          <w:p w14:paraId="5DDD5310"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0EC86A7A"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amvr_precision_flag</w:t>
            </w:r>
            <w:r w:rsidRPr="00DE0F0E">
              <w:rPr>
                <w:rFonts w:eastAsia="PMingLiU"/>
                <w:noProof/>
                <w:sz w:val="16"/>
                <w:szCs w:val="16"/>
                <w:lang w:val="en-CA" w:eastAsia="zh-TW"/>
              </w:rPr>
              <w:t>[ ][ ]</w:t>
            </w:r>
          </w:p>
        </w:tc>
        <w:tc>
          <w:tcPr>
            <w:tcW w:w="914" w:type="dxa"/>
          </w:tcPr>
          <w:p w14:paraId="39A97FBF" w14:textId="77777777" w:rsidR="00CD26EA" w:rsidRPr="00A02AA3" w:rsidRDefault="00CD26EA" w:rsidP="00CD26EA">
            <w:pPr>
              <w:pStyle w:val="TableText"/>
              <w:keepNext/>
              <w:jc w:val="center"/>
              <w:rPr>
                <w:noProof/>
                <w:sz w:val="16"/>
                <w:szCs w:val="16"/>
                <w:lang w:val="en-CA"/>
              </w:rPr>
            </w:pPr>
          </w:p>
        </w:tc>
        <w:tc>
          <w:tcPr>
            <w:tcW w:w="1537" w:type="dxa"/>
            <w:vAlign w:val="center"/>
          </w:tcPr>
          <w:p w14:paraId="3696896B" w14:textId="77777777" w:rsidR="00CD26EA" w:rsidRPr="00DE0F0E" w:rsidRDefault="00CD26EA" w:rsidP="00CD26EA">
            <w:pPr>
              <w:pStyle w:val="TableText"/>
              <w:keepNext/>
              <w:jc w:val="center"/>
              <w:rPr>
                <w:iCs/>
                <w:noProof/>
                <w:sz w:val="16"/>
                <w:lang w:val="en-CA"/>
              </w:rPr>
            </w:pPr>
          </w:p>
        </w:tc>
        <w:tc>
          <w:tcPr>
            <w:tcW w:w="1537" w:type="dxa"/>
            <w:vAlign w:val="center"/>
          </w:tcPr>
          <w:p w14:paraId="4822AF34" w14:textId="77777777" w:rsidR="00CD26EA" w:rsidRPr="00DE0F0E" w:rsidRDefault="00CD26EA" w:rsidP="00CD26EA">
            <w:pPr>
              <w:pStyle w:val="TableText"/>
              <w:keepNext/>
              <w:jc w:val="center"/>
              <w:rPr>
                <w:iCs/>
                <w:noProof/>
                <w:sz w:val="16"/>
                <w:lang w:val="en-CA"/>
              </w:rPr>
            </w:pPr>
          </w:p>
        </w:tc>
        <w:tc>
          <w:tcPr>
            <w:tcW w:w="1538" w:type="dxa"/>
            <w:vAlign w:val="center"/>
          </w:tcPr>
          <w:p w14:paraId="75A835DA" w14:textId="77777777" w:rsidR="00CD26EA" w:rsidRPr="00DE0F0E" w:rsidRDefault="00CD26EA" w:rsidP="00CD26EA">
            <w:pPr>
              <w:pStyle w:val="TableText"/>
              <w:keepNext/>
              <w:jc w:val="center"/>
              <w:rPr>
                <w:iCs/>
                <w:noProof/>
                <w:sz w:val="16"/>
                <w:lang w:val="en-CA"/>
              </w:rPr>
            </w:pPr>
          </w:p>
        </w:tc>
      </w:tr>
      <w:tr w:rsidR="00CD26EA" w:rsidRPr="00DE0F0E" w14:paraId="019FB0BE" w14:textId="77777777" w:rsidTr="00266033">
        <w:trPr>
          <w:gridAfter w:val="1"/>
          <w:wAfter w:w="6" w:type="dxa"/>
          <w:cantSplit/>
          <w:trHeight w:val="290"/>
          <w:jc w:val="center"/>
        </w:trPr>
        <w:tc>
          <w:tcPr>
            <w:tcW w:w="1635" w:type="dxa"/>
            <w:vMerge/>
          </w:tcPr>
          <w:p w14:paraId="5EB20681"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6EB0750D" w14:textId="086F1BED" w:rsidR="00CD26EA" w:rsidRPr="00DE0F0E" w:rsidRDefault="00366F72" w:rsidP="00CD26EA">
            <w:pPr>
              <w:pStyle w:val="TableText"/>
              <w:keepNext/>
              <w:jc w:val="left"/>
              <w:rPr>
                <w:noProof/>
                <w:sz w:val="16"/>
                <w:szCs w:val="16"/>
                <w:lang w:val="en-CA" w:eastAsia="ko-KR"/>
              </w:rPr>
            </w:pPr>
            <w:r>
              <w:rPr>
                <w:noProof/>
                <w:sz w:val="16"/>
                <w:szCs w:val="16"/>
                <w:lang w:val="en-CA" w:eastAsia="ko-KR"/>
              </w:rPr>
              <w:t>bcw</w:t>
            </w:r>
            <w:r w:rsidR="00CD26EA" w:rsidRPr="00DE0F0E">
              <w:rPr>
                <w:noProof/>
                <w:sz w:val="16"/>
                <w:szCs w:val="16"/>
                <w:lang w:val="en-CA" w:eastAsia="ko-KR"/>
              </w:rPr>
              <w:t>_idx[ ][ ]</w:t>
            </w:r>
          </w:p>
        </w:tc>
        <w:tc>
          <w:tcPr>
            <w:tcW w:w="914" w:type="dxa"/>
          </w:tcPr>
          <w:p w14:paraId="02876D09" w14:textId="77777777" w:rsidR="00CD26EA" w:rsidRPr="00A02AA3" w:rsidRDefault="00CD26EA" w:rsidP="00CD26EA">
            <w:pPr>
              <w:pStyle w:val="TableText"/>
              <w:keepNext/>
              <w:jc w:val="center"/>
              <w:rPr>
                <w:noProof/>
                <w:sz w:val="16"/>
                <w:szCs w:val="16"/>
                <w:lang w:val="en-CA"/>
              </w:rPr>
            </w:pPr>
          </w:p>
        </w:tc>
        <w:tc>
          <w:tcPr>
            <w:tcW w:w="1537" w:type="dxa"/>
            <w:vAlign w:val="center"/>
          </w:tcPr>
          <w:p w14:paraId="206EA8BF" w14:textId="77777777" w:rsidR="00CD26EA" w:rsidRPr="00DE0F0E" w:rsidRDefault="00CD26EA" w:rsidP="00CD26EA">
            <w:pPr>
              <w:pStyle w:val="TableText"/>
              <w:keepNext/>
              <w:jc w:val="center"/>
              <w:rPr>
                <w:noProof/>
                <w:sz w:val="16"/>
                <w:szCs w:val="16"/>
                <w:lang w:val="en-CA" w:eastAsia="ko-KR"/>
              </w:rPr>
            </w:pPr>
          </w:p>
        </w:tc>
        <w:tc>
          <w:tcPr>
            <w:tcW w:w="1537" w:type="dxa"/>
            <w:vAlign w:val="center"/>
          </w:tcPr>
          <w:p w14:paraId="504C5CE3" w14:textId="77777777" w:rsidR="00CD26EA" w:rsidRPr="00DE0F0E" w:rsidRDefault="00CD26EA" w:rsidP="00CD26EA">
            <w:pPr>
              <w:pStyle w:val="TableText"/>
              <w:keepNext/>
              <w:jc w:val="center"/>
              <w:rPr>
                <w:noProof/>
                <w:sz w:val="16"/>
                <w:szCs w:val="16"/>
                <w:lang w:val="en-CA" w:eastAsia="ko-KR"/>
              </w:rPr>
            </w:pPr>
          </w:p>
        </w:tc>
        <w:tc>
          <w:tcPr>
            <w:tcW w:w="1538" w:type="dxa"/>
            <w:vAlign w:val="center"/>
          </w:tcPr>
          <w:p w14:paraId="1C945578" w14:textId="77777777" w:rsidR="00CD26EA" w:rsidRPr="00DE0F0E" w:rsidRDefault="00CD26EA" w:rsidP="00CD26EA">
            <w:pPr>
              <w:pStyle w:val="TableText"/>
              <w:keepNext/>
              <w:jc w:val="center"/>
              <w:rPr>
                <w:noProof/>
                <w:sz w:val="16"/>
                <w:szCs w:val="16"/>
                <w:lang w:val="en-CA" w:eastAsia="ko-KR"/>
              </w:rPr>
            </w:pPr>
          </w:p>
        </w:tc>
      </w:tr>
      <w:tr w:rsidR="00CD26EA" w:rsidRPr="00DE0F0E" w14:paraId="714FC6CF" w14:textId="77777777" w:rsidTr="00266033">
        <w:trPr>
          <w:gridAfter w:val="1"/>
          <w:wAfter w:w="6" w:type="dxa"/>
          <w:cantSplit/>
          <w:trHeight w:val="290"/>
          <w:jc w:val="center"/>
        </w:trPr>
        <w:tc>
          <w:tcPr>
            <w:tcW w:w="1635" w:type="dxa"/>
            <w:vMerge/>
          </w:tcPr>
          <w:p w14:paraId="664C1BD3"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10D44D57"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ko-KR"/>
              </w:rPr>
              <w:t>cu_cbf</w:t>
            </w:r>
          </w:p>
        </w:tc>
        <w:tc>
          <w:tcPr>
            <w:tcW w:w="914" w:type="dxa"/>
          </w:tcPr>
          <w:p w14:paraId="3BA7BFD3" w14:textId="77777777" w:rsidR="00CD26EA" w:rsidRPr="00A02AA3" w:rsidRDefault="00CD26EA" w:rsidP="00CD26EA">
            <w:pPr>
              <w:pStyle w:val="TableText"/>
              <w:keepNext/>
              <w:jc w:val="center"/>
              <w:rPr>
                <w:noProof/>
                <w:sz w:val="16"/>
                <w:szCs w:val="16"/>
                <w:lang w:val="en-CA"/>
              </w:rPr>
            </w:pPr>
          </w:p>
        </w:tc>
        <w:tc>
          <w:tcPr>
            <w:tcW w:w="1537" w:type="dxa"/>
            <w:vAlign w:val="center"/>
          </w:tcPr>
          <w:p w14:paraId="2D76C47D" w14:textId="77777777" w:rsidR="00CD26EA" w:rsidRPr="00DE0F0E" w:rsidRDefault="00CD26EA" w:rsidP="00CD26EA">
            <w:pPr>
              <w:pStyle w:val="TableText"/>
              <w:keepNext/>
              <w:jc w:val="center"/>
              <w:rPr>
                <w:noProof/>
                <w:sz w:val="16"/>
                <w:szCs w:val="16"/>
                <w:lang w:val="en-CA" w:eastAsia="ko-KR"/>
              </w:rPr>
            </w:pPr>
          </w:p>
        </w:tc>
        <w:tc>
          <w:tcPr>
            <w:tcW w:w="1537" w:type="dxa"/>
            <w:vAlign w:val="center"/>
          </w:tcPr>
          <w:p w14:paraId="405CCA26" w14:textId="77777777" w:rsidR="00CD26EA" w:rsidRPr="00DE0F0E" w:rsidRDefault="00CD26EA" w:rsidP="00CD26EA">
            <w:pPr>
              <w:pStyle w:val="TableText"/>
              <w:keepNext/>
              <w:jc w:val="center"/>
              <w:rPr>
                <w:noProof/>
                <w:sz w:val="16"/>
                <w:szCs w:val="16"/>
                <w:lang w:val="en-CA" w:eastAsia="ko-KR"/>
              </w:rPr>
            </w:pPr>
          </w:p>
        </w:tc>
        <w:tc>
          <w:tcPr>
            <w:tcW w:w="1538" w:type="dxa"/>
            <w:vAlign w:val="center"/>
          </w:tcPr>
          <w:p w14:paraId="42C3EC5F" w14:textId="77777777" w:rsidR="00CD26EA" w:rsidRPr="00DE0F0E" w:rsidRDefault="00CD26EA" w:rsidP="00CD26EA">
            <w:pPr>
              <w:pStyle w:val="TableText"/>
              <w:keepNext/>
              <w:jc w:val="center"/>
              <w:rPr>
                <w:noProof/>
                <w:sz w:val="16"/>
                <w:szCs w:val="16"/>
                <w:lang w:val="en-CA" w:eastAsia="ko-KR"/>
              </w:rPr>
            </w:pPr>
          </w:p>
        </w:tc>
      </w:tr>
      <w:tr w:rsidR="00CD26EA" w:rsidRPr="00DE0F0E" w14:paraId="36F82EA2" w14:textId="77777777" w:rsidTr="00266033">
        <w:trPr>
          <w:gridAfter w:val="1"/>
          <w:wAfter w:w="6" w:type="dxa"/>
          <w:cantSplit/>
          <w:trHeight w:val="290"/>
          <w:jc w:val="center"/>
        </w:trPr>
        <w:tc>
          <w:tcPr>
            <w:tcW w:w="1635" w:type="dxa"/>
            <w:vMerge/>
          </w:tcPr>
          <w:p w14:paraId="1C8AEC49"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18977461"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zh-CN"/>
              </w:rPr>
              <w:t>cu_sbt_flag</w:t>
            </w:r>
          </w:p>
        </w:tc>
        <w:tc>
          <w:tcPr>
            <w:tcW w:w="914" w:type="dxa"/>
          </w:tcPr>
          <w:p w14:paraId="05586823" w14:textId="77777777" w:rsidR="00CD26EA" w:rsidRPr="00A02AA3" w:rsidRDefault="00CD26EA" w:rsidP="00CD26EA">
            <w:pPr>
              <w:pStyle w:val="TableText"/>
              <w:keepNext/>
              <w:jc w:val="center"/>
              <w:rPr>
                <w:noProof/>
                <w:sz w:val="16"/>
                <w:szCs w:val="16"/>
                <w:lang w:val="en-CA"/>
              </w:rPr>
            </w:pPr>
          </w:p>
        </w:tc>
        <w:tc>
          <w:tcPr>
            <w:tcW w:w="1537" w:type="dxa"/>
            <w:vAlign w:val="center"/>
          </w:tcPr>
          <w:p w14:paraId="2B9FB15A" w14:textId="77777777" w:rsidR="00CD26EA" w:rsidRPr="00DE0F0E" w:rsidRDefault="00CD26EA" w:rsidP="00CD26EA">
            <w:pPr>
              <w:pStyle w:val="TableText"/>
              <w:keepNext/>
              <w:jc w:val="center"/>
              <w:rPr>
                <w:iCs/>
                <w:noProof/>
                <w:sz w:val="16"/>
                <w:lang w:val="en-CA"/>
              </w:rPr>
            </w:pPr>
          </w:p>
        </w:tc>
        <w:tc>
          <w:tcPr>
            <w:tcW w:w="1537" w:type="dxa"/>
            <w:vAlign w:val="center"/>
          </w:tcPr>
          <w:p w14:paraId="28638ABC" w14:textId="77777777" w:rsidR="00CD26EA" w:rsidRPr="00DE0F0E" w:rsidRDefault="00CD26EA" w:rsidP="00CD26EA">
            <w:pPr>
              <w:pStyle w:val="TableText"/>
              <w:keepNext/>
              <w:jc w:val="center"/>
              <w:rPr>
                <w:iCs/>
                <w:noProof/>
                <w:sz w:val="16"/>
                <w:lang w:val="en-CA"/>
              </w:rPr>
            </w:pPr>
          </w:p>
        </w:tc>
        <w:tc>
          <w:tcPr>
            <w:tcW w:w="1538" w:type="dxa"/>
            <w:vAlign w:val="center"/>
          </w:tcPr>
          <w:p w14:paraId="0DCE1B40" w14:textId="77777777" w:rsidR="00CD26EA" w:rsidRPr="00DE0F0E" w:rsidRDefault="00CD26EA" w:rsidP="00CD26EA">
            <w:pPr>
              <w:pStyle w:val="TableText"/>
              <w:keepNext/>
              <w:jc w:val="center"/>
              <w:rPr>
                <w:iCs/>
                <w:noProof/>
                <w:sz w:val="16"/>
                <w:lang w:val="en-CA"/>
              </w:rPr>
            </w:pPr>
          </w:p>
        </w:tc>
      </w:tr>
      <w:tr w:rsidR="00CD26EA" w:rsidRPr="00DE0F0E" w14:paraId="61502535" w14:textId="77777777" w:rsidTr="00266033">
        <w:trPr>
          <w:gridAfter w:val="1"/>
          <w:wAfter w:w="6" w:type="dxa"/>
          <w:cantSplit/>
          <w:trHeight w:val="290"/>
          <w:jc w:val="center"/>
        </w:trPr>
        <w:tc>
          <w:tcPr>
            <w:tcW w:w="1635" w:type="dxa"/>
            <w:vMerge/>
          </w:tcPr>
          <w:p w14:paraId="6A21C228"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2C227969"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zh-CN"/>
              </w:rPr>
              <w:t>cu_sbt_quad_flag</w:t>
            </w:r>
          </w:p>
        </w:tc>
        <w:tc>
          <w:tcPr>
            <w:tcW w:w="914" w:type="dxa"/>
          </w:tcPr>
          <w:p w14:paraId="419874CE" w14:textId="77777777" w:rsidR="00CD26EA" w:rsidRPr="00A02AA3" w:rsidRDefault="00CD26EA" w:rsidP="00CD26EA">
            <w:pPr>
              <w:pStyle w:val="TableText"/>
              <w:keepNext/>
              <w:jc w:val="center"/>
              <w:rPr>
                <w:noProof/>
                <w:sz w:val="16"/>
                <w:szCs w:val="16"/>
                <w:lang w:val="en-CA"/>
              </w:rPr>
            </w:pPr>
          </w:p>
        </w:tc>
        <w:tc>
          <w:tcPr>
            <w:tcW w:w="1537" w:type="dxa"/>
            <w:vAlign w:val="center"/>
          </w:tcPr>
          <w:p w14:paraId="10C5DD81" w14:textId="77777777" w:rsidR="00CD26EA" w:rsidRPr="00DE0F0E" w:rsidRDefault="00CD26EA" w:rsidP="00CD26EA">
            <w:pPr>
              <w:pStyle w:val="TableText"/>
              <w:keepNext/>
              <w:jc w:val="center"/>
              <w:rPr>
                <w:iCs/>
                <w:noProof/>
                <w:sz w:val="16"/>
                <w:lang w:val="en-CA"/>
              </w:rPr>
            </w:pPr>
          </w:p>
        </w:tc>
        <w:tc>
          <w:tcPr>
            <w:tcW w:w="1537" w:type="dxa"/>
            <w:vAlign w:val="center"/>
          </w:tcPr>
          <w:p w14:paraId="11CF491A" w14:textId="77777777" w:rsidR="00CD26EA" w:rsidRPr="00DE0F0E" w:rsidRDefault="00CD26EA" w:rsidP="00CD26EA">
            <w:pPr>
              <w:pStyle w:val="TableText"/>
              <w:keepNext/>
              <w:jc w:val="center"/>
              <w:rPr>
                <w:iCs/>
                <w:noProof/>
                <w:sz w:val="16"/>
                <w:lang w:val="en-CA"/>
              </w:rPr>
            </w:pPr>
          </w:p>
        </w:tc>
        <w:tc>
          <w:tcPr>
            <w:tcW w:w="1538" w:type="dxa"/>
            <w:vAlign w:val="center"/>
          </w:tcPr>
          <w:p w14:paraId="58341681" w14:textId="77777777" w:rsidR="00CD26EA" w:rsidRPr="00DE0F0E" w:rsidRDefault="00CD26EA" w:rsidP="00CD26EA">
            <w:pPr>
              <w:pStyle w:val="TableText"/>
              <w:keepNext/>
              <w:jc w:val="center"/>
              <w:rPr>
                <w:iCs/>
                <w:noProof/>
                <w:sz w:val="16"/>
                <w:lang w:val="en-CA"/>
              </w:rPr>
            </w:pPr>
          </w:p>
        </w:tc>
      </w:tr>
      <w:tr w:rsidR="00CD26EA" w:rsidRPr="00DE0F0E" w14:paraId="6F2FD7DC" w14:textId="77777777" w:rsidTr="00266033">
        <w:trPr>
          <w:gridAfter w:val="1"/>
          <w:wAfter w:w="6" w:type="dxa"/>
          <w:cantSplit/>
          <w:trHeight w:val="290"/>
          <w:jc w:val="center"/>
        </w:trPr>
        <w:tc>
          <w:tcPr>
            <w:tcW w:w="1635" w:type="dxa"/>
            <w:vMerge/>
          </w:tcPr>
          <w:p w14:paraId="5AB053FE"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39932D23" w14:textId="77777777" w:rsidR="00CD26EA" w:rsidRPr="00DE0F0E" w:rsidRDefault="00CD26EA" w:rsidP="00CD26EA">
            <w:pPr>
              <w:pStyle w:val="TableText"/>
              <w:keepNext/>
              <w:jc w:val="left"/>
              <w:rPr>
                <w:noProof/>
                <w:sz w:val="16"/>
                <w:szCs w:val="16"/>
                <w:lang w:val="en-CA" w:eastAsia="ko-KR"/>
              </w:rPr>
            </w:pPr>
            <w:r w:rsidRPr="00DE0F0E">
              <w:rPr>
                <w:noProof/>
                <w:sz w:val="16"/>
                <w:szCs w:val="16"/>
                <w:lang w:val="en-CA" w:eastAsia="zh-CN"/>
              </w:rPr>
              <w:t>cu_sbt_horizontal_flag</w:t>
            </w:r>
          </w:p>
        </w:tc>
        <w:tc>
          <w:tcPr>
            <w:tcW w:w="914" w:type="dxa"/>
          </w:tcPr>
          <w:p w14:paraId="5E3766D6" w14:textId="77777777" w:rsidR="00CD26EA" w:rsidRPr="00A02AA3" w:rsidRDefault="00CD26EA" w:rsidP="00CD26EA">
            <w:pPr>
              <w:pStyle w:val="TableText"/>
              <w:keepNext/>
              <w:jc w:val="center"/>
              <w:rPr>
                <w:noProof/>
                <w:sz w:val="16"/>
                <w:szCs w:val="16"/>
                <w:lang w:val="en-CA"/>
              </w:rPr>
            </w:pPr>
          </w:p>
        </w:tc>
        <w:tc>
          <w:tcPr>
            <w:tcW w:w="1537" w:type="dxa"/>
            <w:vAlign w:val="center"/>
          </w:tcPr>
          <w:p w14:paraId="0E7118C1" w14:textId="77777777" w:rsidR="00CD26EA" w:rsidRPr="00DE0F0E" w:rsidRDefault="00CD26EA" w:rsidP="00CD26EA">
            <w:pPr>
              <w:pStyle w:val="TableText"/>
              <w:keepNext/>
              <w:jc w:val="center"/>
              <w:rPr>
                <w:iCs/>
                <w:noProof/>
                <w:sz w:val="16"/>
                <w:lang w:val="en-CA"/>
              </w:rPr>
            </w:pPr>
          </w:p>
        </w:tc>
        <w:tc>
          <w:tcPr>
            <w:tcW w:w="1537" w:type="dxa"/>
            <w:vAlign w:val="center"/>
          </w:tcPr>
          <w:p w14:paraId="23CF6501" w14:textId="77777777" w:rsidR="00CD26EA" w:rsidRPr="00DE0F0E" w:rsidRDefault="00CD26EA" w:rsidP="00CD26EA">
            <w:pPr>
              <w:pStyle w:val="TableText"/>
              <w:keepNext/>
              <w:jc w:val="center"/>
              <w:rPr>
                <w:iCs/>
                <w:noProof/>
                <w:sz w:val="16"/>
                <w:lang w:val="en-CA"/>
              </w:rPr>
            </w:pPr>
          </w:p>
        </w:tc>
        <w:tc>
          <w:tcPr>
            <w:tcW w:w="1538" w:type="dxa"/>
            <w:vAlign w:val="center"/>
          </w:tcPr>
          <w:p w14:paraId="66629660" w14:textId="77777777" w:rsidR="00CD26EA" w:rsidRPr="00DE0F0E" w:rsidRDefault="00CD26EA" w:rsidP="00CD26EA">
            <w:pPr>
              <w:pStyle w:val="TableText"/>
              <w:keepNext/>
              <w:jc w:val="center"/>
              <w:rPr>
                <w:iCs/>
                <w:noProof/>
                <w:sz w:val="16"/>
                <w:lang w:val="en-CA"/>
              </w:rPr>
            </w:pPr>
          </w:p>
        </w:tc>
      </w:tr>
      <w:tr w:rsidR="00CD26EA" w:rsidRPr="00DE0F0E" w14:paraId="3530FD6A" w14:textId="77777777" w:rsidTr="00266033">
        <w:trPr>
          <w:gridAfter w:val="1"/>
          <w:wAfter w:w="6" w:type="dxa"/>
          <w:cantSplit/>
          <w:trHeight w:val="290"/>
          <w:jc w:val="center"/>
        </w:trPr>
        <w:tc>
          <w:tcPr>
            <w:tcW w:w="1635" w:type="dxa"/>
            <w:vMerge/>
          </w:tcPr>
          <w:p w14:paraId="1978FDD9" w14:textId="77777777" w:rsidR="00CD26EA" w:rsidRPr="00DE0F0E" w:rsidRDefault="00CD26EA" w:rsidP="00CD26EA">
            <w:pPr>
              <w:pStyle w:val="TableText"/>
              <w:keepNext/>
              <w:jc w:val="left"/>
              <w:rPr>
                <w:noProof/>
                <w:sz w:val="16"/>
                <w:szCs w:val="16"/>
                <w:lang w:val="en-CA" w:eastAsia="ko-KR"/>
              </w:rPr>
            </w:pPr>
          </w:p>
        </w:tc>
        <w:tc>
          <w:tcPr>
            <w:tcW w:w="2411" w:type="dxa"/>
            <w:vAlign w:val="center"/>
          </w:tcPr>
          <w:p w14:paraId="51AF2919" w14:textId="77777777" w:rsidR="00CD26EA" w:rsidRPr="00DE0F0E" w:rsidRDefault="00CD26EA" w:rsidP="00CD26EA">
            <w:pPr>
              <w:pStyle w:val="TableText"/>
              <w:keepLines w:val="0"/>
              <w:jc w:val="left"/>
              <w:rPr>
                <w:noProof/>
                <w:sz w:val="16"/>
                <w:szCs w:val="16"/>
                <w:lang w:val="en-CA" w:eastAsia="ko-KR"/>
              </w:rPr>
            </w:pPr>
            <w:r w:rsidRPr="00DE0F0E">
              <w:rPr>
                <w:noProof/>
                <w:sz w:val="16"/>
                <w:szCs w:val="16"/>
                <w:lang w:val="en-CA" w:eastAsia="zh-CN"/>
              </w:rPr>
              <w:t>cu_sbt_pos_flag</w:t>
            </w:r>
          </w:p>
        </w:tc>
        <w:tc>
          <w:tcPr>
            <w:tcW w:w="914" w:type="dxa"/>
          </w:tcPr>
          <w:p w14:paraId="47C897EC" w14:textId="77777777" w:rsidR="00CD26EA" w:rsidRPr="00A02AA3" w:rsidRDefault="00CD26EA" w:rsidP="00CD26EA">
            <w:pPr>
              <w:pStyle w:val="TableText"/>
              <w:keepLines w:val="0"/>
              <w:jc w:val="center"/>
              <w:rPr>
                <w:noProof/>
                <w:sz w:val="16"/>
                <w:szCs w:val="16"/>
                <w:lang w:val="en-CA"/>
              </w:rPr>
            </w:pPr>
          </w:p>
        </w:tc>
        <w:tc>
          <w:tcPr>
            <w:tcW w:w="1537" w:type="dxa"/>
            <w:vAlign w:val="center"/>
          </w:tcPr>
          <w:p w14:paraId="75790B87" w14:textId="77777777" w:rsidR="00CD26EA" w:rsidRPr="00DE0F0E" w:rsidRDefault="00CD26EA" w:rsidP="00CD26EA">
            <w:pPr>
              <w:pStyle w:val="TableText"/>
              <w:keepLines w:val="0"/>
              <w:jc w:val="center"/>
              <w:rPr>
                <w:iCs/>
                <w:noProof/>
                <w:sz w:val="16"/>
                <w:lang w:val="en-CA"/>
              </w:rPr>
            </w:pPr>
          </w:p>
        </w:tc>
        <w:tc>
          <w:tcPr>
            <w:tcW w:w="1537" w:type="dxa"/>
            <w:vAlign w:val="center"/>
          </w:tcPr>
          <w:p w14:paraId="3FBC2F3B" w14:textId="77777777" w:rsidR="00CD26EA" w:rsidRPr="00DE0F0E" w:rsidRDefault="00CD26EA" w:rsidP="00CD26EA">
            <w:pPr>
              <w:pStyle w:val="TableText"/>
              <w:keepLines w:val="0"/>
              <w:jc w:val="center"/>
              <w:rPr>
                <w:iCs/>
                <w:noProof/>
                <w:sz w:val="16"/>
                <w:lang w:val="en-CA"/>
              </w:rPr>
            </w:pPr>
          </w:p>
        </w:tc>
        <w:tc>
          <w:tcPr>
            <w:tcW w:w="1538" w:type="dxa"/>
            <w:vAlign w:val="center"/>
          </w:tcPr>
          <w:p w14:paraId="316CC792" w14:textId="77777777" w:rsidR="00CD26EA" w:rsidRPr="00DE0F0E" w:rsidRDefault="00CD26EA" w:rsidP="00CD26EA">
            <w:pPr>
              <w:pStyle w:val="TableText"/>
              <w:keepLines w:val="0"/>
              <w:jc w:val="center"/>
              <w:rPr>
                <w:iCs/>
                <w:noProof/>
                <w:sz w:val="16"/>
                <w:lang w:val="en-CA"/>
              </w:rPr>
            </w:pPr>
          </w:p>
        </w:tc>
      </w:tr>
    </w:tbl>
    <w:p w14:paraId="4D7D00BB" w14:textId="77777777" w:rsidR="00822405" w:rsidRPr="00DE0F0E" w:rsidRDefault="00822405" w:rsidP="00822405">
      <w:pPr>
        <w:rPr>
          <w:noProof/>
          <w:lang w:val="en-CA"/>
        </w:rPr>
      </w:pPr>
      <w:bookmarkStart w:id="5" w:name="_Ref24979544"/>
      <w:bookmarkStart w:id="6" w:name="_Toc27218362"/>
      <w:bookmarkEnd w:id="1"/>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822405" w:rsidRPr="00DE0F0E" w14:paraId="2A763E46" w14:textId="77777777" w:rsidTr="00A930C1">
        <w:trPr>
          <w:cantSplit/>
          <w:tblHeader/>
          <w:jc w:val="center"/>
        </w:trPr>
        <w:tc>
          <w:tcPr>
            <w:tcW w:w="9470" w:type="dxa"/>
            <w:gridSpan w:val="4"/>
            <w:tcBorders>
              <w:top w:val="nil"/>
              <w:left w:val="nil"/>
              <w:right w:val="nil"/>
            </w:tcBorders>
          </w:tcPr>
          <w:p w14:paraId="4F91E11F" w14:textId="0059D1CF" w:rsidR="00822405" w:rsidRPr="00DE0F0E" w:rsidRDefault="00822405" w:rsidP="00D76066">
            <w:pPr>
              <w:pStyle w:val="Caption"/>
              <w:rPr>
                <w:b w:val="0"/>
                <w:bCs w:val="0"/>
                <w:noProof/>
                <w:sz w:val="16"/>
                <w:lang w:val="en-CA"/>
              </w:rPr>
            </w:pPr>
            <w:bookmarkStart w:id="7" w:name="_Ref348982529"/>
            <w:bookmarkStart w:id="8" w:name="_Ref348982525"/>
            <w:bookmarkStart w:id="9" w:name="_Toc415476494"/>
            <w:bookmarkStart w:id="10" w:name="_Toc423602544"/>
            <w:bookmarkStart w:id="11" w:name="_Toc423602718"/>
            <w:bookmarkStart w:id="12" w:name="_Toc501130619"/>
            <w:bookmarkStart w:id="13" w:name="_Toc503770627"/>
            <w:bookmarkStart w:id="14" w:name="_Ref36263687"/>
            <w:bookmarkStart w:id="15" w:name="_Ref36264235"/>
            <w:bookmarkStart w:id="16" w:name="_Toc77680555"/>
            <w:bookmarkStart w:id="17" w:name="_Toc226456744"/>
            <w:bookmarkStart w:id="18" w:name="_Toc248045379"/>
            <w:bookmarkStart w:id="19" w:name="_Toc259021489"/>
            <w:bookmarkStart w:id="20" w:name="_Toc311219994"/>
            <w:bookmarkStart w:id="21" w:name="_Toc317198839"/>
            <w:bookmarkStart w:id="22" w:name="_Ref325473970"/>
            <w:bookmarkStart w:id="23" w:name="_Ref328759133"/>
            <w:bookmarkEnd w:id="5"/>
            <w:bookmarkEnd w:id="6"/>
            <w:r w:rsidRPr="00DE0F0E">
              <w:rPr>
                <w:noProof/>
                <w:lang w:val="en-CA"/>
              </w:rPr>
              <w:lastRenderedPageBreak/>
              <w:t>Table </w:t>
            </w:r>
            <w:r w:rsidR="007F6735" w:rsidRPr="00DE0F0E">
              <w:rPr>
                <w:noProof/>
                <w:lang w:val="en-CA"/>
              </w:rPr>
              <w:fldChar w:fldCharType="begin" w:fldLock="1"/>
            </w:r>
            <w:r w:rsidR="007F6735" w:rsidRPr="00DE0F0E">
              <w:rPr>
                <w:noProof/>
                <w:lang w:val="en-CA"/>
              </w:rPr>
              <w:instrText xml:space="preserve"> STYLEREF 1 \s </w:instrText>
            </w:r>
            <w:r w:rsidR="007F6735" w:rsidRPr="00DE0F0E">
              <w:rPr>
                <w:noProof/>
                <w:lang w:val="en-CA"/>
              </w:rPr>
              <w:fldChar w:fldCharType="separate"/>
            </w:r>
            <w:r w:rsidR="0069477F">
              <w:rPr>
                <w:noProof/>
                <w:lang w:val="en-CA"/>
              </w:rPr>
              <w:t>9</w:t>
            </w:r>
            <w:r w:rsidR="007F6735" w:rsidRPr="00DE0F0E">
              <w:rPr>
                <w:noProof/>
                <w:lang w:val="en-CA"/>
              </w:rPr>
              <w:fldChar w:fldCharType="end"/>
            </w:r>
            <w:r w:rsidR="007F6735" w:rsidRPr="00DE0F0E">
              <w:rPr>
                <w:noProof/>
                <w:lang w:val="en-CA"/>
              </w:rPr>
              <w:noBreakHyphen/>
            </w:r>
            <w:r w:rsidR="007F6735" w:rsidRPr="00DE0F0E">
              <w:rPr>
                <w:noProof/>
                <w:lang w:val="en-CA"/>
              </w:rPr>
              <w:fldChar w:fldCharType="begin" w:fldLock="1"/>
            </w:r>
            <w:r w:rsidR="007F6735" w:rsidRPr="00DE0F0E">
              <w:rPr>
                <w:noProof/>
                <w:lang w:val="en-CA"/>
              </w:rPr>
              <w:instrText xml:space="preserve"> SEQ Table \* ARABIC \s 1 </w:instrText>
            </w:r>
            <w:r w:rsidR="007F6735" w:rsidRPr="00DE0F0E">
              <w:rPr>
                <w:noProof/>
                <w:lang w:val="en-CA"/>
              </w:rPr>
              <w:fldChar w:fldCharType="separate"/>
            </w:r>
            <w:r w:rsidR="0069477F">
              <w:rPr>
                <w:noProof/>
                <w:lang w:val="en-CA"/>
              </w:rPr>
              <w:t>9</w:t>
            </w:r>
            <w:r w:rsidR="007F6735" w:rsidRPr="00DE0F0E">
              <w:rPr>
                <w:noProof/>
                <w:lang w:val="en-CA"/>
              </w:rPr>
              <w:fldChar w:fldCharType="end"/>
            </w:r>
            <w:bookmarkEnd w:id="7"/>
            <w:r w:rsidRPr="00DE0F0E">
              <w:rPr>
                <w:noProof/>
                <w:lang w:val="en-CA"/>
              </w:rPr>
              <w:t xml:space="preserve"> – Syntax elements and associated binarization</w:t>
            </w:r>
            <w:bookmarkEnd w:id="8"/>
            <w:r w:rsidRPr="00DE0F0E">
              <w:rPr>
                <w:noProof/>
                <w:lang w:val="en-CA"/>
              </w:rPr>
              <w:t>s</w:t>
            </w:r>
            <w:bookmarkEnd w:id="9"/>
            <w:bookmarkEnd w:id="10"/>
            <w:bookmarkEnd w:id="11"/>
            <w:bookmarkEnd w:id="12"/>
            <w:bookmarkEnd w:id="13"/>
          </w:p>
        </w:tc>
      </w:tr>
      <w:tr w:rsidR="00822405" w:rsidRPr="00DE0F0E" w14:paraId="1D823BA1" w14:textId="77777777" w:rsidTr="00A930C1">
        <w:trPr>
          <w:cantSplit/>
          <w:tblHeader/>
          <w:jc w:val="center"/>
        </w:trPr>
        <w:tc>
          <w:tcPr>
            <w:tcW w:w="1635" w:type="dxa"/>
            <w:vMerge w:val="restart"/>
          </w:tcPr>
          <w:p w14:paraId="153FDF5F" w14:textId="77777777" w:rsidR="00822405" w:rsidRPr="00DE0F0E" w:rsidRDefault="00822405" w:rsidP="00D76066">
            <w:pPr>
              <w:pStyle w:val="TableText"/>
              <w:keepNext/>
              <w:jc w:val="center"/>
              <w:rPr>
                <w:b/>
                <w:bCs/>
                <w:noProof/>
                <w:sz w:val="16"/>
                <w:lang w:val="en-CA"/>
              </w:rPr>
            </w:pPr>
            <w:r w:rsidRPr="00DE0F0E">
              <w:rPr>
                <w:b/>
                <w:bCs/>
                <w:noProof/>
                <w:sz w:val="16"/>
                <w:lang w:val="en-CA"/>
              </w:rPr>
              <w:t>Syntax structure</w:t>
            </w:r>
          </w:p>
        </w:tc>
        <w:tc>
          <w:tcPr>
            <w:tcW w:w="2411" w:type="dxa"/>
            <w:vMerge w:val="restart"/>
          </w:tcPr>
          <w:p w14:paraId="4E68EE1E" w14:textId="77777777" w:rsidR="00822405" w:rsidRPr="00DE0F0E" w:rsidRDefault="00822405" w:rsidP="00D76066">
            <w:pPr>
              <w:pStyle w:val="TableText"/>
              <w:keepNext/>
              <w:jc w:val="center"/>
              <w:rPr>
                <w:b/>
                <w:bCs/>
                <w:noProof/>
                <w:sz w:val="16"/>
                <w:lang w:val="en-CA"/>
              </w:rPr>
            </w:pPr>
            <w:r w:rsidRPr="00DE0F0E">
              <w:rPr>
                <w:b/>
                <w:bCs/>
                <w:noProof/>
                <w:sz w:val="16"/>
                <w:lang w:val="en-CA"/>
              </w:rPr>
              <w:t>Syntax element</w:t>
            </w:r>
          </w:p>
        </w:tc>
        <w:tc>
          <w:tcPr>
            <w:tcW w:w="5424" w:type="dxa"/>
            <w:gridSpan w:val="2"/>
          </w:tcPr>
          <w:p w14:paraId="2A83CDFD" w14:textId="77777777" w:rsidR="00822405" w:rsidRPr="00DE0F0E" w:rsidRDefault="00822405" w:rsidP="00D76066">
            <w:pPr>
              <w:pStyle w:val="TableText"/>
              <w:keepNext/>
              <w:jc w:val="center"/>
              <w:rPr>
                <w:b/>
                <w:bCs/>
                <w:noProof/>
                <w:sz w:val="16"/>
                <w:lang w:val="en-CA"/>
              </w:rPr>
            </w:pPr>
            <w:r w:rsidRPr="00DE0F0E">
              <w:rPr>
                <w:b/>
                <w:bCs/>
                <w:noProof/>
                <w:sz w:val="16"/>
                <w:lang w:val="en-CA"/>
              </w:rPr>
              <w:t>Binarization</w:t>
            </w:r>
          </w:p>
        </w:tc>
      </w:tr>
      <w:tr w:rsidR="00822405" w:rsidRPr="00DE0F0E" w14:paraId="200D4729" w14:textId="77777777" w:rsidTr="00A930C1">
        <w:trPr>
          <w:cantSplit/>
          <w:tblHeader/>
          <w:jc w:val="center"/>
        </w:trPr>
        <w:tc>
          <w:tcPr>
            <w:tcW w:w="1635" w:type="dxa"/>
            <w:vMerge/>
          </w:tcPr>
          <w:p w14:paraId="2836455D" w14:textId="77777777" w:rsidR="00822405" w:rsidRPr="00DE0F0E" w:rsidRDefault="00822405" w:rsidP="00D76066">
            <w:pPr>
              <w:pStyle w:val="TableText"/>
              <w:keepNext/>
              <w:jc w:val="center"/>
              <w:rPr>
                <w:b/>
                <w:bCs/>
                <w:noProof/>
                <w:sz w:val="16"/>
                <w:lang w:val="en-CA"/>
              </w:rPr>
            </w:pPr>
          </w:p>
        </w:tc>
        <w:tc>
          <w:tcPr>
            <w:tcW w:w="2411" w:type="dxa"/>
            <w:vMerge/>
            <w:vAlign w:val="center"/>
          </w:tcPr>
          <w:p w14:paraId="450FCB44" w14:textId="77777777" w:rsidR="00822405" w:rsidRPr="00DE0F0E" w:rsidRDefault="00822405" w:rsidP="00D76066">
            <w:pPr>
              <w:pStyle w:val="TableText"/>
              <w:keepNext/>
              <w:jc w:val="center"/>
              <w:rPr>
                <w:b/>
                <w:bCs/>
                <w:noProof/>
                <w:sz w:val="16"/>
                <w:lang w:val="en-CA"/>
              </w:rPr>
            </w:pPr>
          </w:p>
        </w:tc>
        <w:tc>
          <w:tcPr>
            <w:tcW w:w="812" w:type="dxa"/>
          </w:tcPr>
          <w:p w14:paraId="09F5B850" w14:textId="77777777" w:rsidR="00822405" w:rsidRPr="00DE0F0E" w:rsidRDefault="00822405" w:rsidP="00D76066">
            <w:pPr>
              <w:pStyle w:val="TableText"/>
              <w:keepNext/>
              <w:jc w:val="center"/>
              <w:rPr>
                <w:b/>
                <w:bCs/>
                <w:noProof/>
                <w:sz w:val="16"/>
                <w:lang w:val="en-CA"/>
              </w:rPr>
            </w:pPr>
            <w:r w:rsidRPr="00DE0F0E">
              <w:rPr>
                <w:b/>
                <w:bCs/>
                <w:noProof/>
                <w:sz w:val="16"/>
                <w:lang w:val="en-CA"/>
              </w:rPr>
              <w:t>Process</w:t>
            </w:r>
          </w:p>
        </w:tc>
        <w:tc>
          <w:tcPr>
            <w:tcW w:w="4612" w:type="dxa"/>
            <w:vAlign w:val="center"/>
          </w:tcPr>
          <w:p w14:paraId="32AC88EA" w14:textId="77777777" w:rsidR="00822405" w:rsidRPr="00DE0F0E" w:rsidRDefault="00822405" w:rsidP="00D76066">
            <w:pPr>
              <w:pStyle w:val="TableText"/>
              <w:keepNext/>
              <w:jc w:val="center"/>
              <w:rPr>
                <w:b/>
                <w:bCs/>
                <w:noProof/>
                <w:sz w:val="16"/>
                <w:lang w:val="en-CA"/>
              </w:rPr>
            </w:pPr>
            <w:r w:rsidRPr="00DE0F0E">
              <w:rPr>
                <w:b/>
                <w:bCs/>
                <w:noProof/>
                <w:sz w:val="16"/>
                <w:lang w:val="en-CA"/>
              </w:rPr>
              <w:t>Input parameters</w:t>
            </w:r>
          </w:p>
        </w:tc>
      </w:tr>
      <w:tr w:rsidR="00007B5E" w:rsidRPr="00DE0F0E" w14:paraId="34242F0C" w14:textId="77777777" w:rsidTr="00A930C1">
        <w:trPr>
          <w:cantSplit/>
          <w:trHeight w:val="290"/>
          <w:jc w:val="center"/>
        </w:trPr>
        <w:tc>
          <w:tcPr>
            <w:tcW w:w="1635" w:type="dxa"/>
            <w:vMerge w:val="restart"/>
          </w:tcPr>
          <w:p w14:paraId="1CE1074D" w14:textId="77777777" w:rsidR="00007B5E" w:rsidRPr="00DE0F0E" w:rsidRDefault="00007B5E" w:rsidP="00170E99">
            <w:pPr>
              <w:pStyle w:val="TableText"/>
              <w:keepNext/>
              <w:jc w:val="left"/>
              <w:rPr>
                <w:bCs/>
                <w:noProof/>
                <w:sz w:val="16"/>
                <w:szCs w:val="16"/>
                <w:lang w:val="en-CA"/>
              </w:rPr>
            </w:pPr>
            <w:r w:rsidRPr="00DE0F0E">
              <w:rPr>
                <w:bCs/>
                <w:noProof/>
                <w:sz w:val="16"/>
                <w:szCs w:val="16"/>
                <w:lang w:val="en-CA"/>
              </w:rPr>
              <w:t>coding_unit( )</w:t>
            </w:r>
          </w:p>
        </w:tc>
        <w:tc>
          <w:tcPr>
            <w:tcW w:w="2411" w:type="dxa"/>
            <w:vAlign w:val="center"/>
          </w:tcPr>
          <w:p w14:paraId="7FE1D7B1" w14:textId="77777777" w:rsidR="00007B5E" w:rsidRPr="00DE0F0E" w:rsidRDefault="00007B5E" w:rsidP="00170E99">
            <w:pPr>
              <w:pStyle w:val="TableText"/>
              <w:keepNext/>
              <w:jc w:val="left"/>
              <w:rPr>
                <w:bCs/>
                <w:noProof/>
                <w:sz w:val="16"/>
                <w:szCs w:val="16"/>
                <w:lang w:val="en-CA"/>
              </w:rPr>
            </w:pPr>
            <w:r w:rsidRPr="00DE0F0E">
              <w:rPr>
                <w:noProof/>
                <w:sz w:val="16"/>
                <w:szCs w:val="16"/>
                <w:lang w:val="en-CA" w:eastAsia="ko-KR"/>
              </w:rPr>
              <w:t>cu_skip_flag</w:t>
            </w:r>
            <w:r w:rsidRPr="00DE0F0E">
              <w:rPr>
                <w:rFonts w:eastAsia="PMingLiU"/>
                <w:noProof/>
                <w:sz w:val="16"/>
                <w:szCs w:val="16"/>
                <w:lang w:val="en-CA" w:eastAsia="zh-TW"/>
              </w:rPr>
              <w:t>[ ][ ]</w:t>
            </w:r>
          </w:p>
        </w:tc>
        <w:tc>
          <w:tcPr>
            <w:tcW w:w="812" w:type="dxa"/>
          </w:tcPr>
          <w:p w14:paraId="161CAB22" w14:textId="77777777" w:rsidR="00007B5E" w:rsidRPr="00DE0F0E" w:rsidRDefault="00007B5E" w:rsidP="00170E99">
            <w:pPr>
              <w:pStyle w:val="TableText"/>
              <w:keepNext/>
              <w:jc w:val="left"/>
              <w:rPr>
                <w:bCs/>
                <w:noProof/>
                <w:sz w:val="16"/>
                <w:szCs w:val="16"/>
                <w:lang w:val="en-CA"/>
              </w:rPr>
            </w:pPr>
            <w:r w:rsidRPr="00DE0F0E">
              <w:rPr>
                <w:noProof/>
                <w:sz w:val="16"/>
                <w:szCs w:val="16"/>
                <w:lang w:val="en-CA"/>
              </w:rPr>
              <w:t>FL</w:t>
            </w:r>
          </w:p>
        </w:tc>
        <w:tc>
          <w:tcPr>
            <w:tcW w:w="4612" w:type="dxa"/>
            <w:vAlign w:val="center"/>
          </w:tcPr>
          <w:p w14:paraId="64DE02F4" w14:textId="77777777" w:rsidR="00007B5E" w:rsidRPr="00DE0F0E" w:rsidRDefault="00007B5E" w:rsidP="00170E99">
            <w:pPr>
              <w:pStyle w:val="TableText"/>
              <w:keepNext/>
              <w:jc w:val="left"/>
              <w:rPr>
                <w:bCs/>
                <w:noProof/>
                <w:sz w:val="16"/>
                <w:szCs w:val="16"/>
                <w:lang w:val="en-CA"/>
              </w:rPr>
            </w:pPr>
            <w:r w:rsidRPr="00DE0F0E">
              <w:rPr>
                <w:bCs/>
                <w:noProof/>
                <w:sz w:val="16"/>
                <w:szCs w:val="16"/>
                <w:lang w:val="en-CA"/>
              </w:rPr>
              <w:t>cMax = 1</w:t>
            </w:r>
          </w:p>
        </w:tc>
      </w:tr>
      <w:tr w:rsidR="00254A70" w:rsidRPr="00DE0F0E" w14:paraId="07B7E37F" w14:textId="77777777" w:rsidTr="008770AA">
        <w:trPr>
          <w:cantSplit/>
          <w:trHeight w:val="290"/>
          <w:jc w:val="center"/>
        </w:trPr>
        <w:tc>
          <w:tcPr>
            <w:tcW w:w="1635" w:type="dxa"/>
            <w:vMerge/>
          </w:tcPr>
          <w:p w14:paraId="0DB020E0" w14:textId="77777777" w:rsidR="00254A70" w:rsidRPr="00DE0F0E" w:rsidRDefault="00254A70" w:rsidP="00254A70">
            <w:pPr>
              <w:pStyle w:val="TableText"/>
              <w:keepNext/>
              <w:jc w:val="left"/>
              <w:rPr>
                <w:bCs/>
                <w:noProof/>
                <w:sz w:val="16"/>
                <w:szCs w:val="16"/>
                <w:lang w:val="en-CA"/>
              </w:rPr>
            </w:pPr>
          </w:p>
        </w:tc>
        <w:tc>
          <w:tcPr>
            <w:tcW w:w="2411" w:type="dxa"/>
          </w:tcPr>
          <w:p w14:paraId="38E9F08A" w14:textId="2BD63625" w:rsidR="00254A70" w:rsidRPr="00DE0F0E" w:rsidRDefault="00254A70" w:rsidP="00254A70">
            <w:pPr>
              <w:pStyle w:val="TableText"/>
              <w:keepNext/>
              <w:jc w:val="left"/>
              <w:rPr>
                <w:noProof/>
                <w:sz w:val="16"/>
                <w:szCs w:val="16"/>
                <w:lang w:val="en-CA" w:eastAsia="ko-KR"/>
              </w:rPr>
            </w:pPr>
            <w:r w:rsidRPr="00DE0F0E">
              <w:rPr>
                <w:noProof/>
                <w:sz w:val="16"/>
                <w:szCs w:val="16"/>
                <w:lang w:val="en-CA" w:eastAsia="ko-KR"/>
              </w:rPr>
              <w:t>pred_mode_ibc_flag</w:t>
            </w:r>
          </w:p>
        </w:tc>
        <w:tc>
          <w:tcPr>
            <w:tcW w:w="812" w:type="dxa"/>
          </w:tcPr>
          <w:p w14:paraId="01BDBCB2" w14:textId="4D74C5F2" w:rsidR="00254A70" w:rsidRPr="00DE0F0E" w:rsidRDefault="00254A70" w:rsidP="00254A70">
            <w:pPr>
              <w:pStyle w:val="TableText"/>
              <w:keepNext/>
              <w:jc w:val="left"/>
              <w:rPr>
                <w:noProof/>
                <w:sz w:val="16"/>
                <w:szCs w:val="16"/>
                <w:lang w:val="en-CA"/>
              </w:rPr>
            </w:pPr>
            <w:r w:rsidRPr="00DE0F0E">
              <w:rPr>
                <w:noProof/>
                <w:sz w:val="16"/>
                <w:szCs w:val="16"/>
                <w:lang w:val="en-CA"/>
              </w:rPr>
              <w:t>FL</w:t>
            </w:r>
          </w:p>
        </w:tc>
        <w:tc>
          <w:tcPr>
            <w:tcW w:w="4612" w:type="dxa"/>
            <w:vAlign w:val="center"/>
          </w:tcPr>
          <w:p w14:paraId="66FCB4FB" w14:textId="47B6D08D" w:rsidR="00254A70" w:rsidRPr="00DE0F0E" w:rsidRDefault="00254A70" w:rsidP="00254A70">
            <w:pPr>
              <w:pStyle w:val="TableText"/>
              <w:keepNext/>
              <w:jc w:val="left"/>
              <w:rPr>
                <w:bCs/>
                <w:noProof/>
                <w:sz w:val="16"/>
                <w:szCs w:val="16"/>
                <w:lang w:val="en-CA"/>
              </w:rPr>
            </w:pPr>
            <w:r w:rsidRPr="00DE0F0E">
              <w:rPr>
                <w:bCs/>
                <w:noProof/>
                <w:sz w:val="16"/>
                <w:szCs w:val="16"/>
                <w:lang w:val="en-CA"/>
              </w:rPr>
              <w:t>cMax = 1</w:t>
            </w:r>
          </w:p>
        </w:tc>
      </w:tr>
      <w:tr w:rsidR="00007B5E" w:rsidRPr="00DE0F0E" w14:paraId="7115BC76" w14:textId="77777777" w:rsidTr="00A930C1">
        <w:trPr>
          <w:cantSplit/>
          <w:trHeight w:val="290"/>
          <w:jc w:val="center"/>
        </w:trPr>
        <w:tc>
          <w:tcPr>
            <w:tcW w:w="1635" w:type="dxa"/>
            <w:vMerge/>
          </w:tcPr>
          <w:p w14:paraId="6B2DA21E"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50B15308" w14:textId="77777777" w:rsidR="00007B5E" w:rsidRPr="00DE0F0E" w:rsidRDefault="00007B5E" w:rsidP="00170E99">
            <w:pPr>
              <w:pStyle w:val="TableText"/>
              <w:keepNext/>
              <w:jc w:val="left"/>
              <w:rPr>
                <w:noProof/>
                <w:sz w:val="16"/>
                <w:szCs w:val="16"/>
                <w:lang w:val="en-CA" w:eastAsia="ko-KR"/>
              </w:rPr>
            </w:pPr>
            <w:r w:rsidRPr="00DE0F0E">
              <w:rPr>
                <w:noProof/>
                <w:sz w:val="16"/>
                <w:szCs w:val="16"/>
                <w:lang w:val="en-CA" w:eastAsia="ko-KR"/>
              </w:rPr>
              <w:t>pred_mode_flag</w:t>
            </w:r>
          </w:p>
        </w:tc>
        <w:tc>
          <w:tcPr>
            <w:tcW w:w="812" w:type="dxa"/>
          </w:tcPr>
          <w:p w14:paraId="3DCB36BE" w14:textId="77777777" w:rsidR="00007B5E" w:rsidRPr="00DE0F0E" w:rsidRDefault="00007B5E" w:rsidP="00170E99">
            <w:pPr>
              <w:pStyle w:val="TableText"/>
              <w:keepNext/>
              <w:jc w:val="left"/>
              <w:rPr>
                <w:iCs/>
                <w:noProof/>
                <w:sz w:val="16"/>
                <w:szCs w:val="16"/>
                <w:lang w:val="en-CA"/>
              </w:rPr>
            </w:pPr>
            <w:r w:rsidRPr="00DE0F0E">
              <w:rPr>
                <w:noProof/>
                <w:sz w:val="16"/>
                <w:szCs w:val="16"/>
                <w:lang w:val="en-CA"/>
              </w:rPr>
              <w:t>FL</w:t>
            </w:r>
          </w:p>
        </w:tc>
        <w:tc>
          <w:tcPr>
            <w:tcW w:w="4612" w:type="dxa"/>
            <w:vAlign w:val="center"/>
          </w:tcPr>
          <w:p w14:paraId="37FFF2E3" w14:textId="77777777" w:rsidR="00007B5E" w:rsidRPr="00DE0F0E" w:rsidRDefault="00007B5E" w:rsidP="00170E99">
            <w:pPr>
              <w:pStyle w:val="TableText"/>
              <w:keepNext/>
              <w:jc w:val="left"/>
              <w:rPr>
                <w:noProof/>
                <w:sz w:val="16"/>
                <w:szCs w:val="16"/>
                <w:lang w:val="en-CA" w:eastAsia="ko-KR"/>
              </w:rPr>
            </w:pPr>
            <w:r w:rsidRPr="00DE0F0E">
              <w:rPr>
                <w:bCs/>
                <w:noProof/>
                <w:sz w:val="16"/>
                <w:szCs w:val="16"/>
                <w:lang w:val="en-CA"/>
              </w:rPr>
              <w:t>cMax = 1</w:t>
            </w:r>
          </w:p>
        </w:tc>
      </w:tr>
      <w:tr w:rsidR="00007B5E" w:rsidRPr="00DE0F0E" w14:paraId="7803D49D" w14:textId="77777777" w:rsidTr="00A930C1">
        <w:trPr>
          <w:cantSplit/>
          <w:trHeight w:val="290"/>
          <w:jc w:val="center"/>
        </w:trPr>
        <w:tc>
          <w:tcPr>
            <w:tcW w:w="1635" w:type="dxa"/>
            <w:vMerge/>
          </w:tcPr>
          <w:p w14:paraId="3E75425A" w14:textId="77777777" w:rsidR="00007B5E" w:rsidRPr="00DE0F0E" w:rsidRDefault="00007B5E" w:rsidP="004C4D71">
            <w:pPr>
              <w:pStyle w:val="TableText"/>
              <w:keepNext/>
              <w:jc w:val="left"/>
              <w:rPr>
                <w:noProof/>
                <w:sz w:val="16"/>
                <w:szCs w:val="16"/>
                <w:lang w:val="en-CA" w:eastAsia="ko-KR"/>
              </w:rPr>
            </w:pPr>
          </w:p>
        </w:tc>
        <w:tc>
          <w:tcPr>
            <w:tcW w:w="2411" w:type="dxa"/>
            <w:vAlign w:val="center"/>
          </w:tcPr>
          <w:p w14:paraId="337F4419" w14:textId="77D9077B" w:rsidR="00007B5E" w:rsidRPr="00DE0F0E" w:rsidRDefault="00007B5E" w:rsidP="004C4D71">
            <w:pPr>
              <w:pStyle w:val="TableText"/>
              <w:keepNext/>
              <w:jc w:val="left"/>
              <w:rPr>
                <w:noProof/>
                <w:sz w:val="16"/>
                <w:szCs w:val="16"/>
                <w:lang w:val="en-CA" w:eastAsia="ko-KR"/>
              </w:rPr>
            </w:pPr>
            <w:r w:rsidRPr="00DE0F0E">
              <w:rPr>
                <w:noProof/>
                <w:sz w:val="16"/>
                <w:szCs w:val="16"/>
                <w:lang w:val="en-CA" w:eastAsia="ko-KR"/>
              </w:rPr>
              <w:t>pcm_flag</w:t>
            </w:r>
            <w:r w:rsidRPr="00DE0F0E">
              <w:rPr>
                <w:rFonts w:eastAsia="PMingLiU"/>
                <w:noProof/>
                <w:sz w:val="16"/>
                <w:szCs w:val="16"/>
                <w:lang w:val="en-CA" w:eastAsia="zh-TW"/>
              </w:rPr>
              <w:t>[ ][ ]</w:t>
            </w:r>
          </w:p>
        </w:tc>
        <w:tc>
          <w:tcPr>
            <w:tcW w:w="812" w:type="dxa"/>
          </w:tcPr>
          <w:p w14:paraId="34643EE9" w14:textId="5C00E188" w:rsidR="00007B5E" w:rsidRPr="00DE0F0E" w:rsidRDefault="00007B5E" w:rsidP="004C4D71">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04CE4398" w14:textId="28D91552" w:rsidR="00007B5E" w:rsidRPr="00DE0F0E" w:rsidRDefault="00007B5E" w:rsidP="004C4D71">
            <w:pPr>
              <w:pStyle w:val="TableText"/>
              <w:keepNext/>
              <w:jc w:val="left"/>
              <w:rPr>
                <w:bCs/>
                <w:noProof/>
                <w:sz w:val="16"/>
                <w:szCs w:val="16"/>
                <w:lang w:val="en-CA"/>
              </w:rPr>
            </w:pPr>
            <w:r w:rsidRPr="00DE0F0E">
              <w:rPr>
                <w:bCs/>
                <w:noProof/>
                <w:sz w:val="16"/>
                <w:szCs w:val="16"/>
                <w:lang w:val="en-CA"/>
              </w:rPr>
              <w:t>cMax = 1</w:t>
            </w:r>
          </w:p>
        </w:tc>
      </w:tr>
      <w:tr w:rsidR="00007B5E" w:rsidRPr="00DE0F0E" w14:paraId="543D94F0" w14:textId="77777777" w:rsidTr="00A930C1">
        <w:trPr>
          <w:cantSplit/>
          <w:trHeight w:val="290"/>
          <w:jc w:val="center"/>
        </w:trPr>
        <w:tc>
          <w:tcPr>
            <w:tcW w:w="1635" w:type="dxa"/>
            <w:vMerge/>
          </w:tcPr>
          <w:p w14:paraId="2983C6E4"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3F71E268" w14:textId="193C96C9" w:rsidR="00007B5E" w:rsidRPr="00DE0F0E" w:rsidRDefault="00007B5E" w:rsidP="00170E99">
            <w:pPr>
              <w:pStyle w:val="TableText"/>
              <w:keepNext/>
              <w:jc w:val="left"/>
              <w:rPr>
                <w:noProof/>
                <w:sz w:val="16"/>
                <w:szCs w:val="16"/>
                <w:lang w:val="en-CA" w:eastAsia="ko-KR"/>
              </w:rPr>
            </w:pPr>
            <w:r w:rsidRPr="00DE0F0E">
              <w:rPr>
                <w:noProof/>
                <w:sz w:val="16"/>
                <w:lang w:val="en-CA"/>
              </w:rPr>
              <w:t>intra_luma_ref_idx[ ][ ]</w:t>
            </w:r>
          </w:p>
        </w:tc>
        <w:tc>
          <w:tcPr>
            <w:tcW w:w="812" w:type="dxa"/>
          </w:tcPr>
          <w:p w14:paraId="0F0797DC" w14:textId="0CF255FE" w:rsidR="00007B5E" w:rsidRPr="00DE0F0E" w:rsidRDefault="00007B5E" w:rsidP="00170E99">
            <w:pPr>
              <w:pStyle w:val="TableText"/>
              <w:keepNext/>
              <w:jc w:val="left"/>
              <w:rPr>
                <w:noProof/>
                <w:sz w:val="16"/>
                <w:szCs w:val="16"/>
                <w:lang w:val="en-CA"/>
              </w:rPr>
            </w:pPr>
            <w:r w:rsidRPr="00DE0F0E">
              <w:rPr>
                <w:noProof/>
                <w:sz w:val="16"/>
                <w:szCs w:val="16"/>
                <w:lang w:val="en-CA"/>
              </w:rPr>
              <w:t>TR</w:t>
            </w:r>
          </w:p>
        </w:tc>
        <w:tc>
          <w:tcPr>
            <w:tcW w:w="4612" w:type="dxa"/>
            <w:vAlign w:val="center"/>
          </w:tcPr>
          <w:p w14:paraId="315991DD" w14:textId="47D9A25A" w:rsidR="00007B5E" w:rsidRPr="00DE0F0E" w:rsidRDefault="00007B5E" w:rsidP="00170E99">
            <w:pPr>
              <w:pStyle w:val="TableText"/>
              <w:keepNext/>
              <w:jc w:val="left"/>
              <w:rPr>
                <w:bCs/>
                <w:noProof/>
                <w:sz w:val="16"/>
                <w:szCs w:val="16"/>
                <w:lang w:val="en-CA"/>
              </w:rPr>
            </w:pPr>
            <w:r w:rsidRPr="00DE0F0E">
              <w:rPr>
                <w:noProof/>
                <w:sz w:val="16"/>
                <w:szCs w:val="16"/>
                <w:lang w:val="en-CA" w:eastAsia="ko-KR"/>
              </w:rPr>
              <w:t>cMax = 2</w:t>
            </w:r>
            <w:r w:rsidRPr="00DE0F0E">
              <w:rPr>
                <w:noProof/>
                <w:sz w:val="16"/>
                <w:szCs w:val="16"/>
                <w:lang w:val="en-CA"/>
              </w:rPr>
              <w:t>, cRiceParam = 0</w:t>
            </w:r>
          </w:p>
        </w:tc>
      </w:tr>
      <w:tr w:rsidR="00007B5E" w:rsidRPr="00DE0F0E" w14:paraId="41D0793B" w14:textId="77777777" w:rsidTr="00A930C1">
        <w:trPr>
          <w:cantSplit/>
          <w:trHeight w:val="290"/>
          <w:jc w:val="center"/>
        </w:trPr>
        <w:tc>
          <w:tcPr>
            <w:tcW w:w="1635" w:type="dxa"/>
            <w:vMerge/>
          </w:tcPr>
          <w:p w14:paraId="6B1CBBE2" w14:textId="77777777" w:rsidR="00007B5E" w:rsidRPr="00DE0F0E" w:rsidRDefault="00007B5E" w:rsidP="00497CB3">
            <w:pPr>
              <w:pStyle w:val="TableText"/>
              <w:keepNext/>
              <w:jc w:val="left"/>
              <w:rPr>
                <w:noProof/>
                <w:sz w:val="16"/>
                <w:szCs w:val="16"/>
                <w:lang w:val="en-CA" w:eastAsia="ko-KR"/>
              </w:rPr>
            </w:pPr>
          </w:p>
        </w:tc>
        <w:tc>
          <w:tcPr>
            <w:tcW w:w="2411" w:type="dxa"/>
            <w:vAlign w:val="center"/>
          </w:tcPr>
          <w:p w14:paraId="4860CDC1" w14:textId="6C324E20" w:rsidR="00007B5E" w:rsidRPr="00DE0F0E" w:rsidRDefault="00007B5E" w:rsidP="00497CB3">
            <w:pPr>
              <w:pStyle w:val="TableText"/>
              <w:keepNext/>
              <w:jc w:val="left"/>
              <w:rPr>
                <w:noProof/>
                <w:sz w:val="16"/>
                <w:lang w:val="en-CA"/>
              </w:rPr>
            </w:pPr>
            <w:r w:rsidRPr="00DE0F0E">
              <w:rPr>
                <w:noProof/>
                <w:sz w:val="16"/>
                <w:lang w:val="en-CA"/>
              </w:rPr>
              <w:t>intra_subpartitions_mode_flag</w:t>
            </w:r>
          </w:p>
        </w:tc>
        <w:tc>
          <w:tcPr>
            <w:tcW w:w="812" w:type="dxa"/>
          </w:tcPr>
          <w:p w14:paraId="44C23A4F" w14:textId="60EC0B33" w:rsidR="00007B5E" w:rsidRPr="00DE0F0E" w:rsidRDefault="00007B5E" w:rsidP="00497CB3">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6A43B054" w14:textId="5A767AD1" w:rsidR="00007B5E" w:rsidRPr="00DE0F0E" w:rsidRDefault="00007B5E" w:rsidP="00497CB3">
            <w:pPr>
              <w:pStyle w:val="TableText"/>
              <w:keepNext/>
              <w:jc w:val="left"/>
              <w:rPr>
                <w:noProof/>
                <w:sz w:val="16"/>
                <w:szCs w:val="16"/>
                <w:lang w:val="en-CA" w:eastAsia="ko-KR"/>
              </w:rPr>
            </w:pPr>
            <w:r w:rsidRPr="00DE0F0E">
              <w:rPr>
                <w:bCs/>
                <w:noProof/>
                <w:sz w:val="16"/>
                <w:szCs w:val="16"/>
                <w:lang w:val="en-CA"/>
              </w:rPr>
              <w:t>cMax = 1</w:t>
            </w:r>
          </w:p>
        </w:tc>
      </w:tr>
      <w:tr w:rsidR="00007B5E" w:rsidRPr="00DE0F0E" w14:paraId="5143CF37" w14:textId="77777777" w:rsidTr="00A930C1">
        <w:trPr>
          <w:cantSplit/>
          <w:trHeight w:val="290"/>
          <w:jc w:val="center"/>
        </w:trPr>
        <w:tc>
          <w:tcPr>
            <w:tcW w:w="1635" w:type="dxa"/>
            <w:vMerge/>
          </w:tcPr>
          <w:p w14:paraId="66410670" w14:textId="77777777" w:rsidR="00007B5E" w:rsidRPr="00DE0F0E" w:rsidRDefault="00007B5E" w:rsidP="00497CB3">
            <w:pPr>
              <w:pStyle w:val="TableText"/>
              <w:keepNext/>
              <w:jc w:val="left"/>
              <w:rPr>
                <w:noProof/>
                <w:sz w:val="16"/>
                <w:szCs w:val="16"/>
                <w:lang w:val="en-CA" w:eastAsia="ko-KR"/>
              </w:rPr>
            </w:pPr>
          </w:p>
        </w:tc>
        <w:tc>
          <w:tcPr>
            <w:tcW w:w="2411" w:type="dxa"/>
            <w:vAlign w:val="center"/>
          </w:tcPr>
          <w:p w14:paraId="67A0E594" w14:textId="0964793B" w:rsidR="00007B5E" w:rsidRPr="00DE0F0E" w:rsidRDefault="00007B5E" w:rsidP="00497CB3">
            <w:pPr>
              <w:pStyle w:val="TableText"/>
              <w:keepNext/>
              <w:jc w:val="left"/>
              <w:rPr>
                <w:noProof/>
                <w:sz w:val="16"/>
                <w:lang w:val="en-CA"/>
              </w:rPr>
            </w:pPr>
            <w:r w:rsidRPr="00DE0F0E">
              <w:rPr>
                <w:noProof/>
                <w:sz w:val="16"/>
                <w:lang w:val="en-CA"/>
              </w:rPr>
              <w:t>intra_subpartition</w:t>
            </w:r>
            <w:r w:rsidR="006952B2">
              <w:rPr>
                <w:noProof/>
                <w:sz w:val="16"/>
                <w:lang w:val="en-CA"/>
              </w:rPr>
              <w:t>s</w:t>
            </w:r>
            <w:r w:rsidRPr="00DE0F0E">
              <w:rPr>
                <w:noProof/>
                <w:sz w:val="16"/>
                <w:lang w:val="en-CA"/>
              </w:rPr>
              <w:t>_split_flag</w:t>
            </w:r>
          </w:p>
        </w:tc>
        <w:tc>
          <w:tcPr>
            <w:tcW w:w="812" w:type="dxa"/>
          </w:tcPr>
          <w:p w14:paraId="22945860" w14:textId="11335166" w:rsidR="00007B5E" w:rsidRPr="00DE0F0E" w:rsidRDefault="00007B5E" w:rsidP="00497CB3">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300F2D26" w14:textId="78C6778A" w:rsidR="00007B5E" w:rsidRPr="00DE0F0E" w:rsidRDefault="00007B5E" w:rsidP="00497CB3">
            <w:pPr>
              <w:pStyle w:val="TableText"/>
              <w:keepNext/>
              <w:jc w:val="left"/>
              <w:rPr>
                <w:noProof/>
                <w:sz w:val="16"/>
                <w:szCs w:val="16"/>
                <w:lang w:val="en-CA" w:eastAsia="ko-KR"/>
              </w:rPr>
            </w:pPr>
            <w:r w:rsidRPr="00DE0F0E">
              <w:rPr>
                <w:bCs/>
                <w:noProof/>
                <w:sz w:val="16"/>
                <w:szCs w:val="16"/>
                <w:lang w:val="en-CA"/>
              </w:rPr>
              <w:t>cMax = 1</w:t>
            </w:r>
          </w:p>
        </w:tc>
      </w:tr>
      <w:tr w:rsidR="00007B5E" w:rsidRPr="00DE0F0E" w14:paraId="518661FF" w14:textId="77777777" w:rsidTr="00A930C1">
        <w:trPr>
          <w:cantSplit/>
          <w:trHeight w:val="290"/>
          <w:jc w:val="center"/>
        </w:trPr>
        <w:tc>
          <w:tcPr>
            <w:tcW w:w="1635" w:type="dxa"/>
            <w:vMerge/>
          </w:tcPr>
          <w:p w14:paraId="69EBFE70"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1D8D0D65" w14:textId="77777777" w:rsidR="00007B5E" w:rsidRPr="00DE0F0E" w:rsidRDefault="00007B5E" w:rsidP="00170E99">
            <w:pPr>
              <w:pStyle w:val="TableText"/>
              <w:keepNext/>
              <w:jc w:val="left"/>
              <w:rPr>
                <w:noProof/>
                <w:sz w:val="16"/>
                <w:szCs w:val="16"/>
                <w:lang w:val="en-CA" w:eastAsia="ko-KR"/>
              </w:rPr>
            </w:pPr>
            <w:r w:rsidRPr="00DE0F0E">
              <w:rPr>
                <w:noProof/>
                <w:sz w:val="16"/>
                <w:szCs w:val="16"/>
                <w:lang w:val="en-CA" w:eastAsia="ko-KR"/>
              </w:rPr>
              <w:t>intra_luma_mpm_flag</w:t>
            </w:r>
            <w:r w:rsidRPr="00DE0F0E">
              <w:rPr>
                <w:rFonts w:eastAsia="PMingLiU"/>
                <w:noProof/>
                <w:sz w:val="16"/>
                <w:szCs w:val="16"/>
                <w:lang w:val="en-CA" w:eastAsia="zh-TW"/>
              </w:rPr>
              <w:t>[ ][ ]</w:t>
            </w:r>
          </w:p>
        </w:tc>
        <w:tc>
          <w:tcPr>
            <w:tcW w:w="812" w:type="dxa"/>
          </w:tcPr>
          <w:p w14:paraId="47479516" w14:textId="77777777" w:rsidR="00007B5E" w:rsidRPr="00DE0F0E" w:rsidRDefault="00007B5E" w:rsidP="00170E99">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202F4C14" w14:textId="77777777" w:rsidR="00007B5E" w:rsidRPr="00DE0F0E" w:rsidRDefault="00007B5E" w:rsidP="00170E99">
            <w:pPr>
              <w:pStyle w:val="TableText"/>
              <w:keepNext/>
              <w:jc w:val="left"/>
              <w:rPr>
                <w:iCs/>
                <w:noProof/>
                <w:sz w:val="16"/>
                <w:lang w:val="en-CA"/>
              </w:rPr>
            </w:pPr>
            <w:r w:rsidRPr="00DE0F0E">
              <w:rPr>
                <w:bCs/>
                <w:noProof/>
                <w:sz w:val="16"/>
                <w:szCs w:val="16"/>
                <w:lang w:val="en-CA"/>
              </w:rPr>
              <w:t>cMax = 1</w:t>
            </w:r>
          </w:p>
        </w:tc>
      </w:tr>
      <w:tr w:rsidR="00007B5E" w:rsidRPr="00DE0F0E" w14:paraId="6A538DDB" w14:textId="77777777" w:rsidTr="00A930C1">
        <w:trPr>
          <w:cantSplit/>
          <w:trHeight w:val="290"/>
          <w:jc w:val="center"/>
        </w:trPr>
        <w:tc>
          <w:tcPr>
            <w:tcW w:w="1635" w:type="dxa"/>
            <w:vMerge/>
          </w:tcPr>
          <w:p w14:paraId="2B6A5F76"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2ADCF3F5" w14:textId="77777777" w:rsidR="00007B5E" w:rsidRPr="00DE0F0E" w:rsidRDefault="00007B5E" w:rsidP="00170E99">
            <w:pPr>
              <w:pStyle w:val="TableText"/>
              <w:keepNext/>
              <w:jc w:val="left"/>
              <w:rPr>
                <w:noProof/>
                <w:sz w:val="16"/>
                <w:szCs w:val="16"/>
                <w:lang w:val="en-CA" w:eastAsia="ko-KR"/>
              </w:rPr>
            </w:pPr>
            <w:r w:rsidRPr="00DE0F0E">
              <w:rPr>
                <w:noProof/>
                <w:sz w:val="16"/>
                <w:szCs w:val="16"/>
                <w:lang w:val="en-CA" w:eastAsia="ko-KR"/>
              </w:rPr>
              <w:t>intra_luma_mpm_idx</w:t>
            </w:r>
            <w:r w:rsidRPr="00DE0F0E">
              <w:rPr>
                <w:rFonts w:eastAsia="PMingLiU"/>
                <w:noProof/>
                <w:sz w:val="16"/>
                <w:szCs w:val="16"/>
                <w:lang w:val="en-CA" w:eastAsia="zh-TW"/>
              </w:rPr>
              <w:t>[ ][ ]</w:t>
            </w:r>
          </w:p>
        </w:tc>
        <w:tc>
          <w:tcPr>
            <w:tcW w:w="812" w:type="dxa"/>
          </w:tcPr>
          <w:p w14:paraId="7987B96B" w14:textId="77777777" w:rsidR="00007B5E" w:rsidRPr="00DE0F0E" w:rsidRDefault="00007B5E" w:rsidP="00170E99">
            <w:pPr>
              <w:pStyle w:val="TableText"/>
              <w:keepNext/>
              <w:jc w:val="left"/>
              <w:rPr>
                <w:noProof/>
                <w:sz w:val="16"/>
                <w:szCs w:val="16"/>
                <w:lang w:val="en-CA"/>
              </w:rPr>
            </w:pPr>
            <w:r w:rsidRPr="00DE0F0E">
              <w:rPr>
                <w:noProof/>
                <w:sz w:val="16"/>
                <w:szCs w:val="16"/>
                <w:lang w:val="en-CA" w:eastAsia="ko-KR"/>
              </w:rPr>
              <w:t>TR</w:t>
            </w:r>
          </w:p>
        </w:tc>
        <w:tc>
          <w:tcPr>
            <w:tcW w:w="4612" w:type="dxa"/>
            <w:vAlign w:val="center"/>
          </w:tcPr>
          <w:p w14:paraId="66E13FA5" w14:textId="3AC3A544" w:rsidR="00007B5E" w:rsidRPr="00DE0F0E" w:rsidRDefault="00007B5E" w:rsidP="00170E99">
            <w:pPr>
              <w:pStyle w:val="TableText"/>
              <w:keepNext/>
              <w:jc w:val="left"/>
              <w:rPr>
                <w:iCs/>
                <w:noProof/>
                <w:sz w:val="16"/>
                <w:lang w:val="en-CA"/>
              </w:rPr>
            </w:pPr>
            <w:r w:rsidRPr="00DE0F0E">
              <w:rPr>
                <w:noProof/>
                <w:sz w:val="16"/>
                <w:szCs w:val="16"/>
                <w:lang w:val="en-CA" w:eastAsia="ko-KR"/>
              </w:rPr>
              <w:t>cMax = 5</w:t>
            </w:r>
            <w:r w:rsidRPr="00DE0F0E">
              <w:rPr>
                <w:noProof/>
                <w:sz w:val="16"/>
                <w:szCs w:val="16"/>
                <w:lang w:val="en-CA"/>
              </w:rPr>
              <w:t>, cRiceParam = 0</w:t>
            </w:r>
          </w:p>
        </w:tc>
      </w:tr>
      <w:tr w:rsidR="00007B5E" w:rsidRPr="00DE0F0E" w14:paraId="36D44B58" w14:textId="77777777" w:rsidTr="00A930C1">
        <w:trPr>
          <w:cantSplit/>
          <w:trHeight w:val="290"/>
          <w:jc w:val="center"/>
        </w:trPr>
        <w:tc>
          <w:tcPr>
            <w:tcW w:w="1635" w:type="dxa"/>
            <w:vMerge/>
          </w:tcPr>
          <w:p w14:paraId="2276007F"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23FDDE3B" w14:textId="77777777" w:rsidR="00007B5E" w:rsidRPr="00DE0F0E" w:rsidRDefault="00007B5E" w:rsidP="00170E99">
            <w:pPr>
              <w:pStyle w:val="TableText"/>
              <w:keepNext/>
              <w:jc w:val="left"/>
              <w:rPr>
                <w:noProof/>
                <w:sz w:val="16"/>
                <w:szCs w:val="16"/>
                <w:lang w:val="en-CA" w:eastAsia="ko-KR"/>
              </w:rPr>
            </w:pPr>
            <w:r w:rsidRPr="00DE0F0E">
              <w:rPr>
                <w:noProof/>
                <w:sz w:val="16"/>
                <w:szCs w:val="16"/>
                <w:lang w:val="en-CA" w:eastAsia="ko-KR"/>
              </w:rPr>
              <w:t>intra_luma_mpm_remainder</w:t>
            </w:r>
            <w:r w:rsidRPr="00DE0F0E">
              <w:rPr>
                <w:rFonts w:eastAsia="PMingLiU"/>
                <w:noProof/>
                <w:sz w:val="16"/>
                <w:szCs w:val="16"/>
                <w:lang w:val="en-CA" w:eastAsia="zh-TW"/>
              </w:rPr>
              <w:t>[ ][ ]</w:t>
            </w:r>
          </w:p>
        </w:tc>
        <w:tc>
          <w:tcPr>
            <w:tcW w:w="812" w:type="dxa"/>
          </w:tcPr>
          <w:p w14:paraId="5D434BF5" w14:textId="7EA7FAB7" w:rsidR="00007B5E" w:rsidRPr="00DE0F0E" w:rsidRDefault="00007B5E" w:rsidP="00170E99">
            <w:pPr>
              <w:pStyle w:val="TableText"/>
              <w:keepNext/>
              <w:jc w:val="left"/>
              <w:rPr>
                <w:noProof/>
                <w:sz w:val="16"/>
                <w:szCs w:val="16"/>
                <w:lang w:val="en-CA"/>
              </w:rPr>
            </w:pPr>
            <w:r w:rsidRPr="00DE0F0E">
              <w:rPr>
                <w:iCs/>
                <w:noProof/>
                <w:sz w:val="16"/>
                <w:szCs w:val="16"/>
                <w:lang w:val="en-CA" w:eastAsia="ko-KR"/>
              </w:rPr>
              <w:t>TB</w:t>
            </w:r>
          </w:p>
        </w:tc>
        <w:tc>
          <w:tcPr>
            <w:tcW w:w="4612" w:type="dxa"/>
            <w:vAlign w:val="center"/>
          </w:tcPr>
          <w:p w14:paraId="79C5DDA0" w14:textId="0D4A3698" w:rsidR="00007B5E" w:rsidRPr="00DE0F0E" w:rsidRDefault="00007B5E" w:rsidP="00170E99">
            <w:pPr>
              <w:pStyle w:val="TableText"/>
              <w:keepNext/>
              <w:jc w:val="left"/>
              <w:rPr>
                <w:iCs/>
                <w:noProof/>
                <w:sz w:val="16"/>
                <w:lang w:val="en-CA"/>
              </w:rPr>
            </w:pPr>
            <w:r w:rsidRPr="00DE0F0E">
              <w:rPr>
                <w:iCs/>
                <w:noProof/>
                <w:sz w:val="16"/>
                <w:lang w:val="en-CA" w:eastAsia="ko-KR"/>
              </w:rPr>
              <w:t>cMax = 60</w:t>
            </w:r>
          </w:p>
        </w:tc>
      </w:tr>
      <w:tr w:rsidR="00007B5E" w:rsidRPr="00DE0F0E" w14:paraId="68679F7F" w14:textId="77777777" w:rsidTr="00A930C1">
        <w:trPr>
          <w:cantSplit/>
          <w:trHeight w:val="290"/>
          <w:jc w:val="center"/>
        </w:trPr>
        <w:tc>
          <w:tcPr>
            <w:tcW w:w="1635" w:type="dxa"/>
            <w:vMerge/>
          </w:tcPr>
          <w:p w14:paraId="095B5181"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0F526FDF" w14:textId="77777777" w:rsidR="00007B5E" w:rsidRPr="00DE0F0E" w:rsidRDefault="00007B5E" w:rsidP="00170E99">
            <w:pPr>
              <w:pStyle w:val="TableText"/>
              <w:keepNext/>
              <w:jc w:val="left"/>
              <w:rPr>
                <w:noProof/>
                <w:sz w:val="16"/>
                <w:szCs w:val="16"/>
                <w:lang w:val="en-CA" w:eastAsia="ko-KR"/>
              </w:rPr>
            </w:pPr>
            <w:r w:rsidRPr="00DE0F0E">
              <w:rPr>
                <w:noProof/>
                <w:sz w:val="16"/>
                <w:szCs w:val="16"/>
                <w:lang w:val="en-CA" w:eastAsia="ko-KR"/>
              </w:rPr>
              <w:t>intra_chroma_pred_mode</w:t>
            </w:r>
            <w:r w:rsidRPr="00DE0F0E">
              <w:rPr>
                <w:rFonts w:eastAsia="PMingLiU"/>
                <w:noProof/>
                <w:sz w:val="16"/>
                <w:szCs w:val="16"/>
                <w:lang w:val="en-CA" w:eastAsia="zh-TW"/>
              </w:rPr>
              <w:t>[ ][ ]</w:t>
            </w:r>
          </w:p>
        </w:tc>
        <w:tc>
          <w:tcPr>
            <w:tcW w:w="812" w:type="dxa"/>
          </w:tcPr>
          <w:p w14:paraId="689A85B7" w14:textId="57242BD3" w:rsidR="00007B5E" w:rsidRPr="00DE0F0E" w:rsidRDefault="00007B5E" w:rsidP="00170E99">
            <w:pPr>
              <w:pStyle w:val="TableText"/>
              <w:keepNext/>
              <w:jc w:val="left"/>
              <w:rPr>
                <w:noProof/>
                <w:sz w:val="16"/>
                <w:szCs w:val="16"/>
                <w:lang w:val="en-CA"/>
              </w:rPr>
            </w:pPr>
            <w:r w:rsidRPr="00DE0F0E">
              <w:rPr>
                <w:noProof/>
                <w:sz w:val="16"/>
                <w:szCs w:val="16"/>
                <w:lang w:val="en-CA"/>
              </w:rPr>
              <w:fldChar w:fldCharType="begin" w:fldLock="1"/>
            </w:r>
            <w:r w:rsidRPr="00DE0F0E">
              <w:rPr>
                <w:noProof/>
                <w:sz w:val="16"/>
                <w:szCs w:val="16"/>
                <w:lang w:val="en-CA"/>
              </w:rPr>
              <w:instrText xml:space="preserve"> REF _Ref316563275 \r \h  \* MERGEFORMAT </w:instrText>
            </w:r>
            <w:r w:rsidRPr="00DE0F0E">
              <w:rPr>
                <w:noProof/>
                <w:sz w:val="16"/>
                <w:szCs w:val="16"/>
                <w:lang w:val="en-CA"/>
              </w:rPr>
            </w:r>
            <w:r w:rsidRPr="00DE0F0E">
              <w:rPr>
                <w:noProof/>
                <w:sz w:val="16"/>
                <w:szCs w:val="16"/>
                <w:lang w:val="en-CA"/>
              </w:rPr>
              <w:fldChar w:fldCharType="separate"/>
            </w:r>
            <w:r w:rsidR="0069477F" w:rsidRPr="0069477F">
              <w:rPr>
                <w:iCs/>
                <w:noProof/>
                <w:sz w:val="16"/>
                <w:szCs w:val="16"/>
                <w:lang w:val="en-CA"/>
              </w:rPr>
              <w:t>9.5.3.8</w:t>
            </w:r>
            <w:r w:rsidRPr="00DE0F0E">
              <w:rPr>
                <w:noProof/>
                <w:sz w:val="16"/>
                <w:szCs w:val="16"/>
                <w:lang w:val="en-CA"/>
              </w:rPr>
              <w:fldChar w:fldCharType="end"/>
            </w:r>
          </w:p>
        </w:tc>
        <w:tc>
          <w:tcPr>
            <w:tcW w:w="4612" w:type="dxa"/>
            <w:vAlign w:val="center"/>
          </w:tcPr>
          <w:p w14:paraId="0B08B72B" w14:textId="77777777" w:rsidR="00007B5E" w:rsidRPr="00DE0F0E" w:rsidRDefault="00007B5E" w:rsidP="00170E99">
            <w:pPr>
              <w:pStyle w:val="TableText"/>
              <w:keepNext/>
              <w:jc w:val="left"/>
              <w:rPr>
                <w:iCs/>
                <w:noProof/>
                <w:sz w:val="16"/>
                <w:lang w:val="en-CA"/>
              </w:rPr>
            </w:pPr>
            <w:r w:rsidRPr="00DE0F0E">
              <w:rPr>
                <w:iCs/>
                <w:noProof/>
                <w:sz w:val="16"/>
                <w:lang w:val="en-CA"/>
              </w:rPr>
              <w:t>-</w:t>
            </w:r>
          </w:p>
        </w:tc>
      </w:tr>
      <w:tr w:rsidR="00007B5E" w:rsidRPr="00DE0F0E" w14:paraId="4058E831" w14:textId="77777777" w:rsidTr="00A930C1">
        <w:trPr>
          <w:cantSplit/>
          <w:trHeight w:val="290"/>
          <w:jc w:val="center"/>
        </w:trPr>
        <w:tc>
          <w:tcPr>
            <w:tcW w:w="1635" w:type="dxa"/>
            <w:vMerge/>
          </w:tcPr>
          <w:p w14:paraId="505CF973" w14:textId="77777777" w:rsidR="00007B5E" w:rsidRPr="00DE0F0E" w:rsidRDefault="00007B5E" w:rsidP="00170E99">
            <w:pPr>
              <w:pStyle w:val="TableText"/>
              <w:keepNext/>
              <w:jc w:val="left"/>
              <w:rPr>
                <w:noProof/>
                <w:sz w:val="16"/>
                <w:szCs w:val="16"/>
                <w:lang w:val="en-CA" w:eastAsia="ko-KR"/>
              </w:rPr>
            </w:pPr>
          </w:p>
        </w:tc>
        <w:tc>
          <w:tcPr>
            <w:tcW w:w="2411" w:type="dxa"/>
            <w:vAlign w:val="center"/>
          </w:tcPr>
          <w:p w14:paraId="19DA9F13" w14:textId="2FB2F1F2" w:rsidR="00007B5E" w:rsidRPr="00DE0F0E" w:rsidRDefault="00EA1B5B" w:rsidP="00170E99">
            <w:pPr>
              <w:pStyle w:val="TableText"/>
              <w:keepNext/>
              <w:jc w:val="left"/>
              <w:rPr>
                <w:noProof/>
                <w:sz w:val="16"/>
                <w:szCs w:val="16"/>
                <w:lang w:val="en-CA" w:eastAsia="ko-KR"/>
              </w:rPr>
            </w:pPr>
            <w:r>
              <w:rPr>
                <w:noProof/>
                <w:sz w:val="16"/>
                <w:szCs w:val="16"/>
                <w:lang w:val="en-CA" w:eastAsia="ko-KR"/>
              </w:rPr>
              <w:t>general_merge_flag</w:t>
            </w:r>
            <w:r w:rsidR="00007B5E" w:rsidRPr="00DE0F0E">
              <w:rPr>
                <w:rFonts w:eastAsia="PMingLiU"/>
                <w:noProof/>
                <w:sz w:val="16"/>
                <w:szCs w:val="16"/>
                <w:lang w:val="en-CA" w:eastAsia="zh-TW"/>
              </w:rPr>
              <w:t>[ ][ ]</w:t>
            </w:r>
          </w:p>
        </w:tc>
        <w:tc>
          <w:tcPr>
            <w:tcW w:w="812" w:type="dxa"/>
          </w:tcPr>
          <w:p w14:paraId="73155DC3" w14:textId="77777777" w:rsidR="00007B5E" w:rsidRPr="00DE0F0E" w:rsidRDefault="00007B5E" w:rsidP="00170E99">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15BAF515" w14:textId="77777777" w:rsidR="00007B5E" w:rsidRPr="00DE0F0E" w:rsidRDefault="00007B5E" w:rsidP="00170E99">
            <w:pPr>
              <w:pStyle w:val="TableText"/>
              <w:keepNext/>
              <w:jc w:val="left"/>
              <w:rPr>
                <w:iCs/>
                <w:noProof/>
                <w:sz w:val="16"/>
                <w:lang w:val="en-CA"/>
              </w:rPr>
            </w:pPr>
            <w:r w:rsidRPr="00DE0F0E">
              <w:rPr>
                <w:bCs/>
                <w:noProof/>
                <w:sz w:val="16"/>
                <w:szCs w:val="16"/>
                <w:lang w:val="en-CA"/>
              </w:rPr>
              <w:t>cMax = 1</w:t>
            </w:r>
          </w:p>
        </w:tc>
      </w:tr>
      <w:tr w:rsidR="00007B5E" w:rsidRPr="00DE0F0E" w14:paraId="7DDE611E" w14:textId="77777777" w:rsidTr="00A930C1">
        <w:trPr>
          <w:cantSplit/>
          <w:trHeight w:val="290"/>
          <w:jc w:val="center"/>
        </w:trPr>
        <w:tc>
          <w:tcPr>
            <w:tcW w:w="1635" w:type="dxa"/>
            <w:vMerge/>
          </w:tcPr>
          <w:p w14:paraId="5CFD41CA" w14:textId="77777777" w:rsidR="00007B5E" w:rsidRPr="00DE0F0E" w:rsidRDefault="00007B5E" w:rsidP="006D0945">
            <w:pPr>
              <w:pStyle w:val="TableText"/>
              <w:keepNext/>
              <w:jc w:val="left"/>
              <w:rPr>
                <w:noProof/>
                <w:sz w:val="16"/>
                <w:szCs w:val="16"/>
                <w:lang w:val="en-CA" w:eastAsia="ko-KR"/>
              </w:rPr>
            </w:pPr>
          </w:p>
        </w:tc>
        <w:tc>
          <w:tcPr>
            <w:tcW w:w="2411" w:type="dxa"/>
            <w:vAlign w:val="center"/>
          </w:tcPr>
          <w:p w14:paraId="7AD1CE34" w14:textId="77777777" w:rsidR="00007B5E" w:rsidRPr="00DE0F0E" w:rsidRDefault="00007B5E" w:rsidP="006D0945">
            <w:pPr>
              <w:pStyle w:val="TableText"/>
              <w:keepNext/>
              <w:jc w:val="left"/>
              <w:rPr>
                <w:noProof/>
                <w:sz w:val="16"/>
                <w:szCs w:val="16"/>
                <w:lang w:val="en-CA" w:eastAsia="ko-KR"/>
              </w:rPr>
            </w:pPr>
            <w:r w:rsidRPr="00DE0F0E">
              <w:rPr>
                <w:noProof/>
                <w:sz w:val="16"/>
                <w:szCs w:val="16"/>
                <w:lang w:val="en-CA" w:eastAsia="ko-KR"/>
              </w:rPr>
              <w:t>inter_pred_idc</w:t>
            </w:r>
            <w:r w:rsidRPr="00DE0F0E">
              <w:rPr>
                <w:noProof/>
                <w:sz w:val="16"/>
                <w:szCs w:val="16"/>
                <w:lang w:val="en-CA"/>
              </w:rPr>
              <w:t>[ x0 ][ y0 ]</w:t>
            </w:r>
          </w:p>
        </w:tc>
        <w:tc>
          <w:tcPr>
            <w:tcW w:w="812" w:type="dxa"/>
          </w:tcPr>
          <w:p w14:paraId="5DE08957" w14:textId="4C861D0B" w:rsidR="00007B5E" w:rsidRPr="00DE0F0E" w:rsidRDefault="00007B5E" w:rsidP="006D0945">
            <w:pPr>
              <w:pStyle w:val="TableText"/>
              <w:keepNext/>
              <w:jc w:val="left"/>
              <w:rPr>
                <w:noProof/>
                <w:sz w:val="16"/>
                <w:szCs w:val="16"/>
                <w:lang w:val="en-CA"/>
              </w:rPr>
            </w:pPr>
            <w:r w:rsidRPr="00DE0F0E">
              <w:rPr>
                <w:noProof/>
                <w:sz w:val="16"/>
                <w:szCs w:val="16"/>
                <w:lang w:val="en-CA"/>
              </w:rPr>
              <w:fldChar w:fldCharType="begin" w:fldLock="1"/>
            </w:r>
            <w:r w:rsidRPr="00DE0F0E">
              <w:rPr>
                <w:noProof/>
                <w:sz w:val="16"/>
                <w:szCs w:val="16"/>
                <w:lang w:val="en-CA"/>
              </w:rPr>
              <w:instrText xml:space="preserve"> REF _Ref523930566 \r \h  \* MERGEFORMAT </w:instrText>
            </w:r>
            <w:r w:rsidRPr="00DE0F0E">
              <w:rPr>
                <w:noProof/>
                <w:sz w:val="16"/>
                <w:szCs w:val="16"/>
                <w:lang w:val="en-CA"/>
              </w:rPr>
            </w:r>
            <w:r w:rsidRPr="00DE0F0E">
              <w:rPr>
                <w:noProof/>
                <w:sz w:val="16"/>
                <w:szCs w:val="16"/>
                <w:lang w:val="en-CA"/>
              </w:rPr>
              <w:fldChar w:fldCharType="separate"/>
            </w:r>
            <w:r w:rsidR="0069477F">
              <w:rPr>
                <w:noProof/>
                <w:sz w:val="16"/>
                <w:szCs w:val="16"/>
                <w:lang w:val="en-CA"/>
              </w:rPr>
              <w:t>9.5.3.9</w:t>
            </w:r>
            <w:r w:rsidRPr="00DE0F0E">
              <w:rPr>
                <w:noProof/>
                <w:sz w:val="16"/>
                <w:szCs w:val="16"/>
                <w:lang w:val="en-CA"/>
              </w:rPr>
              <w:fldChar w:fldCharType="end"/>
            </w:r>
          </w:p>
        </w:tc>
        <w:tc>
          <w:tcPr>
            <w:tcW w:w="4612" w:type="dxa"/>
            <w:vAlign w:val="center"/>
          </w:tcPr>
          <w:p w14:paraId="0A01B08A" w14:textId="291505FE" w:rsidR="00007B5E" w:rsidRPr="00DE0F0E" w:rsidRDefault="00007B5E" w:rsidP="006D0945">
            <w:pPr>
              <w:pStyle w:val="TableText"/>
              <w:keepNext/>
              <w:jc w:val="left"/>
              <w:rPr>
                <w:iCs/>
                <w:noProof/>
                <w:sz w:val="16"/>
                <w:lang w:val="en-CA"/>
              </w:rPr>
            </w:pPr>
            <w:r w:rsidRPr="00DE0F0E">
              <w:rPr>
                <w:iCs/>
                <w:noProof/>
                <w:sz w:val="16"/>
                <w:lang w:val="en-CA"/>
              </w:rPr>
              <w:t>cbWidth, cbHeight</w:t>
            </w:r>
          </w:p>
        </w:tc>
      </w:tr>
      <w:tr w:rsidR="00007B5E" w:rsidRPr="00DE0F0E" w14:paraId="4A207C43" w14:textId="77777777" w:rsidTr="00A930C1">
        <w:trPr>
          <w:cantSplit/>
          <w:trHeight w:val="290"/>
          <w:jc w:val="center"/>
        </w:trPr>
        <w:tc>
          <w:tcPr>
            <w:tcW w:w="1635" w:type="dxa"/>
            <w:vMerge/>
          </w:tcPr>
          <w:p w14:paraId="5740A492" w14:textId="77777777" w:rsidR="00007B5E" w:rsidRPr="00DE0F0E" w:rsidRDefault="00007B5E" w:rsidP="006D0945">
            <w:pPr>
              <w:pStyle w:val="TableText"/>
              <w:keepNext/>
              <w:jc w:val="left"/>
              <w:rPr>
                <w:noProof/>
                <w:sz w:val="16"/>
                <w:szCs w:val="16"/>
                <w:lang w:val="en-CA" w:eastAsia="ko-KR"/>
              </w:rPr>
            </w:pPr>
          </w:p>
        </w:tc>
        <w:tc>
          <w:tcPr>
            <w:tcW w:w="2411" w:type="dxa"/>
            <w:vAlign w:val="center"/>
          </w:tcPr>
          <w:p w14:paraId="65F66BCC" w14:textId="77777777" w:rsidR="00007B5E" w:rsidRPr="00DE0F0E" w:rsidRDefault="00007B5E" w:rsidP="006D0945">
            <w:pPr>
              <w:pStyle w:val="TableText"/>
              <w:keepNext/>
              <w:jc w:val="left"/>
              <w:rPr>
                <w:noProof/>
                <w:sz w:val="16"/>
                <w:szCs w:val="16"/>
                <w:lang w:val="en-CA" w:eastAsia="ko-KR"/>
              </w:rPr>
            </w:pPr>
            <w:r w:rsidRPr="00DE0F0E">
              <w:rPr>
                <w:noProof/>
                <w:sz w:val="16"/>
                <w:szCs w:val="16"/>
                <w:lang w:val="en-CA" w:eastAsia="ko-KR"/>
              </w:rPr>
              <w:t>inter_affine_flag</w:t>
            </w:r>
            <w:r w:rsidRPr="00DE0F0E">
              <w:rPr>
                <w:rFonts w:eastAsia="PMingLiU"/>
                <w:noProof/>
                <w:sz w:val="16"/>
                <w:szCs w:val="16"/>
                <w:lang w:val="en-CA" w:eastAsia="zh-TW"/>
              </w:rPr>
              <w:t>[ ][ ]</w:t>
            </w:r>
          </w:p>
        </w:tc>
        <w:tc>
          <w:tcPr>
            <w:tcW w:w="812" w:type="dxa"/>
          </w:tcPr>
          <w:p w14:paraId="39926D7E" w14:textId="77777777" w:rsidR="00007B5E" w:rsidRPr="00DE0F0E" w:rsidRDefault="00007B5E" w:rsidP="006D0945">
            <w:pPr>
              <w:pStyle w:val="TableText"/>
              <w:keepNext/>
              <w:jc w:val="left"/>
              <w:rPr>
                <w:noProof/>
                <w:sz w:val="16"/>
                <w:szCs w:val="16"/>
                <w:lang w:val="en-CA"/>
              </w:rPr>
            </w:pPr>
            <w:r w:rsidRPr="00DE0F0E">
              <w:rPr>
                <w:noProof/>
                <w:sz w:val="16"/>
                <w:szCs w:val="16"/>
                <w:lang w:val="en-CA"/>
              </w:rPr>
              <w:t>FL</w:t>
            </w:r>
          </w:p>
        </w:tc>
        <w:tc>
          <w:tcPr>
            <w:tcW w:w="4612" w:type="dxa"/>
            <w:vAlign w:val="center"/>
          </w:tcPr>
          <w:p w14:paraId="417F4255" w14:textId="77777777" w:rsidR="00007B5E" w:rsidRPr="00DE0F0E" w:rsidRDefault="00007B5E" w:rsidP="006D0945">
            <w:pPr>
              <w:pStyle w:val="TableText"/>
              <w:keepNext/>
              <w:jc w:val="left"/>
              <w:rPr>
                <w:iCs/>
                <w:noProof/>
                <w:sz w:val="16"/>
                <w:lang w:val="en-CA"/>
              </w:rPr>
            </w:pPr>
            <w:r w:rsidRPr="00DE0F0E">
              <w:rPr>
                <w:bCs/>
                <w:noProof/>
                <w:sz w:val="16"/>
                <w:szCs w:val="16"/>
                <w:lang w:val="en-CA"/>
              </w:rPr>
              <w:t>cMax = 1</w:t>
            </w:r>
          </w:p>
        </w:tc>
      </w:tr>
      <w:tr w:rsidR="00007B5E" w:rsidRPr="00DE0F0E" w14:paraId="47CBB5E4" w14:textId="77777777" w:rsidTr="00A930C1">
        <w:trPr>
          <w:cantSplit/>
          <w:trHeight w:val="290"/>
          <w:jc w:val="center"/>
        </w:trPr>
        <w:tc>
          <w:tcPr>
            <w:tcW w:w="1635" w:type="dxa"/>
            <w:vMerge/>
          </w:tcPr>
          <w:p w14:paraId="5B4BF7D2" w14:textId="77777777" w:rsidR="00007B5E" w:rsidRPr="00DE0F0E" w:rsidRDefault="00007B5E" w:rsidP="006D0945">
            <w:pPr>
              <w:pStyle w:val="TableText"/>
              <w:keepNext/>
              <w:jc w:val="left"/>
              <w:rPr>
                <w:noProof/>
                <w:sz w:val="16"/>
                <w:szCs w:val="16"/>
                <w:lang w:val="en-CA" w:eastAsia="ko-KR"/>
              </w:rPr>
            </w:pPr>
          </w:p>
        </w:tc>
        <w:tc>
          <w:tcPr>
            <w:tcW w:w="2411" w:type="dxa"/>
            <w:vAlign w:val="center"/>
          </w:tcPr>
          <w:p w14:paraId="0C6F1932" w14:textId="77777777" w:rsidR="00007B5E" w:rsidRPr="00DE0F0E" w:rsidRDefault="00007B5E" w:rsidP="006D0945">
            <w:pPr>
              <w:pStyle w:val="TableText"/>
              <w:keepNext/>
              <w:jc w:val="left"/>
              <w:rPr>
                <w:noProof/>
                <w:sz w:val="16"/>
                <w:szCs w:val="16"/>
                <w:lang w:val="en-CA" w:eastAsia="ko-KR"/>
              </w:rPr>
            </w:pPr>
            <w:r w:rsidRPr="00DE0F0E">
              <w:rPr>
                <w:noProof/>
                <w:sz w:val="16"/>
                <w:szCs w:val="16"/>
                <w:lang w:val="en-CA" w:eastAsia="ko-KR"/>
              </w:rPr>
              <w:t>cu_affine_type_flag</w:t>
            </w:r>
            <w:r w:rsidRPr="00DE0F0E">
              <w:rPr>
                <w:rFonts w:eastAsia="PMingLiU"/>
                <w:noProof/>
                <w:sz w:val="16"/>
                <w:szCs w:val="16"/>
                <w:lang w:val="en-CA" w:eastAsia="zh-TW"/>
              </w:rPr>
              <w:t>[ ][ ]</w:t>
            </w:r>
          </w:p>
        </w:tc>
        <w:tc>
          <w:tcPr>
            <w:tcW w:w="812" w:type="dxa"/>
          </w:tcPr>
          <w:p w14:paraId="1D2647D7" w14:textId="77777777" w:rsidR="00007B5E" w:rsidRPr="00DE0F0E" w:rsidRDefault="00007B5E" w:rsidP="006D0945">
            <w:pPr>
              <w:pStyle w:val="TableText"/>
              <w:keepNext/>
              <w:jc w:val="left"/>
              <w:rPr>
                <w:noProof/>
                <w:sz w:val="16"/>
                <w:szCs w:val="16"/>
                <w:lang w:val="en-CA"/>
              </w:rPr>
            </w:pPr>
            <w:r w:rsidRPr="00DE0F0E">
              <w:rPr>
                <w:noProof/>
                <w:sz w:val="16"/>
                <w:szCs w:val="16"/>
                <w:lang w:val="en-CA"/>
              </w:rPr>
              <w:t>FL</w:t>
            </w:r>
          </w:p>
        </w:tc>
        <w:tc>
          <w:tcPr>
            <w:tcW w:w="4612" w:type="dxa"/>
            <w:vAlign w:val="center"/>
          </w:tcPr>
          <w:p w14:paraId="609ED12E" w14:textId="77777777" w:rsidR="00007B5E" w:rsidRPr="00DE0F0E" w:rsidRDefault="00007B5E" w:rsidP="006D0945">
            <w:pPr>
              <w:pStyle w:val="TableText"/>
              <w:keepNext/>
              <w:jc w:val="left"/>
              <w:rPr>
                <w:bCs/>
                <w:noProof/>
                <w:sz w:val="16"/>
                <w:szCs w:val="16"/>
                <w:lang w:val="en-CA"/>
              </w:rPr>
            </w:pPr>
            <w:r w:rsidRPr="00DE0F0E">
              <w:rPr>
                <w:bCs/>
                <w:noProof/>
                <w:sz w:val="16"/>
                <w:szCs w:val="16"/>
                <w:lang w:val="en-CA"/>
              </w:rPr>
              <w:t>cMax = 1</w:t>
            </w:r>
          </w:p>
        </w:tc>
      </w:tr>
      <w:tr w:rsidR="002F3F74" w:rsidRPr="00EE0820" w14:paraId="1F308D84" w14:textId="77777777" w:rsidTr="00A930C1">
        <w:trPr>
          <w:cantSplit/>
          <w:trHeight w:val="290"/>
          <w:jc w:val="center"/>
        </w:trPr>
        <w:tc>
          <w:tcPr>
            <w:tcW w:w="1635" w:type="dxa"/>
            <w:vMerge/>
          </w:tcPr>
          <w:p w14:paraId="340DE45F"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13FEE3C3" w14:textId="5103DCC2" w:rsidR="002F3F74" w:rsidRPr="00EE0820" w:rsidRDefault="002F3F74" w:rsidP="002F3F74">
            <w:pPr>
              <w:pStyle w:val="TableText"/>
              <w:keepNext/>
              <w:jc w:val="left"/>
              <w:rPr>
                <w:noProof/>
                <w:sz w:val="16"/>
                <w:szCs w:val="16"/>
                <w:highlight w:val="yellow"/>
                <w:lang w:val="en-CA" w:eastAsia="ko-KR"/>
              </w:rPr>
            </w:pPr>
            <w:r w:rsidRPr="00EE0820">
              <w:rPr>
                <w:noProof/>
                <w:sz w:val="16"/>
                <w:szCs w:val="16"/>
                <w:highlight w:val="yellow"/>
                <w:lang w:val="en-CA" w:eastAsia="ko-KR"/>
              </w:rPr>
              <w:t>sym_mvd_flag</w:t>
            </w:r>
            <w:r w:rsidRPr="00EE0820">
              <w:rPr>
                <w:rFonts w:eastAsia="PMingLiU"/>
                <w:noProof/>
                <w:sz w:val="16"/>
                <w:szCs w:val="16"/>
                <w:highlight w:val="yellow"/>
                <w:lang w:val="en-CA" w:eastAsia="zh-TW"/>
              </w:rPr>
              <w:t>[ ][ ]</w:t>
            </w:r>
          </w:p>
        </w:tc>
        <w:tc>
          <w:tcPr>
            <w:tcW w:w="812" w:type="dxa"/>
          </w:tcPr>
          <w:p w14:paraId="34745BC0" w14:textId="7ABE10A6" w:rsidR="002F3F74" w:rsidRPr="00EE0820" w:rsidRDefault="002F3F74" w:rsidP="002F3F74">
            <w:pPr>
              <w:pStyle w:val="TableText"/>
              <w:keepNext/>
              <w:jc w:val="left"/>
              <w:rPr>
                <w:noProof/>
                <w:sz w:val="16"/>
                <w:szCs w:val="16"/>
                <w:highlight w:val="yellow"/>
                <w:lang w:val="en-CA"/>
              </w:rPr>
            </w:pPr>
            <w:r w:rsidRPr="00EE0820">
              <w:rPr>
                <w:noProof/>
                <w:sz w:val="16"/>
                <w:szCs w:val="16"/>
                <w:highlight w:val="yellow"/>
                <w:lang w:val="en-CA"/>
              </w:rPr>
              <w:t>FL</w:t>
            </w:r>
          </w:p>
        </w:tc>
        <w:tc>
          <w:tcPr>
            <w:tcW w:w="4612" w:type="dxa"/>
            <w:vAlign w:val="center"/>
          </w:tcPr>
          <w:p w14:paraId="6EF09928" w14:textId="6891B154" w:rsidR="002F3F74" w:rsidRPr="00EE0820" w:rsidRDefault="002F3F74" w:rsidP="002F3F74">
            <w:pPr>
              <w:pStyle w:val="TableText"/>
              <w:keepNext/>
              <w:jc w:val="left"/>
              <w:rPr>
                <w:bCs/>
                <w:noProof/>
                <w:sz w:val="16"/>
                <w:szCs w:val="16"/>
                <w:highlight w:val="yellow"/>
                <w:lang w:val="en-CA"/>
              </w:rPr>
            </w:pPr>
            <w:r w:rsidRPr="00EE0820">
              <w:rPr>
                <w:bCs/>
                <w:noProof/>
                <w:sz w:val="16"/>
                <w:szCs w:val="16"/>
                <w:highlight w:val="yellow"/>
                <w:lang w:val="en-CA"/>
              </w:rPr>
              <w:t>cMax = 1</w:t>
            </w:r>
          </w:p>
        </w:tc>
      </w:tr>
      <w:tr w:rsidR="002F3F74" w:rsidRPr="00DE0F0E" w14:paraId="4321CD85" w14:textId="77777777" w:rsidTr="00A930C1">
        <w:trPr>
          <w:cantSplit/>
          <w:trHeight w:val="290"/>
          <w:jc w:val="center"/>
        </w:trPr>
        <w:tc>
          <w:tcPr>
            <w:tcW w:w="1635" w:type="dxa"/>
            <w:vMerge/>
          </w:tcPr>
          <w:p w14:paraId="6D0DC00C"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438D6C7E" w14:textId="77777777"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ref_idx_l0</w:t>
            </w:r>
            <w:r w:rsidRPr="00DE0F0E">
              <w:rPr>
                <w:rFonts w:eastAsia="PMingLiU"/>
                <w:noProof/>
                <w:sz w:val="16"/>
                <w:szCs w:val="16"/>
                <w:lang w:val="en-CA" w:eastAsia="zh-TW"/>
              </w:rPr>
              <w:t>[ ][ ]</w:t>
            </w:r>
          </w:p>
        </w:tc>
        <w:tc>
          <w:tcPr>
            <w:tcW w:w="812" w:type="dxa"/>
          </w:tcPr>
          <w:p w14:paraId="2387F96A" w14:textId="77777777" w:rsidR="002F3F74" w:rsidRPr="00DE0F0E" w:rsidRDefault="002F3F74" w:rsidP="002F3F74">
            <w:pPr>
              <w:pStyle w:val="TableText"/>
              <w:keepNext/>
              <w:jc w:val="left"/>
              <w:rPr>
                <w:noProof/>
                <w:sz w:val="16"/>
                <w:szCs w:val="16"/>
                <w:lang w:val="en-CA"/>
              </w:rPr>
            </w:pPr>
            <w:r w:rsidRPr="00DE0F0E">
              <w:rPr>
                <w:noProof/>
                <w:sz w:val="16"/>
                <w:szCs w:val="16"/>
                <w:lang w:val="en-CA" w:eastAsia="ko-KR"/>
              </w:rPr>
              <w:t>TR</w:t>
            </w:r>
          </w:p>
        </w:tc>
        <w:tc>
          <w:tcPr>
            <w:tcW w:w="4612" w:type="dxa"/>
            <w:vAlign w:val="center"/>
          </w:tcPr>
          <w:p w14:paraId="3278109B" w14:textId="01A7B67E" w:rsidR="002F3F74" w:rsidRPr="00DE0F0E" w:rsidRDefault="002F3F74" w:rsidP="002F3F74">
            <w:pPr>
              <w:pStyle w:val="TableText"/>
              <w:keepNext/>
              <w:jc w:val="left"/>
              <w:rPr>
                <w:iCs/>
                <w:noProof/>
                <w:sz w:val="16"/>
                <w:lang w:val="en-CA"/>
              </w:rPr>
            </w:pPr>
            <w:r w:rsidRPr="00DE0F0E">
              <w:rPr>
                <w:noProof/>
                <w:sz w:val="16"/>
                <w:szCs w:val="16"/>
                <w:lang w:val="en-CA" w:eastAsia="ko-KR"/>
              </w:rPr>
              <w:t xml:space="preserve">cMax = </w:t>
            </w:r>
            <w:r w:rsidRPr="00F535FF">
              <w:rPr>
                <w:noProof/>
                <w:sz w:val="16"/>
                <w:szCs w:val="16"/>
              </w:rPr>
              <w:t>NumRefIdxActive</w:t>
            </w:r>
            <w:r w:rsidRPr="00F535FF">
              <w:rPr>
                <w:bCs/>
                <w:noProof/>
                <w:sz w:val="16"/>
                <w:szCs w:val="16"/>
              </w:rPr>
              <w:t>[ 0 ]</w:t>
            </w:r>
            <w:r>
              <w:rPr>
                <w:bCs/>
                <w:noProof/>
                <w:sz w:val="16"/>
                <w:szCs w:val="16"/>
              </w:rPr>
              <w:t> − 1</w:t>
            </w:r>
            <w:r w:rsidRPr="00DE0F0E">
              <w:rPr>
                <w:noProof/>
                <w:sz w:val="16"/>
                <w:szCs w:val="16"/>
                <w:lang w:val="en-CA"/>
              </w:rPr>
              <w:t>, cRiceParam = 0</w:t>
            </w:r>
          </w:p>
        </w:tc>
      </w:tr>
      <w:tr w:rsidR="002F3F74" w:rsidRPr="00DE0F0E" w14:paraId="39EE7E9C" w14:textId="77777777" w:rsidTr="00A930C1">
        <w:trPr>
          <w:cantSplit/>
          <w:trHeight w:val="290"/>
          <w:jc w:val="center"/>
        </w:trPr>
        <w:tc>
          <w:tcPr>
            <w:tcW w:w="1635" w:type="dxa"/>
            <w:vMerge/>
          </w:tcPr>
          <w:p w14:paraId="02D63E89"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7029D1BA" w14:textId="77777777"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mvp_l0_flag</w:t>
            </w:r>
            <w:r w:rsidRPr="00DE0F0E">
              <w:rPr>
                <w:rFonts w:eastAsia="PMingLiU"/>
                <w:noProof/>
                <w:sz w:val="16"/>
                <w:szCs w:val="16"/>
                <w:lang w:val="en-CA" w:eastAsia="zh-TW"/>
              </w:rPr>
              <w:t>[ ][ ]</w:t>
            </w:r>
          </w:p>
        </w:tc>
        <w:tc>
          <w:tcPr>
            <w:tcW w:w="812" w:type="dxa"/>
          </w:tcPr>
          <w:p w14:paraId="0F5FC31D" w14:textId="77777777" w:rsidR="002F3F74" w:rsidRPr="00DE0F0E" w:rsidRDefault="002F3F74" w:rsidP="002F3F74">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67CCE15C" w14:textId="77777777" w:rsidR="002F3F74" w:rsidRPr="00DE0F0E" w:rsidRDefault="002F3F74" w:rsidP="002F3F74">
            <w:pPr>
              <w:pStyle w:val="TableText"/>
              <w:keepNext/>
              <w:jc w:val="left"/>
              <w:rPr>
                <w:iCs/>
                <w:noProof/>
                <w:sz w:val="16"/>
                <w:lang w:val="en-CA"/>
              </w:rPr>
            </w:pPr>
            <w:r w:rsidRPr="00DE0F0E">
              <w:rPr>
                <w:bCs/>
                <w:noProof/>
                <w:sz w:val="16"/>
                <w:szCs w:val="16"/>
                <w:lang w:val="en-CA"/>
              </w:rPr>
              <w:t>cMax = 1</w:t>
            </w:r>
          </w:p>
        </w:tc>
      </w:tr>
      <w:tr w:rsidR="002F3F74" w:rsidRPr="00DE0F0E" w14:paraId="080E2025" w14:textId="77777777" w:rsidTr="00A930C1">
        <w:trPr>
          <w:cantSplit/>
          <w:trHeight w:val="290"/>
          <w:jc w:val="center"/>
        </w:trPr>
        <w:tc>
          <w:tcPr>
            <w:tcW w:w="1635" w:type="dxa"/>
            <w:vMerge/>
          </w:tcPr>
          <w:p w14:paraId="0D7BE7A3"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65721E32" w14:textId="77777777"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ref_idx_l1</w:t>
            </w:r>
            <w:r w:rsidRPr="00DE0F0E">
              <w:rPr>
                <w:rFonts w:eastAsia="PMingLiU"/>
                <w:noProof/>
                <w:sz w:val="16"/>
                <w:szCs w:val="16"/>
                <w:lang w:val="en-CA" w:eastAsia="zh-TW"/>
              </w:rPr>
              <w:t>[ ][ ]</w:t>
            </w:r>
          </w:p>
        </w:tc>
        <w:tc>
          <w:tcPr>
            <w:tcW w:w="812" w:type="dxa"/>
          </w:tcPr>
          <w:p w14:paraId="65FD5707" w14:textId="77777777" w:rsidR="002F3F74" w:rsidRPr="00DE0F0E" w:rsidRDefault="002F3F74" w:rsidP="002F3F74">
            <w:pPr>
              <w:pStyle w:val="TableText"/>
              <w:keepNext/>
              <w:jc w:val="left"/>
              <w:rPr>
                <w:noProof/>
                <w:sz w:val="16"/>
                <w:szCs w:val="16"/>
                <w:lang w:val="en-CA"/>
              </w:rPr>
            </w:pPr>
            <w:r w:rsidRPr="00DE0F0E">
              <w:rPr>
                <w:noProof/>
                <w:sz w:val="16"/>
                <w:szCs w:val="16"/>
                <w:lang w:val="en-CA" w:eastAsia="ko-KR"/>
              </w:rPr>
              <w:t>TR</w:t>
            </w:r>
          </w:p>
        </w:tc>
        <w:tc>
          <w:tcPr>
            <w:tcW w:w="4612" w:type="dxa"/>
            <w:vAlign w:val="center"/>
          </w:tcPr>
          <w:p w14:paraId="430092D7" w14:textId="1A10BC05" w:rsidR="002F3F74" w:rsidRPr="00DE0F0E" w:rsidRDefault="002F3F74" w:rsidP="002F3F74">
            <w:pPr>
              <w:pStyle w:val="TableText"/>
              <w:keepNext/>
              <w:jc w:val="left"/>
              <w:rPr>
                <w:iCs/>
                <w:noProof/>
                <w:sz w:val="16"/>
                <w:lang w:val="en-CA"/>
              </w:rPr>
            </w:pPr>
            <w:r w:rsidRPr="00DE0F0E">
              <w:rPr>
                <w:noProof/>
                <w:sz w:val="16"/>
                <w:szCs w:val="16"/>
                <w:lang w:val="en-CA" w:eastAsia="ko-KR"/>
              </w:rPr>
              <w:t xml:space="preserve">cMax = </w:t>
            </w:r>
            <w:r w:rsidRPr="00F535FF">
              <w:rPr>
                <w:noProof/>
                <w:sz w:val="16"/>
                <w:szCs w:val="16"/>
              </w:rPr>
              <w:t>NumRefIdxActive</w:t>
            </w:r>
            <w:r w:rsidRPr="00F535FF">
              <w:rPr>
                <w:bCs/>
                <w:noProof/>
                <w:sz w:val="16"/>
                <w:szCs w:val="16"/>
              </w:rPr>
              <w:t>[ </w:t>
            </w:r>
            <w:r>
              <w:rPr>
                <w:bCs/>
                <w:noProof/>
                <w:sz w:val="16"/>
                <w:szCs w:val="16"/>
              </w:rPr>
              <w:t>1</w:t>
            </w:r>
            <w:r w:rsidRPr="00F535FF">
              <w:rPr>
                <w:bCs/>
                <w:noProof/>
                <w:sz w:val="16"/>
                <w:szCs w:val="16"/>
              </w:rPr>
              <w:t> ]</w:t>
            </w:r>
            <w:r>
              <w:rPr>
                <w:bCs/>
                <w:noProof/>
                <w:sz w:val="16"/>
                <w:szCs w:val="16"/>
              </w:rPr>
              <w:t> − 1</w:t>
            </w:r>
            <w:r w:rsidRPr="00DE0F0E">
              <w:rPr>
                <w:noProof/>
                <w:sz w:val="16"/>
                <w:szCs w:val="16"/>
                <w:lang w:val="en-CA"/>
              </w:rPr>
              <w:t>, cRiceParam = 0</w:t>
            </w:r>
          </w:p>
        </w:tc>
      </w:tr>
      <w:tr w:rsidR="002F3F74" w:rsidRPr="00DE0F0E" w14:paraId="75CC2ECD" w14:textId="77777777" w:rsidTr="00A930C1">
        <w:trPr>
          <w:cantSplit/>
          <w:trHeight w:val="290"/>
          <w:jc w:val="center"/>
        </w:trPr>
        <w:tc>
          <w:tcPr>
            <w:tcW w:w="1635" w:type="dxa"/>
            <w:vMerge/>
          </w:tcPr>
          <w:p w14:paraId="20F3DD59"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467F51C2" w14:textId="77777777"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mvp_l1_flag</w:t>
            </w:r>
            <w:r w:rsidRPr="00DE0F0E">
              <w:rPr>
                <w:rFonts w:eastAsia="PMingLiU"/>
                <w:noProof/>
                <w:sz w:val="16"/>
                <w:szCs w:val="16"/>
                <w:lang w:val="en-CA" w:eastAsia="zh-TW"/>
              </w:rPr>
              <w:t>[ ][ ]</w:t>
            </w:r>
          </w:p>
        </w:tc>
        <w:tc>
          <w:tcPr>
            <w:tcW w:w="812" w:type="dxa"/>
          </w:tcPr>
          <w:p w14:paraId="1D7062AF" w14:textId="77777777" w:rsidR="002F3F74" w:rsidRPr="00DE0F0E" w:rsidRDefault="002F3F74" w:rsidP="002F3F74">
            <w:pPr>
              <w:pStyle w:val="TableText"/>
              <w:keepNext/>
              <w:jc w:val="left"/>
              <w:rPr>
                <w:noProof/>
                <w:sz w:val="16"/>
                <w:szCs w:val="16"/>
                <w:lang w:val="en-CA"/>
              </w:rPr>
            </w:pPr>
            <w:r w:rsidRPr="00DE0F0E">
              <w:rPr>
                <w:bCs/>
                <w:noProof/>
                <w:sz w:val="16"/>
                <w:szCs w:val="16"/>
                <w:lang w:val="en-CA"/>
              </w:rPr>
              <w:t>FL</w:t>
            </w:r>
          </w:p>
        </w:tc>
        <w:tc>
          <w:tcPr>
            <w:tcW w:w="4612" w:type="dxa"/>
            <w:vAlign w:val="center"/>
          </w:tcPr>
          <w:p w14:paraId="7B8699EE" w14:textId="77777777" w:rsidR="002F3F74" w:rsidRPr="00DE0F0E" w:rsidRDefault="002F3F74" w:rsidP="002F3F74">
            <w:pPr>
              <w:pStyle w:val="TableText"/>
              <w:keepNext/>
              <w:jc w:val="left"/>
              <w:rPr>
                <w:iCs/>
                <w:noProof/>
                <w:sz w:val="16"/>
                <w:lang w:val="en-CA"/>
              </w:rPr>
            </w:pPr>
            <w:r w:rsidRPr="00DE0F0E">
              <w:rPr>
                <w:bCs/>
                <w:noProof/>
                <w:sz w:val="16"/>
                <w:szCs w:val="16"/>
                <w:lang w:val="en-CA"/>
              </w:rPr>
              <w:t>cMax = 1</w:t>
            </w:r>
          </w:p>
        </w:tc>
      </w:tr>
      <w:tr w:rsidR="002F3F74" w:rsidRPr="00DE0F0E" w14:paraId="689881A5" w14:textId="77777777" w:rsidTr="00A930C1">
        <w:trPr>
          <w:cantSplit/>
          <w:trHeight w:val="290"/>
          <w:jc w:val="center"/>
        </w:trPr>
        <w:tc>
          <w:tcPr>
            <w:tcW w:w="1635" w:type="dxa"/>
            <w:vMerge/>
          </w:tcPr>
          <w:p w14:paraId="197E0AA3"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136ABD00" w14:textId="088F50E7"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avmr_flag[ ][ ]</w:t>
            </w:r>
          </w:p>
        </w:tc>
        <w:tc>
          <w:tcPr>
            <w:tcW w:w="812" w:type="dxa"/>
          </w:tcPr>
          <w:p w14:paraId="00E15BCE" w14:textId="2DFA4D75" w:rsidR="002F3F74" w:rsidRPr="00DE0F0E" w:rsidRDefault="002F3F74" w:rsidP="002F3F74">
            <w:pPr>
              <w:pStyle w:val="TableText"/>
              <w:keepNext/>
              <w:jc w:val="left"/>
              <w:rPr>
                <w:bCs/>
                <w:noProof/>
                <w:sz w:val="16"/>
                <w:szCs w:val="16"/>
                <w:lang w:val="en-CA"/>
              </w:rPr>
            </w:pPr>
            <w:r w:rsidRPr="00DE0F0E">
              <w:rPr>
                <w:bCs/>
                <w:noProof/>
                <w:sz w:val="16"/>
                <w:szCs w:val="16"/>
                <w:lang w:val="en-CA"/>
              </w:rPr>
              <w:t>FL</w:t>
            </w:r>
          </w:p>
        </w:tc>
        <w:tc>
          <w:tcPr>
            <w:tcW w:w="4612" w:type="dxa"/>
            <w:vAlign w:val="center"/>
          </w:tcPr>
          <w:p w14:paraId="608BA728" w14:textId="767A3A12" w:rsidR="002F3F74" w:rsidRPr="00DE0F0E" w:rsidRDefault="002F3F74" w:rsidP="002F3F74">
            <w:pPr>
              <w:pStyle w:val="TableText"/>
              <w:keepNext/>
              <w:jc w:val="left"/>
              <w:rPr>
                <w:bCs/>
                <w:noProof/>
                <w:sz w:val="16"/>
                <w:szCs w:val="16"/>
                <w:lang w:val="en-CA"/>
              </w:rPr>
            </w:pPr>
            <w:r w:rsidRPr="00DE0F0E">
              <w:rPr>
                <w:bCs/>
                <w:noProof/>
                <w:sz w:val="16"/>
                <w:szCs w:val="16"/>
                <w:lang w:val="en-CA"/>
              </w:rPr>
              <w:t>cMax = 1</w:t>
            </w:r>
          </w:p>
        </w:tc>
      </w:tr>
      <w:tr w:rsidR="002F3F74" w:rsidRPr="00DE0F0E" w14:paraId="486CEE61" w14:textId="77777777" w:rsidTr="00A930C1">
        <w:trPr>
          <w:cantSplit/>
          <w:trHeight w:val="290"/>
          <w:jc w:val="center"/>
        </w:trPr>
        <w:tc>
          <w:tcPr>
            <w:tcW w:w="1635" w:type="dxa"/>
            <w:vMerge/>
          </w:tcPr>
          <w:p w14:paraId="352C6BAE"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042BB9C5" w14:textId="46EB2E3D"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amvr_precision_flag</w:t>
            </w:r>
            <w:r w:rsidRPr="00DE0F0E">
              <w:rPr>
                <w:rFonts w:eastAsia="PMingLiU"/>
                <w:noProof/>
                <w:sz w:val="16"/>
                <w:szCs w:val="16"/>
                <w:lang w:val="en-CA" w:eastAsia="zh-TW"/>
              </w:rPr>
              <w:t>[ ][ ]</w:t>
            </w:r>
          </w:p>
        </w:tc>
        <w:tc>
          <w:tcPr>
            <w:tcW w:w="812" w:type="dxa"/>
          </w:tcPr>
          <w:p w14:paraId="1C827FF4" w14:textId="359AEBE0" w:rsidR="002F3F74" w:rsidRPr="00DE0F0E" w:rsidRDefault="002F3F74" w:rsidP="002F3F74">
            <w:pPr>
              <w:pStyle w:val="TableText"/>
              <w:keepNext/>
              <w:jc w:val="left"/>
              <w:rPr>
                <w:noProof/>
                <w:sz w:val="16"/>
                <w:szCs w:val="16"/>
                <w:lang w:val="en-CA"/>
              </w:rPr>
            </w:pPr>
            <w:r w:rsidRPr="00DE0F0E">
              <w:rPr>
                <w:noProof/>
                <w:sz w:val="16"/>
                <w:szCs w:val="16"/>
                <w:lang w:val="en-CA"/>
              </w:rPr>
              <w:t>FL</w:t>
            </w:r>
          </w:p>
        </w:tc>
        <w:tc>
          <w:tcPr>
            <w:tcW w:w="4612" w:type="dxa"/>
            <w:vAlign w:val="center"/>
          </w:tcPr>
          <w:p w14:paraId="55736EC2" w14:textId="2A06B0E1" w:rsidR="002F3F74" w:rsidRPr="00DE0F0E" w:rsidRDefault="002F3F74" w:rsidP="002F3F74">
            <w:pPr>
              <w:pStyle w:val="TableText"/>
              <w:keepNext/>
              <w:jc w:val="left"/>
              <w:rPr>
                <w:iCs/>
                <w:noProof/>
                <w:sz w:val="16"/>
                <w:lang w:val="en-CA"/>
              </w:rPr>
            </w:pPr>
            <w:r w:rsidRPr="00DE0F0E">
              <w:rPr>
                <w:noProof/>
                <w:sz w:val="16"/>
                <w:szCs w:val="16"/>
                <w:lang w:val="en-CA" w:eastAsia="ko-KR"/>
              </w:rPr>
              <w:t>cMax = 1</w:t>
            </w:r>
          </w:p>
        </w:tc>
      </w:tr>
      <w:tr w:rsidR="002F3F74" w:rsidRPr="00DE0F0E" w14:paraId="329EECFD" w14:textId="77777777" w:rsidTr="00A930C1">
        <w:trPr>
          <w:cantSplit/>
          <w:trHeight w:val="290"/>
          <w:jc w:val="center"/>
        </w:trPr>
        <w:tc>
          <w:tcPr>
            <w:tcW w:w="1635" w:type="dxa"/>
            <w:vMerge/>
          </w:tcPr>
          <w:p w14:paraId="05D48770"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455C8644" w14:textId="7EF89C4A" w:rsidR="002F3F74" w:rsidRPr="00DE0F0E" w:rsidRDefault="002F3F74" w:rsidP="002F3F74">
            <w:pPr>
              <w:pStyle w:val="TableText"/>
              <w:keepNext/>
              <w:jc w:val="left"/>
              <w:rPr>
                <w:noProof/>
                <w:sz w:val="16"/>
                <w:szCs w:val="16"/>
                <w:lang w:val="en-CA" w:eastAsia="ko-KR"/>
              </w:rPr>
            </w:pPr>
            <w:r>
              <w:rPr>
                <w:noProof/>
                <w:sz w:val="16"/>
                <w:szCs w:val="16"/>
                <w:lang w:val="en-CA" w:eastAsia="ko-KR"/>
              </w:rPr>
              <w:t>bcw</w:t>
            </w:r>
            <w:r w:rsidRPr="00DE0F0E">
              <w:rPr>
                <w:noProof/>
                <w:sz w:val="16"/>
                <w:szCs w:val="16"/>
                <w:lang w:val="en-CA" w:eastAsia="ko-KR"/>
              </w:rPr>
              <w:t>_idx[ ][ ]</w:t>
            </w:r>
          </w:p>
        </w:tc>
        <w:tc>
          <w:tcPr>
            <w:tcW w:w="812" w:type="dxa"/>
          </w:tcPr>
          <w:p w14:paraId="0997A97C" w14:textId="06DD13A1" w:rsidR="002F3F74" w:rsidRPr="00DE0F0E" w:rsidRDefault="002F3F74" w:rsidP="002F3F74">
            <w:pPr>
              <w:pStyle w:val="TableText"/>
              <w:keepNext/>
              <w:jc w:val="left"/>
              <w:rPr>
                <w:noProof/>
                <w:sz w:val="16"/>
                <w:szCs w:val="16"/>
                <w:lang w:val="en-CA"/>
              </w:rPr>
            </w:pPr>
            <w:r w:rsidRPr="00DE0F0E">
              <w:rPr>
                <w:noProof/>
                <w:sz w:val="16"/>
                <w:szCs w:val="16"/>
                <w:lang w:val="en-CA"/>
              </w:rPr>
              <w:t>TR</w:t>
            </w:r>
          </w:p>
        </w:tc>
        <w:tc>
          <w:tcPr>
            <w:tcW w:w="4612" w:type="dxa"/>
            <w:vAlign w:val="center"/>
          </w:tcPr>
          <w:p w14:paraId="1A4DB82A" w14:textId="36ECA27D" w:rsidR="002F3F74" w:rsidRPr="00DE0F0E" w:rsidRDefault="002F3F74" w:rsidP="002F3F74">
            <w:pPr>
              <w:pStyle w:val="TableText"/>
              <w:keepNext/>
              <w:jc w:val="left"/>
              <w:rPr>
                <w:noProof/>
                <w:sz w:val="16"/>
                <w:szCs w:val="16"/>
                <w:lang w:val="en-CA" w:eastAsia="ko-KR"/>
              </w:rPr>
            </w:pPr>
            <w:r w:rsidRPr="00DE0F0E">
              <w:rPr>
                <w:noProof/>
                <w:sz w:val="16"/>
                <w:lang w:val="en-CA" w:eastAsia="ko-KR"/>
              </w:rPr>
              <w:t>cMax = NoBackwardPredFlag ? 4: 2</w:t>
            </w:r>
          </w:p>
        </w:tc>
      </w:tr>
      <w:tr w:rsidR="002F3F74" w:rsidRPr="00DE0F0E" w14:paraId="4CBB09EE" w14:textId="77777777" w:rsidTr="00A930C1">
        <w:trPr>
          <w:cantSplit/>
          <w:trHeight w:val="290"/>
          <w:jc w:val="center"/>
        </w:trPr>
        <w:tc>
          <w:tcPr>
            <w:tcW w:w="1635" w:type="dxa"/>
            <w:vMerge/>
          </w:tcPr>
          <w:p w14:paraId="1601DA47"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601FA3DE" w14:textId="77777777" w:rsidR="002F3F74" w:rsidRPr="00DE0F0E" w:rsidRDefault="002F3F74" w:rsidP="002F3F74">
            <w:pPr>
              <w:pStyle w:val="TableText"/>
              <w:keepNext/>
              <w:jc w:val="left"/>
              <w:rPr>
                <w:noProof/>
                <w:sz w:val="16"/>
                <w:szCs w:val="16"/>
                <w:lang w:val="en-CA" w:eastAsia="ko-KR"/>
              </w:rPr>
            </w:pPr>
            <w:r w:rsidRPr="00DE0F0E">
              <w:rPr>
                <w:noProof/>
                <w:sz w:val="16"/>
                <w:szCs w:val="16"/>
                <w:lang w:val="en-CA" w:eastAsia="ko-KR"/>
              </w:rPr>
              <w:t>cu_cbf</w:t>
            </w:r>
          </w:p>
        </w:tc>
        <w:tc>
          <w:tcPr>
            <w:tcW w:w="812" w:type="dxa"/>
          </w:tcPr>
          <w:p w14:paraId="38DE5FD4" w14:textId="77777777" w:rsidR="002F3F74" w:rsidRPr="00DE0F0E" w:rsidRDefault="002F3F74" w:rsidP="002F3F74">
            <w:pPr>
              <w:pStyle w:val="TableText"/>
              <w:keepNext/>
              <w:jc w:val="left"/>
              <w:rPr>
                <w:noProof/>
                <w:sz w:val="16"/>
                <w:szCs w:val="16"/>
                <w:lang w:val="en-CA"/>
              </w:rPr>
            </w:pPr>
            <w:r w:rsidRPr="00DE0F0E">
              <w:rPr>
                <w:noProof/>
                <w:sz w:val="16"/>
                <w:szCs w:val="16"/>
                <w:lang w:val="en-CA"/>
              </w:rPr>
              <w:t>FL</w:t>
            </w:r>
          </w:p>
        </w:tc>
        <w:tc>
          <w:tcPr>
            <w:tcW w:w="4612" w:type="dxa"/>
            <w:vAlign w:val="center"/>
          </w:tcPr>
          <w:p w14:paraId="460F1C3C" w14:textId="77777777" w:rsidR="002F3F74" w:rsidRPr="00DE0F0E" w:rsidRDefault="002F3F74" w:rsidP="002F3F74">
            <w:pPr>
              <w:pStyle w:val="TableText"/>
              <w:keepNext/>
              <w:jc w:val="left"/>
              <w:rPr>
                <w:noProof/>
                <w:sz w:val="16"/>
                <w:szCs w:val="16"/>
                <w:lang w:val="en-CA" w:eastAsia="ko-KR"/>
              </w:rPr>
            </w:pPr>
            <w:r w:rsidRPr="00DE0F0E">
              <w:rPr>
                <w:iCs/>
                <w:noProof/>
                <w:sz w:val="16"/>
                <w:lang w:val="en-CA"/>
              </w:rPr>
              <w:t>cMax = 1</w:t>
            </w:r>
          </w:p>
        </w:tc>
      </w:tr>
      <w:tr w:rsidR="002F3F74" w:rsidRPr="00DE0F0E" w14:paraId="5AAC30BF" w14:textId="77777777" w:rsidTr="00A930C1">
        <w:trPr>
          <w:cantSplit/>
          <w:trHeight w:val="290"/>
          <w:jc w:val="center"/>
        </w:trPr>
        <w:tc>
          <w:tcPr>
            <w:tcW w:w="1635" w:type="dxa"/>
            <w:vMerge/>
          </w:tcPr>
          <w:p w14:paraId="2F397C9B"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4B6E100A" w14:textId="2353525D" w:rsidR="002F3F74" w:rsidRPr="00DE0F0E" w:rsidRDefault="002F3F74" w:rsidP="002F3F74">
            <w:pPr>
              <w:pStyle w:val="TableText"/>
              <w:keepNext/>
              <w:jc w:val="left"/>
              <w:rPr>
                <w:noProof/>
                <w:sz w:val="16"/>
                <w:szCs w:val="16"/>
                <w:lang w:val="en-CA" w:eastAsia="ko-KR"/>
              </w:rPr>
            </w:pPr>
            <w:r w:rsidRPr="00DE0F0E">
              <w:rPr>
                <w:noProof/>
                <w:sz w:val="16"/>
                <w:szCs w:val="16"/>
                <w:lang w:val="en-CA" w:eastAsia="zh-CN"/>
              </w:rPr>
              <w:t>cu_sbt_flag</w:t>
            </w:r>
          </w:p>
        </w:tc>
        <w:tc>
          <w:tcPr>
            <w:tcW w:w="812" w:type="dxa"/>
          </w:tcPr>
          <w:p w14:paraId="586A1F48" w14:textId="46111351" w:rsidR="002F3F74" w:rsidRPr="00DE0F0E" w:rsidRDefault="002F3F74" w:rsidP="002F3F74">
            <w:pPr>
              <w:pStyle w:val="TableText"/>
              <w:keepNext/>
              <w:jc w:val="left"/>
              <w:rPr>
                <w:noProof/>
                <w:sz w:val="16"/>
                <w:szCs w:val="16"/>
                <w:lang w:val="en-CA"/>
              </w:rPr>
            </w:pPr>
            <w:r w:rsidRPr="00DE0F0E">
              <w:rPr>
                <w:bCs/>
                <w:noProof/>
                <w:sz w:val="16"/>
                <w:szCs w:val="16"/>
                <w:lang w:val="en-CA" w:eastAsia="zh-CN"/>
              </w:rPr>
              <w:t>FL</w:t>
            </w:r>
          </w:p>
        </w:tc>
        <w:tc>
          <w:tcPr>
            <w:tcW w:w="4612" w:type="dxa"/>
            <w:vAlign w:val="center"/>
          </w:tcPr>
          <w:p w14:paraId="7A3EEA37" w14:textId="764CDDAC" w:rsidR="002F3F74" w:rsidRPr="00DE0F0E" w:rsidRDefault="002F3F74" w:rsidP="002F3F74">
            <w:pPr>
              <w:pStyle w:val="TableText"/>
              <w:keepNext/>
              <w:jc w:val="left"/>
              <w:rPr>
                <w:iCs/>
                <w:noProof/>
                <w:sz w:val="16"/>
                <w:lang w:val="en-CA"/>
              </w:rPr>
            </w:pPr>
            <w:r w:rsidRPr="00DE0F0E">
              <w:rPr>
                <w:noProof/>
                <w:sz w:val="16"/>
                <w:szCs w:val="16"/>
                <w:lang w:val="en-CA" w:eastAsia="ko-KR"/>
              </w:rPr>
              <w:t>cMax = 1</w:t>
            </w:r>
          </w:p>
        </w:tc>
      </w:tr>
      <w:tr w:rsidR="002F3F74" w:rsidRPr="00DE0F0E" w14:paraId="513967D8" w14:textId="77777777" w:rsidTr="00A930C1">
        <w:trPr>
          <w:cantSplit/>
          <w:trHeight w:val="290"/>
          <w:jc w:val="center"/>
        </w:trPr>
        <w:tc>
          <w:tcPr>
            <w:tcW w:w="1635" w:type="dxa"/>
            <w:vMerge/>
          </w:tcPr>
          <w:p w14:paraId="4DA27434"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6C50CBE0" w14:textId="400D902A" w:rsidR="002F3F74" w:rsidRPr="00DE0F0E" w:rsidRDefault="002F3F74" w:rsidP="002F3F74">
            <w:pPr>
              <w:pStyle w:val="TableText"/>
              <w:keepNext/>
              <w:jc w:val="left"/>
              <w:rPr>
                <w:noProof/>
                <w:sz w:val="16"/>
                <w:szCs w:val="16"/>
                <w:lang w:val="en-CA" w:eastAsia="ko-KR"/>
              </w:rPr>
            </w:pPr>
            <w:r w:rsidRPr="00DE0F0E">
              <w:rPr>
                <w:noProof/>
                <w:sz w:val="16"/>
                <w:szCs w:val="16"/>
                <w:lang w:val="en-CA" w:eastAsia="zh-CN"/>
              </w:rPr>
              <w:t>cu_sbt_quad_flag</w:t>
            </w:r>
          </w:p>
        </w:tc>
        <w:tc>
          <w:tcPr>
            <w:tcW w:w="812" w:type="dxa"/>
          </w:tcPr>
          <w:p w14:paraId="72AA3A2C" w14:textId="2A645A48" w:rsidR="002F3F74" w:rsidRPr="00DE0F0E" w:rsidRDefault="002F3F74" w:rsidP="002F3F74">
            <w:pPr>
              <w:pStyle w:val="TableText"/>
              <w:keepNext/>
              <w:jc w:val="left"/>
              <w:rPr>
                <w:noProof/>
                <w:sz w:val="16"/>
                <w:szCs w:val="16"/>
                <w:lang w:val="en-CA"/>
              </w:rPr>
            </w:pPr>
            <w:r w:rsidRPr="00DE0F0E">
              <w:rPr>
                <w:bCs/>
                <w:noProof/>
                <w:sz w:val="16"/>
                <w:szCs w:val="16"/>
                <w:lang w:val="en-CA" w:eastAsia="zh-CN"/>
              </w:rPr>
              <w:t>FL</w:t>
            </w:r>
          </w:p>
        </w:tc>
        <w:tc>
          <w:tcPr>
            <w:tcW w:w="4612" w:type="dxa"/>
            <w:vAlign w:val="center"/>
          </w:tcPr>
          <w:p w14:paraId="0786961C" w14:textId="75A5FDF1" w:rsidR="002F3F74" w:rsidRPr="00DE0F0E" w:rsidRDefault="002F3F74" w:rsidP="002F3F74">
            <w:pPr>
              <w:pStyle w:val="TableText"/>
              <w:keepNext/>
              <w:jc w:val="left"/>
              <w:rPr>
                <w:iCs/>
                <w:noProof/>
                <w:sz w:val="16"/>
                <w:lang w:val="en-CA"/>
              </w:rPr>
            </w:pPr>
            <w:r w:rsidRPr="00DE0F0E">
              <w:rPr>
                <w:noProof/>
                <w:sz w:val="16"/>
                <w:szCs w:val="16"/>
                <w:lang w:val="en-CA" w:eastAsia="ko-KR"/>
              </w:rPr>
              <w:t>cMax = 1</w:t>
            </w:r>
          </w:p>
        </w:tc>
      </w:tr>
      <w:tr w:rsidR="002F3F74" w:rsidRPr="00DE0F0E" w14:paraId="5FF994B5" w14:textId="77777777" w:rsidTr="00A930C1">
        <w:trPr>
          <w:cantSplit/>
          <w:trHeight w:val="290"/>
          <w:jc w:val="center"/>
        </w:trPr>
        <w:tc>
          <w:tcPr>
            <w:tcW w:w="1635" w:type="dxa"/>
            <w:vMerge/>
          </w:tcPr>
          <w:p w14:paraId="68B7D0E4"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6ED59ACF" w14:textId="301E8310" w:rsidR="002F3F74" w:rsidRPr="00DE0F0E" w:rsidRDefault="002F3F74" w:rsidP="002F3F74">
            <w:pPr>
              <w:pStyle w:val="TableText"/>
              <w:keepNext/>
              <w:jc w:val="left"/>
              <w:rPr>
                <w:noProof/>
                <w:sz w:val="16"/>
                <w:szCs w:val="16"/>
                <w:lang w:val="en-CA" w:eastAsia="ko-KR"/>
              </w:rPr>
            </w:pPr>
            <w:r w:rsidRPr="00DE0F0E">
              <w:rPr>
                <w:noProof/>
                <w:sz w:val="16"/>
                <w:szCs w:val="16"/>
                <w:lang w:val="en-CA" w:eastAsia="zh-CN"/>
              </w:rPr>
              <w:t>cu_sbt_horizontal_flag</w:t>
            </w:r>
          </w:p>
        </w:tc>
        <w:tc>
          <w:tcPr>
            <w:tcW w:w="812" w:type="dxa"/>
          </w:tcPr>
          <w:p w14:paraId="13A0F6A8" w14:textId="26C20974" w:rsidR="002F3F74" w:rsidRPr="00DE0F0E" w:rsidRDefault="002F3F74" w:rsidP="002F3F74">
            <w:pPr>
              <w:pStyle w:val="TableText"/>
              <w:keepNext/>
              <w:jc w:val="left"/>
              <w:rPr>
                <w:noProof/>
                <w:sz w:val="16"/>
                <w:szCs w:val="16"/>
                <w:lang w:val="en-CA"/>
              </w:rPr>
            </w:pPr>
            <w:r w:rsidRPr="00DE0F0E">
              <w:rPr>
                <w:bCs/>
                <w:noProof/>
                <w:sz w:val="16"/>
                <w:szCs w:val="16"/>
                <w:lang w:val="en-CA" w:eastAsia="zh-CN"/>
              </w:rPr>
              <w:t>FL</w:t>
            </w:r>
          </w:p>
        </w:tc>
        <w:tc>
          <w:tcPr>
            <w:tcW w:w="4612" w:type="dxa"/>
            <w:vAlign w:val="center"/>
          </w:tcPr>
          <w:p w14:paraId="21233D76" w14:textId="54675776" w:rsidR="002F3F74" w:rsidRPr="00DE0F0E" w:rsidRDefault="002F3F74" w:rsidP="002F3F74">
            <w:pPr>
              <w:pStyle w:val="TableText"/>
              <w:keepNext/>
              <w:jc w:val="left"/>
              <w:rPr>
                <w:iCs/>
                <w:noProof/>
                <w:sz w:val="16"/>
                <w:lang w:val="en-CA"/>
              </w:rPr>
            </w:pPr>
            <w:r w:rsidRPr="00DE0F0E">
              <w:rPr>
                <w:noProof/>
                <w:sz w:val="16"/>
                <w:szCs w:val="16"/>
                <w:lang w:val="en-CA" w:eastAsia="ko-KR"/>
              </w:rPr>
              <w:t>cMax = 1</w:t>
            </w:r>
          </w:p>
        </w:tc>
      </w:tr>
      <w:tr w:rsidR="002F3F74" w:rsidRPr="00DE0F0E" w14:paraId="2E27944B" w14:textId="77777777" w:rsidTr="00A930C1">
        <w:trPr>
          <w:cantSplit/>
          <w:trHeight w:val="290"/>
          <w:jc w:val="center"/>
        </w:trPr>
        <w:tc>
          <w:tcPr>
            <w:tcW w:w="1635" w:type="dxa"/>
            <w:vMerge/>
          </w:tcPr>
          <w:p w14:paraId="11DF359A" w14:textId="77777777" w:rsidR="002F3F74" w:rsidRPr="00DE0F0E" w:rsidRDefault="002F3F74" w:rsidP="002F3F74">
            <w:pPr>
              <w:pStyle w:val="TableText"/>
              <w:keepNext/>
              <w:jc w:val="left"/>
              <w:rPr>
                <w:noProof/>
                <w:sz w:val="16"/>
                <w:szCs w:val="16"/>
                <w:lang w:val="en-CA" w:eastAsia="ko-KR"/>
              </w:rPr>
            </w:pPr>
          </w:p>
        </w:tc>
        <w:tc>
          <w:tcPr>
            <w:tcW w:w="2411" w:type="dxa"/>
            <w:vAlign w:val="center"/>
          </w:tcPr>
          <w:p w14:paraId="3B1807E6" w14:textId="7E27D8F3" w:rsidR="002F3F74" w:rsidRPr="00DE0F0E" w:rsidRDefault="002F3F74" w:rsidP="002F3F74">
            <w:pPr>
              <w:pStyle w:val="TableText"/>
              <w:keepNext/>
              <w:jc w:val="left"/>
              <w:rPr>
                <w:noProof/>
                <w:sz w:val="16"/>
                <w:szCs w:val="16"/>
                <w:lang w:val="en-CA" w:eastAsia="ko-KR"/>
              </w:rPr>
            </w:pPr>
            <w:r w:rsidRPr="00DE0F0E">
              <w:rPr>
                <w:noProof/>
                <w:sz w:val="16"/>
                <w:szCs w:val="16"/>
                <w:lang w:val="en-CA" w:eastAsia="zh-CN"/>
              </w:rPr>
              <w:t>cu_sbt_pos_flag</w:t>
            </w:r>
          </w:p>
        </w:tc>
        <w:tc>
          <w:tcPr>
            <w:tcW w:w="812" w:type="dxa"/>
          </w:tcPr>
          <w:p w14:paraId="23F3C9D0" w14:textId="272AC021" w:rsidR="002F3F74" w:rsidRPr="00DE0F0E" w:rsidRDefault="002F3F74" w:rsidP="002F3F74">
            <w:pPr>
              <w:pStyle w:val="TableText"/>
              <w:keepNext/>
              <w:jc w:val="left"/>
              <w:rPr>
                <w:noProof/>
                <w:sz w:val="16"/>
                <w:szCs w:val="16"/>
                <w:lang w:val="en-CA"/>
              </w:rPr>
            </w:pPr>
            <w:r w:rsidRPr="00DE0F0E">
              <w:rPr>
                <w:bCs/>
                <w:noProof/>
                <w:sz w:val="16"/>
                <w:szCs w:val="16"/>
                <w:lang w:val="en-CA" w:eastAsia="zh-CN"/>
              </w:rPr>
              <w:t>FL</w:t>
            </w:r>
          </w:p>
        </w:tc>
        <w:tc>
          <w:tcPr>
            <w:tcW w:w="4612" w:type="dxa"/>
            <w:vAlign w:val="center"/>
          </w:tcPr>
          <w:p w14:paraId="5A92006F" w14:textId="245E1DF7" w:rsidR="002F3F74" w:rsidRPr="00DE0F0E" w:rsidRDefault="002F3F74" w:rsidP="002F3F74">
            <w:pPr>
              <w:pStyle w:val="TableText"/>
              <w:keepNext/>
              <w:jc w:val="left"/>
              <w:rPr>
                <w:iCs/>
                <w:noProof/>
                <w:sz w:val="16"/>
                <w:lang w:val="en-CA"/>
              </w:rPr>
            </w:pPr>
            <w:r w:rsidRPr="00DE0F0E">
              <w:rPr>
                <w:noProof/>
                <w:sz w:val="16"/>
                <w:szCs w:val="16"/>
                <w:lang w:val="en-CA" w:eastAsia="ko-KR"/>
              </w:rPr>
              <w:t>cMax = 1</w:t>
            </w:r>
          </w:p>
        </w:tc>
      </w:tr>
    </w:tbl>
    <w:p w14:paraId="7D1924F1" w14:textId="77777777" w:rsidR="00822405" w:rsidRPr="00DE0F0E" w:rsidRDefault="00822405" w:rsidP="00822405">
      <w:pPr>
        <w:rPr>
          <w:noProof/>
          <w:lang w:val="en-CA"/>
        </w:rPr>
      </w:pPr>
    </w:p>
    <w:p w14:paraId="42BA0C34" w14:textId="51E40B8C" w:rsidR="005C1BD0" w:rsidRPr="00DE0F0E" w:rsidRDefault="005C1BD0" w:rsidP="005C1BD0">
      <w:pPr>
        <w:numPr>
          <w:ilvl w:val="0"/>
          <w:numId w:val="103"/>
        </w:numPr>
        <w:rPr>
          <w:noProof/>
          <w:lang w:val="en-CA"/>
        </w:rPr>
      </w:pPr>
      <w:bookmarkStart w:id="24" w:name="_Ref331179653"/>
      <w:bookmarkEnd w:id="14"/>
      <w:bookmarkEnd w:id="15"/>
      <w:bookmarkEnd w:id="16"/>
      <w:bookmarkEnd w:id="17"/>
      <w:bookmarkEnd w:id="18"/>
      <w:bookmarkEnd w:id="19"/>
      <w:bookmarkEnd w:id="20"/>
      <w:bookmarkEnd w:id="21"/>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340"/>
        <w:gridCol w:w="1980"/>
        <w:gridCol w:w="976"/>
        <w:gridCol w:w="977"/>
        <w:gridCol w:w="977"/>
        <w:gridCol w:w="977"/>
        <w:gridCol w:w="977"/>
      </w:tblGrid>
      <w:tr w:rsidR="00545DCE" w:rsidRPr="00DE0F0E" w14:paraId="710AE38E" w14:textId="77777777" w:rsidTr="00FA7B58">
        <w:trPr>
          <w:tblHeader/>
          <w:jc w:val="center"/>
        </w:trPr>
        <w:tc>
          <w:tcPr>
            <w:tcW w:w="9204" w:type="dxa"/>
            <w:gridSpan w:val="7"/>
            <w:tcBorders>
              <w:top w:val="nil"/>
              <w:left w:val="nil"/>
              <w:right w:val="nil"/>
            </w:tcBorders>
            <w:vAlign w:val="center"/>
          </w:tcPr>
          <w:p w14:paraId="47891581" w14:textId="32798833" w:rsidR="00545DCE" w:rsidRPr="00DE0F0E" w:rsidRDefault="00545DCE" w:rsidP="00FA7B58">
            <w:pPr>
              <w:pStyle w:val="Caption"/>
              <w:rPr>
                <w:noProof/>
                <w:sz w:val="16"/>
                <w:szCs w:val="16"/>
                <w:lang w:val="en-CA"/>
              </w:rPr>
            </w:pPr>
            <w:bookmarkStart w:id="25" w:name="_Ref348982591"/>
            <w:bookmarkStart w:id="26" w:name="_Toc415476499"/>
            <w:bookmarkStart w:id="27" w:name="_Toc423602549"/>
            <w:bookmarkStart w:id="28" w:name="_Toc423602723"/>
            <w:bookmarkStart w:id="29" w:name="_Toc501130624"/>
            <w:bookmarkStart w:id="30" w:name="_Toc510795549"/>
            <w:bookmarkStart w:id="31" w:name="_Ref531859973"/>
            <w:r w:rsidRPr="00DE0F0E">
              <w:rPr>
                <w:noProof/>
                <w:lang w:val="en-CA"/>
              </w:rPr>
              <w:lastRenderedPageBreak/>
              <w:t>Table </w:t>
            </w:r>
            <w:r w:rsidR="007F6735" w:rsidRPr="00DE0F0E">
              <w:rPr>
                <w:noProof/>
                <w:lang w:val="en-CA"/>
              </w:rPr>
              <w:fldChar w:fldCharType="begin" w:fldLock="1"/>
            </w:r>
            <w:r w:rsidR="007F6735" w:rsidRPr="00DE0F0E">
              <w:rPr>
                <w:noProof/>
                <w:lang w:val="en-CA"/>
              </w:rPr>
              <w:instrText xml:space="preserve"> STYLEREF 1 \s </w:instrText>
            </w:r>
            <w:r w:rsidR="007F6735" w:rsidRPr="00DE0F0E">
              <w:rPr>
                <w:noProof/>
                <w:lang w:val="en-CA"/>
              </w:rPr>
              <w:fldChar w:fldCharType="separate"/>
            </w:r>
            <w:r w:rsidR="0069477F">
              <w:rPr>
                <w:noProof/>
                <w:lang w:val="en-CA"/>
              </w:rPr>
              <w:t>9</w:t>
            </w:r>
            <w:r w:rsidR="007F6735" w:rsidRPr="00DE0F0E">
              <w:rPr>
                <w:noProof/>
                <w:lang w:val="en-CA"/>
              </w:rPr>
              <w:fldChar w:fldCharType="end"/>
            </w:r>
            <w:r w:rsidR="007F6735" w:rsidRPr="00DE0F0E">
              <w:rPr>
                <w:noProof/>
                <w:lang w:val="en-CA"/>
              </w:rPr>
              <w:noBreakHyphen/>
            </w:r>
            <w:r w:rsidR="007F6735" w:rsidRPr="00DE0F0E">
              <w:rPr>
                <w:noProof/>
                <w:lang w:val="en-CA"/>
              </w:rPr>
              <w:fldChar w:fldCharType="begin" w:fldLock="1"/>
            </w:r>
            <w:r w:rsidR="007F6735" w:rsidRPr="00DE0F0E">
              <w:rPr>
                <w:noProof/>
                <w:lang w:val="en-CA"/>
              </w:rPr>
              <w:instrText xml:space="preserve"> SEQ Table \* ARABIC \s 1 </w:instrText>
            </w:r>
            <w:r w:rsidR="007F6735" w:rsidRPr="00DE0F0E">
              <w:rPr>
                <w:noProof/>
                <w:lang w:val="en-CA"/>
              </w:rPr>
              <w:fldChar w:fldCharType="separate"/>
            </w:r>
            <w:r w:rsidR="0069477F">
              <w:rPr>
                <w:noProof/>
                <w:lang w:val="en-CA"/>
              </w:rPr>
              <w:t>15</w:t>
            </w:r>
            <w:r w:rsidR="007F6735" w:rsidRPr="00DE0F0E">
              <w:rPr>
                <w:noProof/>
                <w:lang w:val="en-CA"/>
              </w:rPr>
              <w:fldChar w:fldCharType="end"/>
            </w:r>
            <w:bookmarkEnd w:id="25"/>
            <w:r w:rsidRPr="00DE0F0E">
              <w:rPr>
                <w:noProof/>
                <w:lang w:val="en-CA"/>
              </w:rPr>
              <w:t xml:space="preserve"> – Assignment of ctxInc to syntax elements with context coded bins</w:t>
            </w:r>
            <w:bookmarkEnd w:id="26"/>
            <w:bookmarkEnd w:id="27"/>
            <w:bookmarkEnd w:id="28"/>
            <w:bookmarkEnd w:id="29"/>
            <w:bookmarkEnd w:id="30"/>
          </w:p>
        </w:tc>
      </w:tr>
      <w:tr w:rsidR="00545DCE" w:rsidRPr="00DE0F0E" w14:paraId="0905CFB9" w14:textId="77777777" w:rsidTr="004D3723">
        <w:trPr>
          <w:tblHeader/>
          <w:jc w:val="center"/>
        </w:trPr>
        <w:tc>
          <w:tcPr>
            <w:tcW w:w="2340" w:type="dxa"/>
            <w:vMerge w:val="restart"/>
            <w:vAlign w:val="center"/>
          </w:tcPr>
          <w:p w14:paraId="49C8BBCA" w14:textId="77777777" w:rsidR="00545DCE" w:rsidRPr="00DE0F0E" w:rsidRDefault="00545DCE" w:rsidP="00FA7B58">
            <w:pPr>
              <w:keepNext/>
              <w:jc w:val="center"/>
              <w:rPr>
                <w:b/>
                <w:noProof/>
                <w:sz w:val="16"/>
                <w:szCs w:val="16"/>
                <w:lang w:val="en-CA"/>
              </w:rPr>
            </w:pPr>
            <w:r w:rsidRPr="00DE0F0E">
              <w:rPr>
                <w:b/>
                <w:noProof/>
                <w:sz w:val="16"/>
                <w:szCs w:val="16"/>
                <w:lang w:val="en-CA"/>
              </w:rPr>
              <w:t>Syntax element</w:t>
            </w:r>
          </w:p>
        </w:tc>
        <w:tc>
          <w:tcPr>
            <w:tcW w:w="6864" w:type="dxa"/>
            <w:gridSpan w:val="6"/>
            <w:vAlign w:val="center"/>
          </w:tcPr>
          <w:p w14:paraId="34D9224E" w14:textId="77777777" w:rsidR="00545DCE" w:rsidRPr="00DE0F0E" w:rsidRDefault="00545DCE" w:rsidP="00FA7B58">
            <w:pPr>
              <w:keepNext/>
              <w:jc w:val="center"/>
              <w:rPr>
                <w:b/>
                <w:noProof/>
                <w:sz w:val="16"/>
                <w:szCs w:val="16"/>
                <w:lang w:val="en-CA"/>
              </w:rPr>
            </w:pPr>
            <w:r w:rsidRPr="00DE0F0E">
              <w:rPr>
                <w:b/>
                <w:noProof/>
                <w:sz w:val="16"/>
                <w:szCs w:val="16"/>
                <w:lang w:val="en-CA"/>
              </w:rPr>
              <w:t>binIdx</w:t>
            </w:r>
          </w:p>
        </w:tc>
      </w:tr>
      <w:tr w:rsidR="00545DCE" w:rsidRPr="00DE0F0E" w14:paraId="5ED92DFE" w14:textId="77777777" w:rsidTr="004D3723">
        <w:trPr>
          <w:tblHeader/>
          <w:jc w:val="center"/>
        </w:trPr>
        <w:tc>
          <w:tcPr>
            <w:tcW w:w="2340" w:type="dxa"/>
            <w:vMerge/>
          </w:tcPr>
          <w:p w14:paraId="3EFEA753" w14:textId="77777777" w:rsidR="00545DCE" w:rsidRPr="00DE0F0E" w:rsidRDefault="00545DCE" w:rsidP="00FA7B58">
            <w:pPr>
              <w:keepNext/>
              <w:rPr>
                <w:b/>
                <w:noProof/>
                <w:sz w:val="16"/>
                <w:szCs w:val="16"/>
                <w:lang w:val="en-CA"/>
              </w:rPr>
            </w:pPr>
          </w:p>
        </w:tc>
        <w:tc>
          <w:tcPr>
            <w:tcW w:w="1980" w:type="dxa"/>
            <w:vAlign w:val="center"/>
          </w:tcPr>
          <w:p w14:paraId="4A66010E" w14:textId="77777777" w:rsidR="00545DCE" w:rsidRPr="00DE0F0E" w:rsidRDefault="00545DCE" w:rsidP="00FA7B58">
            <w:pPr>
              <w:keepNext/>
              <w:jc w:val="center"/>
              <w:rPr>
                <w:b/>
                <w:noProof/>
                <w:sz w:val="16"/>
                <w:szCs w:val="16"/>
                <w:lang w:val="en-CA"/>
              </w:rPr>
            </w:pPr>
            <w:r w:rsidRPr="00DE0F0E">
              <w:rPr>
                <w:b/>
                <w:noProof/>
                <w:sz w:val="16"/>
                <w:szCs w:val="16"/>
                <w:lang w:val="en-CA"/>
              </w:rPr>
              <w:t>0</w:t>
            </w:r>
          </w:p>
        </w:tc>
        <w:tc>
          <w:tcPr>
            <w:tcW w:w="976" w:type="dxa"/>
            <w:vAlign w:val="center"/>
          </w:tcPr>
          <w:p w14:paraId="46435120" w14:textId="77777777" w:rsidR="00545DCE" w:rsidRPr="00DE0F0E" w:rsidRDefault="00545DCE" w:rsidP="00FA7B58">
            <w:pPr>
              <w:keepNext/>
              <w:jc w:val="center"/>
              <w:rPr>
                <w:b/>
                <w:noProof/>
                <w:sz w:val="16"/>
                <w:szCs w:val="16"/>
                <w:lang w:val="en-CA"/>
              </w:rPr>
            </w:pPr>
            <w:r w:rsidRPr="00DE0F0E">
              <w:rPr>
                <w:b/>
                <w:noProof/>
                <w:sz w:val="16"/>
                <w:szCs w:val="16"/>
                <w:lang w:val="en-CA"/>
              </w:rPr>
              <w:t>1</w:t>
            </w:r>
          </w:p>
        </w:tc>
        <w:tc>
          <w:tcPr>
            <w:tcW w:w="977" w:type="dxa"/>
            <w:vAlign w:val="center"/>
          </w:tcPr>
          <w:p w14:paraId="1F8C06B4" w14:textId="77777777" w:rsidR="00545DCE" w:rsidRPr="00DE0F0E" w:rsidRDefault="00545DCE" w:rsidP="00FA7B58">
            <w:pPr>
              <w:keepNext/>
              <w:jc w:val="center"/>
              <w:rPr>
                <w:b/>
                <w:noProof/>
                <w:sz w:val="16"/>
                <w:szCs w:val="16"/>
                <w:lang w:val="en-CA"/>
              </w:rPr>
            </w:pPr>
            <w:r w:rsidRPr="00DE0F0E">
              <w:rPr>
                <w:b/>
                <w:noProof/>
                <w:sz w:val="16"/>
                <w:szCs w:val="16"/>
                <w:lang w:val="en-CA"/>
              </w:rPr>
              <w:t>2</w:t>
            </w:r>
          </w:p>
        </w:tc>
        <w:tc>
          <w:tcPr>
            <w:tcW w:w="977" w:type="dxa"/>
            <w:vAlign w:val="center"/>
          </w:tcPr>
          <w:p w14:paraId="59E9E535" w14:textId="77777777" w:rsidR="00545DCE" w:rsidRPr="00DE0F0E" w:rsidRDefault="00545DCE" w:rsidP="00FA7B58">
            <w:pPr>
              <w:keepNext/>
              <w:jc w:val="center"/>
              <w:rPr>
                <w:b/>
                <w:noProof/>
                <w:sz w:val="16"/>
                <w:szCs w:val="16"/>
                <w:lang w:val="en-CA"/>
              </w:rPr>
            </w:pPr>
            <w:r w:rsidRPr="00DE0F0E">
              <w:rPr>
                <w:b/>
                <w:noProof/>
                <w:sz w:val="16"/>
                <w:szCs w:val="16"/>
                <w:lang w:val="en-CA"/>
              </w:rPr>
              <w:t>3</w:t>
            </w:r>
          </w:p>
        </w:tc>
        <w:tc>
          <w:tcPr>
            <w:tcW w:w="977" w:type="dxa"/>
            <w:vAlign w:val="center"/>
          </w:tcPr>
          <w:p w14:paraId="7D0AF678" w14:textId="77777777" w:rsidR="00545DCE" w:rsidRPr="00DE0F0E" w:rsidRDefault="00545DCE" w:rsidP="00FA7B58">
            <w:pPr>
              <w:keepNext/>
              <w:jc w:val="center"/>
              <w:rPr>
                <w:b/>
                <w:noProof/>
                <w:sz w:val="16"/>
                <w:szCs w:val="16"/>
                <w:lang w:val="en-CA"/>
              </w:rPr>
            </w:pPr>
            <w:r w:rsidRPr="00DE0F0E">
              <w:rPr>
                <w:b/>
                <w:noProof/>
                <w:sz w:val="16"/>
                <w:szCs w:val="16"/>
                <w:lang w:val="en-CA"/>
              </w:rPr>
              <w:t>4</w:t>
            </w:r>
          </w:p>
        </w:tc>
        <w:tc>
          <w:tcPr>
            <w:tcW w:w="977" w:type="dxa"/>
            <w:vAlign w:val="center"/>
          </w:tcPr>
          <w:p w14:paraId="289E6017" w14:textId="77777777" w:rsidR="00545DCE" w:rsidRPr="00DE0F0E" w:rsidRDefault="00545DCE" w:rsidP="00FA7B58">
            <w:pPr>
              <w:keepNext/>
              <w:jc w:val="center"/>
              <w:rPr>
                <w:b/>
                <w:noProof/>
                <w:sz w:val="16"/>
                <w:szCs w:val="16"/>
                <w:lang w:val="en-CA"/>
              </w:rPr>
            </w:pPr>
            <w:r w:rsidRPr="00DE0F0E">
              <w:rPr>
                <w:b/>
                <w:noProof/>
                <w:sz w:val="16"/>
                <w:szCs w:val="16"/>
                <w:lang w:val="en-CA"/>
              </w:rPr>
              <w:t>&gt;=  5</w:t>
            </w:r>
          </w:p>
        </w:tc>
      </w:tr>
      <w:tr w:rsidR="00BA508D" w:rsidRPr="00DE0F0E" w14:paraId="4D190554" w14:textId="77777777" w:rsidTr="004D3723">
        <w:trPr>
          <w:cantSplit/>
          <w:jc w:val="center"/>
        </w:trPr>
        <w:tc>
          <w:tcPr>
            <w:tcW w:w="2340" w:type="dxa"/>
            <w:vAlign w:val="center"/>
          </w:tcPr>
          <w:p w14:paraId="702AAAA9" w14:textId="35AE87C1" w:rsidR="00BA508D" w:rsidRPr="00DE0F0E" w:rsidRDefault="00B7478A" w:rsidP="005669E3">
            <w:pPr>
              <w:jc w:val="left"/>
              <w:rPr>
                <w:noProof/>
                <w:sz w:val="16"/>
                <w:szCs w:val="16"/>
                <w:lang w:val="en-CA"/>
              </w:rPr>
            </w:pPr>
            <w:r>
              <w:rPr>
                <w:noProof/>
                <w:sz w:val="16"/>
                <w:szCs w:val="16"/>
                <w:lang w:val="en-CA"/>
              </w:rPr>
              <w:t>…</w:t>
            </w:r>
          </w:p>
        </w:tc>
        <w:tc>
          <w:tcPr>
            <w:tcW w:w="1980" w:type="dxa"/>
          </w:tcPr>
          <w:p w14:paraId="2FE1FC0C" w14:textId="14BED7BC" w:rsidR="00BA508D" w:rsidRPr="00DE0F0E" w:rsidRDefault="00BA508D" w:rsidP="00AE2099">
            <w:pPr>
              <w:jc w:val="center"/>
              <w:rPr>
                <w:noProof/>
                <w:sz w:val="16"/>
                <w:szCs w:val="16"/>
                <w:lang w:val="en-CA"/>
              </w:rPr>
            </w:pPr>
          </w:p>
        </w:tc>
        <w:tc>
          <w:tcPr>
            <w:tcW w:w="976" w:type="dxa"/>
            <w:vAlign w:val="center"/>
          </w:tcPr>
          <w:p w14:paraId="0B8F2C82" w14:textId="4CC09FCA" w:rsidR="00BA508D" w:rsidRPr="00DE0F0E" w:rsidRDefault="00BA508D" w:rsidP="000E2EC3">
            <w:pPr>
              <w:jc w:val="center"/>
              <w:rPr>
                <w:noProof/>
                <w:sz w:val="16"/>
                <w:szCs w:val="16"/>
                <w:lang w:val="en-CA"/>
              </w:rPr>
            </w:pPr>
          </w:p>
        </w:tc>
        <w:tc>
          <w:tcPr>
            <w:tcW w:w="977" w:type="dxa"/>
            <w:vAlign w:val="center"/>
          </w:tcPr>
          <w:p w14:paraId="0EAB2A08" w14:textId="446E0B9F" w:rsidR="00BA508D" w:rsidRPr="00DE0F0E" w:rsidRDefault="00BA508D" w:rsidP="00BA508D">
            <w:pPr>
              <w:jc w:val="center"/>
              <w:rPr>
                <w:noProof/>
                <w:sz w:val="16"/>
                <w:szCs w:val="16"/>
                <w:lang w:val="en-CA"/>
              </w:rPr>
            </w:pPr>
          </w:p>
        </w:tc>
        <w:tc>
          <w:tcPr>
            <w:tcW w:w="977" w:type="dxa"/>
            <w:vAlign w:val="center"/>
          </w:tcPr>
          <w:p w14:paraId="57782E3A" w14:textId="169DF288" w:rsidR="00BA508D" w:rsidRPr="00DE0F0E" w:rsidRDefault="00BA508D" w:rsidP="00BA508D">
            <w:pPr>
              <w:jc w:val="center"/>
              <w:rPr>
                <w:noProof/>
                <w:sz w:val="16"/>
                <w:szCs w:val="16"/>
                <w:lang w:val="en-CA"/>
              </w:rPr>
            </w:pPr>
          </w:p>
        </w:tc>
        <w:tc>
          <w:tcPr>
            <w:tcW w:w="977" w:type="dxa"/>
            <w:vAlign w:val="center"/>
          </w:tcPr>
          <w:p w14:paraId="38923F30" w14:textId="766833F3" w:rsidR="00BA508D" w:rsidRPr="00DE0F0E" w:rsidRDefault="00BA508D" w:rsidP="00BA508D">
            <w:pPr>
              <w:jc w:val="center"/>
              <w:rPr>
                <w:noProof/>
                <w:sz w:val="16"/>
                <w:szCs w:val="16"/>
                <w:lang w:val="en-CA"/>
              </w:rPr>
            </w:pPr>
          </w:p>
        </w:tc>
        <w:tc>
          <w:tcPr>
            <w:tcW w:w="977" w:type="dxa"/>
            <w:vAlign w:val="center"/>
          </w:tcPr>
          <w:p w14:paraId="5D8EDF4A" w14:textId="4ADC0993" w:rsidR="00BA508D" w:rsidRPr="00DE0F0E" w:rsidRDefault="00BA508D" w:rsidP="00BA508D">
            <w:pPr>
              <w:jc w:val="center"/>
              <w:rPr>
                <w:noProof/>
                <w:sz w:val="16"/>
                <w:szCs w:val="16"/>
                <w:lang w:val="en-CA"/>
              </w:rPr>
            </w:pPr>
          </w:p>
        </w:tc>
      </w:tr>
      <w:tr w:rsidR="00BA508D" w:rsidRPr="00DE0F0E" w14:paraId="7E98EDA1" w14:textId="77777777" w:rsidTr="004D3723">
        <w:trPr>
          <w:cantSplit/>
          <w:jc w:val="center"/>
        </w:trPr>
        <w:tc>
          <w:tcPr>
            <w:tcW w:w="2340" w:type="dxa"/>
            <w:vAlign w:val="center"/>
          </w:tcPr>
          <w:p w14:paraId="53EE537D" w14:textId="77777777" w:rsidR="00BA508D" w:rsidRPr="00DE0F0E" w:rsidRDefault="00BA508D" w:rsidP="00BA508D">
            <w:pPr>
              <w:keepLines/>
              <w:jc w:val="left"/>
              <w:rPr>
                <w:noProof/>
                <w:sz w:val="16"/>
                <w:szCs w:val="16"/>
                <w:lang w:val="en-CA"/>
              </w:rPr>
            </w:pPr>
            <w:r w:rsidRPr="00DE0F0E">
              <w:rPr>
                <w:noProof/>
                <w:sz w:val="16"/>
                <w:szCs w:val="16"/>
                <w:lang w:val="en-CA" w:eastAsia="ko-KR"/>
              </w:rPr>
              <w:t>inter_affine_flag</w:t>
            </w:r>
            <w:r w:rsidRPr="00DE0F0E">
              <w:rPr>
                <w:rFonts w:eastAsia="PMingLiU"/>
                <w:noProof/>
                <w:sz w:val="16"/>
                <w:szCs w:val="16"/>
                <w:lang w:val="en-CA" w:eastAsia="zh-TW"/>
              </w:rPr>
              <w:t>[ ][ ]</w:t>
            </w:r>
          </w:p>
        </w:tc>
        <w:tc>
          <w:tcPr>
            <w:tcW w:w="1980" w:type="dxa"/>
          </w:tcPr>
          <w:p w14:paraId="7905B26E" w14:textId="3428037B" w:rsidR="00BA508D" w:rsidRPr="00DE0F0E" w:rsidRDefault="00BA508D" w:rsidP="00BA508D">
            <w:pPr>
              <w:jc w:val="center"/>
              <w:rPr>
                <w:noProof/>
                <w:sz w:val="16"/>
                <w:szCs w:val="16"/>
                <w:lang w:val="en-CA"/>
              </w:rPr>
            </w:pPr>
            <w:r w:rsidRPr="00DE0F0E">
              <w:rPr>
                <w:noProof/>
                <w:sz w:val="16"/>
                <w:szCs w:val="16"/>
                <w:lang w:val="en-CA"/>
              </w:rPr>
              <w:t>0,1,2</w:t>
            </w:r>
            <w:r w:rsidRPr="00DE0F0E">
              <w:rPr>
                <w:noProof/>
                <w:sz w:val="16"/>
                <w:szCs w:val="16"/>
                <w:lang w:val="en-CA"/>
              </w:rPr>
              <w:br/>
              <w:t>(clause </w:t>
            </w:r>
            <w:r w:rsidRPr="00DE0F0E">
              <w:rPr>
                <w:noProof/>
                <w:sz w:val="16"/>
                <w:szCs w:val="16"/>
                <w:highlight w:val="yellow"/>
                <w:lang w:val="en-CA"/>
              </w:rPr>
              <w:fldChar w:fldCharType="begin" w:fldLock="1"/>
            </w:r>
            <w:r w:rsidRPr="00DE0F0E">
              <w:rPr>
                <w:noProof/>
                <w:sz w:val="16"/>
                <w:szCs w:val="16"/>
                <w:lang w:val="en-CA"/>
              </w:rPr>
              <w:instrText xml:space="preserve"> REF _Ref531882307 \r \h </w:instrText>
            </w:r>
            <w:r w:rsidRPr="00DE0F0E">
              <w:rPr>
                <w:noProof/>
                <w:sz w:val="16"/>
                <w:szCs w:val="16"/>
                <w:highlight w:val="yellow"/>
                <w:lang w:val="en-CA"/>
              </w:rPr>
            </w:r>
            <w:r w:rsidRPr="00DE0F0E">
              <w:rPr>
                <w:noProof/>
                <w:sz w:val="16"/>
                <w:szCs w:val="16"/>
                <w:highlight w:val="yellow"/>
                <w:lang w:val="en-CA"/>
              </w:rPr>
              <w:fldChar w:fldCharType="separate"/>
            </w:r>
            <w:r w:rsidR="0069477F">
              <w:rPr>
                <w:noProof/>
                <w:sz w:val="16"/>
                <w:szCs w:val="16"/>
                <w:lang w:val="en-CA"/>
              </w:rPr>
              <w:t>9.5.4.2.2</w:t>
            </w:r>
            <w:r w:rsidRPr="00DE0F0E">
              <w:rPr>
                <w:noProof/>
                <w:sz w:val="16"/>
                <w:szCs w:val="16"/>
                <w:highlight w:val="yellow"/>
                <w:lang w:val="en-CA"/>
              </w:rPr>
              <w:fldChar w:fldCharType="end"/>
            </w:r>
            <w:r w:rsidRPr="00DE0F0E">
              <w:rPr>
                <w:noProof/>
                <w:sz w:val="16"/>
                <w:szCs w:val="16"/>
                <w:lang w:val="en-CA"/>
              </w:rPr>
              <w:t>)</w:t>
            </w:r>
          </w:p>
        </w:tc>
        <w:tc>
          <w:tcPr>
            <w:tcW w:w="976" w:type="dxa"/>
            <w:vAlign w:val="center"/>
          </w:tcPr>
          <w:p w14:paraId="6A9B25DC"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5D086B85"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2711BE29"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6EB8F37F"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48624FB7" w14:textId="77777777" w:rsidR="00BA508D" w:rsidRPr="00DE0F0E" w:rsidRDefault="00BA508D" w:rsidP="00BA508D">
            <w:pPr>
              <w:jc w:val="center"/>
              <w:rPr>
                <w:noProof/>
                <w:sz w:val="16"/>
                <w:szCs w:val="16"/>
                <w:lang w:val="en-CA"/>
              </w:rPr>
            </w:pPr>
            <w:r w:rsidRPr="00DE0F0E">
              <w:rPr>
                <w:noProof/>
                <w:sz w:val="16"/>
                <w:szCs w:val="16"/>
                <w:lang w:val="en-CA"/>
              </w:rPr>
              <w:t>na</w:t>
            </w:r>
          </w:p>
        </w:tc>
      </w:tr>
      <w:tr w:rsidR="00BA508D" w:rsidRPr="00DE0F0E" w14:paraId="57AC38D7" w14:textId="77777777" w:rsidTr="004D3723">
        <w:trPr>
          <w:cantSplit/>
          <w:jc w:val="center"/>
        </w:trPr>
        <w:tc>
          <w:tcPr>
            <w:tcW w:w="2340" w:type="dxa"/>
            <w:vAlign w:val="center"/>
          </w:tcPr>
          <w:p w14:paraId="4BE124A3" w14:textId="77777777" w:rsidR="00BA508D" w:rsidRPr="00DE0F0E" w:rsidRDefault="00BA508D" w:rsidP="00BA508D">
            <w:pPr>
              <w:keepLines/>
              <w:jc w:val="left"/>
              <w:rPr>
                <w:noProof/>
                <w:sz w:val="16"/>
                <w:szCs w:val="16"/>
                <w:lang w:val="en-CA" w:eastAsia="ko-KR"/>
              </w:rPr>
            </w:pPr>
            <w:r w:rsidRPr="00DE0F0E">
              <w:rPr>
                <w:noProof/>
                <w:sz w:val="16"/>
                <w:szCs w:val="16"/>
                <w:lang w:val="en-CA" w:eastAsia="ko-KR"/>
              </w:rPr>
              <w:t>cu_affine_type_flag</w:t>
            </w:r>
            <w:r w:rsidRPr="00DE0F0E">
              <w:rPr>
                <w:rFonts w:eastAsia="PMingLiU"/>
                <w:noProof/>
                <w:sz w:val="16"/>
                <w:szCs w:val="16"/>
                <w:lang w:val="en-CA" w:eastAsia="zh-TW"/>
              </w:rPr>
              <w:t>[ ][ ]</w:t>
            </w:r>
          </w:p>
        </w:tc>
        <w:tc>
          <w:tcPr>
            <w:tcW w:w="1980" w:type="dxa"/>
            <w:vAlign w:val="center"/>
          </w:tcPr>
          <w:p w14:paraId="17475177" w14:textId="77777777" w:rsidR="00BA508D" w:rsidRPr="00DE0F0E" w:rsidRDefault="00BA508D" w:rsidP="00BA508D">
            <w:pPr>
              <w:jc w:val="center"/>
              <w:rPr>
                <w:noProof/>
                <w:sz w:val="16"/>
                <w:szCs w:val="16"/>
                <w:lang w:val="en-CA"/>
              </w:rPr>
            </w:pPr>
            <w:r w:rsidRPr="00DE0F0E">
              <w:rPr>
                <w:noProof/>
                <w:sz w:val="16"/>
                <w:szCs w:val="16"/>
                <w:lang w:val="en-CA"/>
              </w:rPr>
              <w:t>0</w:t>
            </w:r>
          </w:p>
        </w:tc>
        <w:tc>
          <w:tcPr>
            <w:tcW w:w="976" w:type="dxa"/>
            <w:vAlign w:val="center"/>
          </w:tcPr>
          <w:p w14:paraId="260D0A50"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5D516EDC"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1816D8EC"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3F8C97E5" w14:textId="77777777" w:rsidR="00BA508D" w:rsidRPr="00DE0F0E" w:rsidRDefault="00BA508D" w:rsidP="00BA508D">
            <w:pPr>
              <w:jc w:val="center"/>
              <w:rPr>
                <w:noProof/>
                <w:sz w:val="16"/>
                <w:szCs w:val="16"/>
                <w:lang w:val="en-CA"/>
              </w:rPr>
            </w:pPr>
            <w:r w:rsidRPr="00DE0F0E">
              <w:rPr>
                <w:noProof/>
                <w:sz w:val="16"/>
                <w:szCs w:val="16"/>
                <w:lang w:val="en-CA"/>
              </w:rPr>
              <w:t>na</w:t>
            </w:r>
          </w:p>
        </w:tc>
        <w:tc>
          <w:tcPr>
            <w:tcW w:w="977" w:type="dxa"/>
            <w:vAlign w:val="center"/>
          </w:tcPr>
          <w:p w14:paraId="0FAC14F2" w14:textId="77777777" w:rsidR="00BA508D" w:rsidRPr="00DE0F0E" w:rsidRDefault="00BA508D" w:rsidP="00BA508D">
            <w:pPr>
              <w:jc w:val="center"/>
              <w:rPr>
                <w:noProof/>
                <w:sz w:val="16"/>
                <w:szCs w:val="16"/>
                <w:lang w:val="en-CA"/>
              </w:rPr>
            </w:pPr>
            <w:r w:rsidRPr="00DE0F0E">
              <w:rPr>
                <w:noProof/>
                <w:sz w:val="16"/>
                <w:szCs w:val="16"/>
                <w:lang w:val="en-CA"/>
              </w:rPr>
              <w:t>na</w:t>
            </w:r>
          </w:p>
        </w:tc>
      </w:tr>
      <w:tr w:rsidR="00D25B53" w:rsidRPr="00DE0F0E" w14:paraId="29174FAB" w14:textId="77777777" w:rsidTr="004D3723">
        <w:trPr>
          <w:cantSplit/>
          <w:jc w:val="center"/>
        </w:trPr>
        <w:tc>
          <w:tcPr>
            <w:tcW w:w="2340" w:type="dxa"/>
            <w:vAlign w:val="center"/>
          </w:tcPr>
          <w:p w14:paraId="3A8383A2" w14:textId="6FB34B26" w:rsidR="00D25B53" w:rsidRPr="00882F64" w:rsidRDefault="00D25B53" w:rsidP="00D25B53">
            <w:pPr>
              <w:keepLines/>
              <w:jc w:val="left"/>
              <w:rPr>
                <w:noProof/>
                <w:sz w:val="16"/>
                <w:szCs w:val="16"/>
                <w:highlight w:val="yellow"/>
                <w:lang w:val="en-CA" w:eastAsia="ko-KR"/>
              </w:rPr>
            </w:pPr>
            <w:r w:rsidRPr="00882F64">
              <w:rPr>
                <w:noProof/>
                <w:sz w:val="16"/>
                <w:szCs w:val="16"/>
                <w:highlight w:val="yellow"/>
                <w:lang w:val="en-CA" w:eastAsia="ko-KR"/>
              </w:rPr>
              <w:t>sym_mvd_flag</w:t>
            </w:r>
            <w:r w:rsidRPr="00882F64">
              <w:rPr>
                <w:rFonts w:eastAsia="PMingLiU"/>
                <w:noProof/>
                <w:sz w:val="16"/>
                <w:szCs w:val="16"/>
                <w:highlight w:val="yellow"/>
                <w:lang w:val="en-CA" w:eastAsia="zh-TW"/>
              </w:rPr>
              <w:t>[ ][ ]</w:t>
            </w:r>
          </w:p>
        </w:tc>
        <w:tc>
          <w:tcPr>
            <w:tcW w:w="1980" w:type="dxa"/>
            <w:vAlign w:val="center"/>
          </w:tcPr>
          <w:p w14:paraId="625DB66A" w14:textId="3ABDD5AF" w:rsidR="00D25B53" w:rsidRPr="00882F64" w:rsidRDefault="00D25B53" w:rsidP="00D25B53">
            <w:pPr>
              <w:jc w:val="center"/>
              <w:rPr>
                <w:noProof/>
                <w:sz w:val="16"/>
                <w:szCs w:val="16"/>
                <w:highlight w:val="yellow"/>
                <w:lang w:val="en-CA"/>
              </w:rPr>
            </w:pPr>
            <w:r w:rsidRPr="00882F64">
              <w:rPr>
                <w:noProof/>
                <w:sz w:val="16"/>
                <w:szCs w:val="16"/>
                <w:highlight w:val="yellow"/>
                <w:lang w:val="en-CA"/>
              </w:rPr>
              <w:t>0</w:t>
            </w:r>
          </w:p>
        </w:tc>
        <w:tc>
          <w:tcPr>
            <w:tcW w:w="976" w:type="dxa"/>
            <w:vAlign w:val="center"/>
          </w:tcPr>
          <w:p w14:paraId="402BF52C" w14:textId="1FBB7E15" w:rsidR="00D25B53" w:rsidRPr="00882F64" w:rsidRDefault="00D25B53" w:rsidP="00D25B53">
            <w:pPr>
              <w:jc w:val="center"/>
              <w:rPr>
                <w:noProof/>
                <w:sz w:val="16"/>
                <w:szCs w:val="16"/>
                <w:highlight w:val="yellow"/>
                <w:lang w:val="en-CA"/>
              </w:rPr>
            </w:pPr>
            <w:r w:rsidRPr="00882F64">
              <w:rPr>
                <w:noProof/>
                <w:sz w:val="16"/>
                <w:szCs w:val="16"/>
                <w:highlight w:val="yellow"/>
                <w:lang w:val="en-CA"/>
              </w:rPr>
              <w:t>na</w:t>
            </w:r>
          </w:p>
        </w:tc>
        <w:tc>
          <w:tcPr>
            <w:tcW w:w="977" w:type="dxa"/>
            <w:vAlign w:val="center"/>
          </w:tcPr>
          <w:p w14:paraId="71696BB4" w14:textId="76E0A77E" w:rsidR="00D25B53" w:rsidRPr="00882F64" w:rsidRDefault="00D25B53" w:rsidP="00D25B53">
            <w:pPr>
              <w:jc w:val="center"/>
              <w:rPr>
                <w:noProof/>
                <w:sz w:val="16"/>
                <w:szCs w:val="16"/>
                <w:highlight w:val="yellow"/>
                <w:lang w:val="en-CA"/>
              </w:rPr>
            </w:pPr>
            <w:r w:rsidRPr="00882F64">
              <w:rPr>
                <w:noProof/>
                <w:sz w:val="16"/>
                <w:szCs w:val="16"/>
                <w:highlight w:val="yellow"/>
                <w:lang w:val="en-CA"/>
              </w:rPr>
              <w:t>na</w:t>
            </w:r>
          </w:p>
        </w:tc>
        <w:tc>
          <w:tcPr>
            <w:tcW w:w="977" w:type="dxa"/>
            <w:vAlign w:val="center"/>
          </w:tcPr>
          <w:p w14:paraId="7455C69B" w14:textId="238691FF" w:rsidR="00D25B53" w:rsidRPr="00882F64" w:rsidRDefault="00D25B53" w:rsidP="00D25B53">
            <w:pPr>
              <w:jc w:val="center"/>
              <w:rPr>
                <w:noProof/>
                <w:sz w:val="16"/>
                <w:szCs w:val="16"/>
                <w:highlight w:val="yellow"/>
                <w:lang w:val="en-CA"/>
              </w:rPr>
            </w:pPr>
            <w:r w:rsidRPr="00882F64">
              <w:rPr>
                <w:noProof/>
                <w:sz w:val="16"/>
                <w:szCs w:val="16"/>
                <w:highlight w:val="yellow"/>
                <w:lang w:val="en-CA"/>
              </w:rPr>
              <w:t>na</w:t>
            </w:r>
          </w:p>
        </w:tc>
        <w:tc>
          <w:tcPr>
            <w:tcW w:w="977" w:type="dxa"/>
            <w:vAlign w:val="center"/>
          </w:tcPr>
          <w:p w14:paraId="19B13002" w14:textId="7C9BBBF9" w:rsidR="00D25B53" w:rsidRPr="00882F64" w:rsidRDefault="00D25B53" w:rsidP="00D25B53">
            <w:pPr>
              <w:jc w:val="center"/>
              <w:rPr>
                <w:noProof/>
                <w:sz w:val="16"/>
                <w:szCs w:val="16"/>
                <w:highlight w:val="yellow"/>
                <w:lang w:val="en-CA"/>
              </w:rPr>
            </w:pPr>
            <w:r w:rsidRPr="00882F64">
              <w:rPr>
                <w:noProof/>
                <w:sz w:val="16"/>
                <w:szCs w:val="16"/>
                <w:highlight w:val="yellow"/>
                <w:lang w:val="en-CA"/>
              </w:rPr>
              <w:t>na</w:t>
            </w:r>
          </w:p>
        </w:tc>
        <w:tc>
          <w:tcPr>
            <w:tcW w:w="977" w:type="dxa"/>
            <w:vAlign w:val="center"/>
          </w:tcPr>
          <w:p w14:paraId="3D8B6E68" w14:textId="7D874593" w:rsidR="00D25B53" w:rsidRPr="00DE0F0E" w:rsidRDefault="00D25B53" w:rsidP="00D25B53">
            <w:pPr>
              <w:jc w:val="center"/>
              <w:rPr>
                <w:noProof/>
                <w:sz w:val="16"/>
                <w:szCs w:val="16"/>
                <w:lang w:val="en-CA"/>
              </w:rPr>
            </w:pPr>
            <w:r w:rsidRPr="00882F64">
              <w:rPr>
                <w:noProof/>
                <w:sz w:val="16"/>
                <w:szCs w:val="16"/>
                <w:highlight w:val="yellow"/>
                <w:lang w:val="en-CA"/>
              </w:rPr>
              <w:t>na</w:t>
            </w:r>
          </w:p>
        </w:tc>
      </w:tr>
      <w:tr w:rsidR="00D25B53" w:rsidRPr="00DE0F0E" w14:paraId="7627A7EC" w14:textId="77777777" w:rsidTr="004D3723">
        <w:trPr>
          <w:cantSplit/>
          <w:jc w:val="center"/>
        </w:trPr>
        <w:tc>
          <w:tcPr>
            <w:tcW w:w="2340" w:type="dxa"/>
          </w:tcPr>
          <w:p w14:paraId="050D8167" w14:textId="77777777" w:rsidR="00D25B53" w:rsidRPr="00DE0F0E" w:rsidRDefault="00D25B53" w:rsidP="00D25B53">
            <w:pPr>
              <w:jc w:val="left"/>
              <w:rPr>
                <w:noProof/>
                <w:sz w:val="16"/>
                <w:szCs w:val="16"/>
                <w:lang w:val="en-CA"/>
              </w:rPr>
            </w:pPr>
            <w:r w:rsidRPr="00DE0F0E">
              <w:rPr>
                <w:noProof/>
                <w:sz w:val="16"/>
                <w:szCs w:val="16"/>
                <w:lang w:val="en-CA" w:eastAsia="ko-KR"/>
              </w:rPr>
              <w:t>ref_idx_l0</w:t>
            </w:r>
            <w:r w:rsidRPr="00DE0F0E">
              <w:rPr>
                <w:rFonts w:eastAsia="PMingLiU"/>
                <w:noProof/>
                <w:sz w:val="16"/>
                <w:szCs w:val="16"/>
                <w:lang w:val="en-CA" w:eastAsia="zh-TW"/>
              </w:rPr>
              <w:t>[ ][ ]</w:t>
            </w:r>
          </w:p>
        </w:tc>
        <w:tc>
          <w:tcPr>
            <w:tcW w:w="1980" w:type="dxa"/>
            <w:vAlign w:val="center"/>
          </w:tcPr>
          <w:p w14:paraId="7229F21B" w14:textId="77777777" w:rsidR="00D25B53" w:rsidRPr="00DE0F0E" w:rsidRDefault="00D25B53" w:rsidP="00D25B53">
            <w:pPr>
              <w:jc w:val="center"/>
              <w:rPr>
                <w:noProof/>
                <w:sz w:val="16"/>
                <w:szCs w:val="16"/>
                <w:lang w:val="en-CA"/>
              </w:rPr>
            </w:pPr>
            <w:r w:rsidRPr="00DE0F0E">
              <w:rPr>
                <w:noProof/>
                <w:sz w:val="16"/>
                <w:szCs w:val="16"/>
                <w:lang w:val="en-CA"/>
              </w:rPr>
              <w:t>0</w:t>
            </w:r>
          </w:p>
        </w:tc>
        <w:tc>
          <w:tcPr>
            <w:tcW w:w="976" w:type="dxa"/>
            <w:vAlign w:val="center"/>
          </w:tcPr>
          <w:p w14:paraId="4E39DDA9" w14:textId="77777777" w:rsidR="00D25B53" w:rsidRPr="00DE0F0E" w:rsidRDefault="00D25B53" w:rsidP="00D25B53">
            <w:pPr>
              <w:jc w:val="center"/>
              <w:rPr>
                <w:noProof/>
                <w:sz w:val="16"/>
                <w:lang w:val="en-CA"/>
              </w:rPr>
            </w:pPr>
            <w:r w:rsidRPr="00DE0F0E">
              <w:rPr>
                <w:noProof/>
                <w:sz w:val="16"/>
                <w:szCs w:val="16"/>
                <w:lang w:val="en-CA"/>
              </w:rPr>
              <w:t>1</w:t>
            </w:r>
          </w:p>
        </w:tc>
        <w:tc>
          <w:tcPr>
            <w:tcW w:w="977" w:type="dxa"/>
            <w:vAlign w:val="center"/>
          </w:tcPr>
          <w:p w14:paraId="1CF96CF2" w14:textId="77777777" w:rsidR="00D25B53" w:rsidRPr="00DE0F0E" w:rsidRDefault="00D25B53" w:rsidP="00D25B53">
            <w:pPr>
              <w:jc w:val="center"/>
              <w:rPr>
                <w:noProof/>
                <w:sz w:val="16"/>
                <w:lang w:val="en-CA"/>
              </w:rPr>
            </w:pPr>
            <w:r w:rsidRPr="00DE0F0E">
              <w:rPr>
                <w:noProof/>
                <w:sz w:val="16"/>
                <w:szCs w:val="16"/>
                <w:lang w:val="en-CA"/>
              </w:rPr>
              <w:t>bypass</w:t>
            </w:r>
          </w:p>
        </w:tc>
        <w:tc>
          <w:tcPr>
            <w:tcW w:w="977" w:type="dxa"/>
            <w:vAlign w:val="center"/>
          </w:tcPr>
          <w:p w14:paraId="27D53D82" w14:textId="77777777" w:rsidR="00D25B53" w:rsidRPr="00DE0F0E" w:rsidRDefault="00D25B53" w:rsidP="00D25B53">
            <w:pPr>
              <w:jc w:val="center"/>
              <w:rPr>
                <w:noProof/>
                <w:sz w:val="16"/>
                <w:lang w:val="en-CA"/>
              </w:rPr>
            </w:pPr>
            <w:r w:rsidRPr="00DE0F0E">
              <w:rPr>
                <w:noProof/>
                <w:sz w:val="16"/>
                <w:szCs w:val="16"/>
                <w:lang w:val="en-CA"/>
              </w:rPr>
              <w:t>bypass</w:t>
            </w:r>
          </w:p>
        </w:tc>
        <w:tc>
          <w:tcPr>
            <w:tcW w:w="977" w:type="dxa"/>
            <w:vAlign w:val="center"/>
          </w:tcPr>
          <w:p w14:paraId="3AA5638B" w14:textId="77777777" w:rsidR="00D25B53" w:rsidRPr="00DE0F0E" w:rsidRDefault="00D25B53" w:rsidP="00D25B53">
            <w:pPr>
              <w:jc w:val="center"/>
              <w:rPr>
                <w:noProof/>
                <w:sz w:val="16"/>
                <w:lang w:val="en-CA"/>
              </w:rPr>
            </w:pPr>
            <w:r w:rsidRPr="00DE0F0E">
              <w:rPr>
                <w:noProof/>
                <w:sz w:val="16"/>
                <w:szCs w:val="16"/>
                <w:lang w:val="en-CA"/>
              </w:rPr>
              <w:t>bypass</w:t>
            </w:r>
          </w:p>
        </w:tc>
        <w:tc>
          <w:tcPr>
            <w:tcW w:w="977" w:type="dxa"/>
            <w:vAlign w:val="center"/>
          </w:tcPr>
          <w:p w14:paraId="75E891A0" w14:textId="77777777" w:rsidR="00D25B53" w:rsidRPr="00DE0F0E" w:rsidRDefault="00D25B53" w:rsidP="00D25B53">
            <w:pPr>
              <w:jc w:val="center"/>
              <w:rPr>
                <w:noProof/>
                <w:sz w:val="16"/>
                <w:lang w:val="en-CA"/>
              </w:rPr>
            </w:pPr>
            <w:r w:rsidRPr="00DE0F0E">
              <w:rPr>
                <w:noProof/>
                <w:sz w:val="16"/>
                <w:szCs w:val="16"/>
                <w:lang w:val="en-CA"/>
              </w:rPr>
              <w:t>bypass</w:t>
            </w:r>
          </w:p>
        </w:tc>
      </w:tr>
      <w:tr w:rsidR="00D25B53" w:rsidRPr="00DE0F0E" w14:paraId="51DA7838" w14:textId="77777777" w:rsidTr="004D3723">
        <w:trPr>
          <w:cantSplit/>
          <w:jc w:val="center"/>
        </w:trPr>
        <w:tc>
          <w:tcPr>
            <w:tcW w:w="2340" w:type="dxa"/>
          </w:tcPr>
          <w:p w14:paraId="6A62123A" w14:textId="77777777" w:rsidR="00D25B53" w:rsidRPr="00DE0F0E" w:rsidRDefault="00D25B53" w:rsidP="00D25B53">
            <w:pPr>
              <w:jc w:val="left"/>
              <w:rPr>
                <w:noProof/>
                <w:sz w:val="16"/>
                <w:szCs w:val="16"/>
                <w:lang w:val="en-CA" w:eastAsia="ko-KR"/>
              </w:rPr>
            </w:pPr>
            <w:r w:rsidRPr="00DE0F0E">
              <w:rPr>
                <w:noProof/>
                <w:sz w:val="16"/>
                <w:szCs w:val="16"/>
                <w:lang w:val="en-CA" w:eastAsia="ko-KR"/>
              </w:rPr>
              <w:t>ref_idx_l1</w:t>
            </w:r>
            <w:r w:rsidRPr="00DE0F0E">
              <w:rPr>
                <w:rFonts w:eastAsia="PMingLiU"/>
                <w:noProof/>
                <w:sz w:val="16"/>
                <w:szCs w:val="16"/>
                <w:lang w:val="en-CA" w:eastAsia="zh-TW"/>
              </w:rPr>
              <w:t>[ ][ ]</w:t>
            </w:r>
          </w:p>
        </w:tc>
        <w:tc>
          <w:tcPr>
            <w:tcW w:w="1980" w:type="dxa"/>
            <w:vAlign w:val="center"/>
          </w:tcPr>
          <w:p w14:paraId="4F6220E6" w14:textId="77777777" w:rsidR="00D25B53" w:rsidRPr="00DE0F0E" w:rsidRDefault="00D25B53" w:rsidP="00D25B53">
            <w:pPr>
              <w:jc w:val="center"/>
              <w:rPr>
                <w:noProof/>
                <w:sz w:val="16"/>
                <w:szCs w:val="16"/>
                <w:lang w:val="en-CA"/>
              </w:rPr>
            </w:pPr>
            <w:r w:rsidRPr="00DE0F0E">
              <w:rPr>
                <w:noProof/>
                <w:sz w:val="16"/>
                <w:szCs w:val="16"/>
                <w:lang w:val="en-CA"/>
              </w:rPr>
              <w:t>0</w:t>
            </w:r>
          </w:p>
        </w:tc>
        <w:tc>
          <w:tcPr>
            <w:tcW w:w="976" w:type="dxa"/>
            <w:vAlign w:val="center"/>
          </w:tcPr>
          <w:p w14:paraId="0294EBA1" w14:textId="77777777" w:rsidR="00D25B53" w:rsidRPr="00DE0F0E" w:rsidRDefault="00D25B53" w:rsidP="00D25B53">
            <w:pPr>
              <w:jc w:val="center"/>
              <w:rPr>
                <w:noProof/>
                <w:sz w:val="16"/>
                <w:lang w:val="en-CA"/>
              </w:rPr>
            </w:pPr>
            <w:r w:rsidRPr="00DE0F0E">
              <w:rPr>
                <w:noProof/>
                <w:sz w:val="16"/>
                <w:szCs w:val="16"/>
                <w:lang w:val="en-CA"/>
              </w:rPr>
              <w:t>1</w:t>
            </w:r>
          </w:p>
        </w:tc>
        <w:tc>
          <w:tcPr>
            <w:tcW w:w="977" w:type="dxa"/>
            <w:vAlign w:val="center"/>
          </w:tcPr>
          <w:p w14:paraId="26202B53" w14:textId="77777777" w:rsidR="00D25B53" w:rsidRPr="00DE0F0E" w:rsidRDefault="00D25B53" w:rsidP="00D25B53">
            <w:pPr>
              <w:jc w:val="center"/>
              <w:rPr>
                <w:noProof/>
                <w:sz w:val="16"/>
                <w:lang w:val="en-CA"/>
              </w:rPr>
            </w:pPr>
            <w:r w:rsidRPr="00DE0F0E">
              <w:rPr>
                <w:noProof/>
                <w:sz w:val="16"/>
                <w:szCs w:val="16"/>
                <w:lang w:val="en-CA"/>
              </w:rPr>
              <w:t>bypass</w:t>
            </w:r>
          </w:p>
        </w:tc>
        <w:tc>
          <w:tcPr>
            <w:tcW w:w="977" w:type="dxa"/>
            <w:vAlign w:val="center"/>
          </w:tcPr>
          <w:p w14:paraId="3B2ACC99" w14:textId="77777777" w:rsidR="00D25B53" w:rsidRPr="00DE0F0E" w:rsidRDefault="00D25B53" w:rsidP="00D25B53">
            <w:pPr>
              <w:jc w:val="center"/>
              <w:rPr>
                <w:noProof/>
                <w:sz w:val="16"/>
                <w:lang w:val="en-CA"/>
              </w:rPr>
            </w:pPr>
            <w:r w:rsidRPr="00DE0F0E">
              <w:rPr>
                <w:noProof/>
                <w:sz w:val="16"/>
                <w:szCs w:val="16"/>
                <w:lang w:val="en-CA"/>
              </w:rPr>
              <w:t>bypass</w:t>
            </w:r>
          </w:p>
        </w:tc>
        <w:tc>
          <w:tcPr>
            <w:tcW w:w="977" w:type="dxa"/>
            <w:vAlign w:val="center"/>
          </w:tcPr>
          <w:p w14:paraId="73F7D1F6" w14:textId="77777777" w:rsidR="00D25B53" w:rsidRPr="00DE0F0E" w:rsidRDefault="00D25B53" w:rsidP="00D25B53">
            <w:pPr>
              <w:jc w:val="center"/>
              <w:rPr>
                <w:noProof/>
                <w:sz w:val="16"/>
                <w:lang w:val="en-CA"/>
              </w:rPr>
            </w:pPr>
            <w:r w:rsidRPr="00DE0F0E">
              <w:rPr>
                <w:noProof/>
                <w:sz w:val="16"/>
                <w:szCs w:val="16"/>
                <w:lang w:val="en-CA"/>
              </w:rPr>
              <w:t>bypass</w:t>
            </w:r>
          </w:p>
        </w:tc>
        <w:tc>
          <w:tcPr>
            <w:tcW w:w="977" w:type="dxa"/>
            <w:vAlign w:val="center"/>
          </w:tcPr>
          <w:p w14:paraId="053EB60B" w14:textId="77777777" w:rsidR="00D25B53" w:rsidRPr="00DE0F0E" w:rsidRDefault="00D25B53" w:rsidP="00D25B53">
            <w:pPr>
              <w:jc w:val="center"/>
              <w:rPr>
                <w:noProof/>
                <w:sz w:val="16"/>
                <w:szCs w:val="16"/>
                <w:lang w:val="en-CA"/>
              </w:rPr>
            </w:pPr>
            <w:r w:rsidRPr="00DE0F0E">
              <w:rPr>
                <w:noProof/>
                <w:sz w:val="16"/>
                <w:szCs w:val="16"/>
                <w:lang w:val="en-CA"/>
              </w:rPr>
              <w:t>bypass</w:t>
            </w:r>
          </w:p>
        </w:tc>
      </w:tr>
      <w:tr w:rsidR="00D25B53" w:rsidRPr="00DE0F0E" w14:paraId="60EFF9A6" w14:textId="77777777" w:rsidTr="004D3723">
        <w:trPr>
          <w:cantSplit/>
          <w:jc w:val="center"/>
        </w:trPr>
        <w:tc>
          <w:tcPr>
            <w:tcW w:w="2340" w:type="dxa"/>
          </w:tcPr>
          <w:p w14:paraId="4542ED56" w14:textId="66FFBC23" w:rsidR="00D25B53" w:rsidRPr="00DE0F0E" w:rsidRDefault="00B7478A" w:rsidP="00D25B53">
            <w:pPr>
              <w:jc w:val="left"/>
              <w:rPr>
                <w:noProof/>
                <w:sz w:val="16"/>
                <w:szCs w:val="16"/>
                <w:lang w:val="en-CA" w:eastAsia="ko-KR"/>
              </w:rPr>
            </w:pPr>
            <w:r>
              <w:rPr>
                <w:noProof/>
                <w:sz w:val="16"/>
                <w:szCs w:val="16"/>
                <w:lang w:val="en-CA" w:eastAsia="ko-KR"/>
              </w:rPr>
              <w:t>…</w:t>
            </w:r>
          </w:p>
        </w:tc>
        <w:tc>
          <w:tcPr>
            <w:tcW w:w="1980" w:type="dxa"/>
            <w:vAlign w:val="center"/>
          </w:tcPr>
          <w:p w14:paraId="3397D2C9" w14:textId="160A9740" w:rsidR="00D25B53" w:rsidRPr="00DE0F0E" w:rsidRDefault="00D25B53" w:rsidP="00D25B53">
            <w:pPr>
              <w:jc w:val="center"/>
              <w:rPr>
                <w:noProof/>
                <w:sz w:val="16"/>
                <w:szCs w:val="16"/>
                <w:lang w:val="en-CA"/>
              </w:rPr>
            </w:pPr>
          </w:p>
        </w:tc>
        <w:tc>
          <w:tcPr>
            <w:tcW w:w="976" w:type="dxa"/>
            <w:vAlign w:val="center"/>
          </w:tcPr>
          <w:p w14:paraId="627E3AFD" w14:textId="0C6B939D" w:rsidR="00D25B53" w:rsidRPr="00DE0F0E" w:rsidRDefault="00D25B53" w:rsidP="00D25B53">
            <w:pPr>
              <w:jc w:val="center"/>
              <w:rPr>
                <w:noProof/>
                <w:sz w:val="16"/>
                <w:lang w:val="en-CA"/>
              </w:rPr>
            </w:pPr>
          </w:p>
        </w:tc>
        <w:tc>
          <w:tcPr>
            <w:tcW w:w="977" w:type="dxa"/>
            <w:vAlign w:val="center"/>
          </w:tcPr>
          <w:p w14:paraId="1FA9F12D" w14:textId="12958066" w:rsidR="00D25B53" w:rsidRPr="00DE0F0E" w:rsidRDefault="00D25B53" w:rsidP="00D25B53">
            <w:pPr>
              <w:jc w:val="center"/>
              <w:rPr>
                <w:noProof/>
                <w:sz w:val="16"/>
                <w:lang w:val="en-CA"/>
              </w:rPr>
            </w:pPr>
          </w:p>
        </w:tc>
        <w:tc>
          <w:tcPr>
            <w:tcW w:w="977" w:type="dxa"/>
            <w:vAlign w:val="center"/>
          </w:tcPr>
          <w:p w14:paraId="55960916" w14:textId="11AF712D" w:rsidR="00D25B53" w:rsidRPr="00DE0F0E" w:rsidRDefault="00D25B53" w:rsidP="00D25B53">
            <w:pPr>
              <w:jc w:val="center"/>
              <w:rPr>
                <w:noProof/>
                <w:sz w:val="16"/>
                <w:lang w:val="en-CA"/>
              </w:rPr>
            </w:pPr>
          </w:p>
        </w:tc>
        <w:tc>
          <w:tcPr>
            <w:tcW w:w="977" w:type="dxa"/>
            <w:vAlign w:val="center"/>
          </w:tcPr>
          <w:p w14:paraId="77E7849A" w14:textId="52408EB4" w:rsidR="00D25B53" w:rsidRPr="00DE0F0E" w:rsidRDefault="00D25B53" w:rsidP="00D25B53">
            <w:pPr>
              <w:jc w:val="center"/>
              <w:rPr>
                <w:noProof/>
                <w:sz w:val="16"/>
                <w:lang w:val="en-CA"/>
              </w:rPr>
            </w:pPr>
          </w:p>
        </w:tc>
        <w:tc>
          <w:tcPr>
            <w:tcW w:w="977" w:type="dxa"/>
            <w:vAlign w:val="center"/>
          </w:tcPr>
          <w:p w14:paraId="07D71291" w14:textId="79EB4846" w:rsidR="00D25B53" w:rsidRPr="00DE0F0E" w:rsidRDefault="00D25B53" w:rsidP="00D25B53">
            <w:pPr>
              <w:jc w:val="center"/>
              <w:rPr>
                <w:noProof/>
                <w:sz w:val="16"/>
                <w:szCs w:val="16"/>
                <w:lang w:val="en-CA"/>
              </w:rPr>
            </w:pPr>
          </w:p>
        </w:tc>
      </w:tr>
      <w:bookmarkEnd w:id="24"/>
      <w:bookmarkEnd w:id="31"/>
    </w:tbl>
    <w:p w14:paraId="71364FA2" w14:textId="77777777" w:rsidR="00545DCE" w:rsidRPr="00DE0F0E" w:rsidRDefault="00545DCE" w:rsidP="00545DCE">
      <w:pPr>
        <w:rPr>
          <w:noProof/>
          <w:lang w:val="en-CA"/>
        </w:rPr>
      </w:pPr>
    </w:p>
    <w:sectPr w:rsidR="00545DCE" w:rsidRPr="00DE0F0E" w:rsidSect="0077313F">
      <w:headerReference w:type="even" r:id="rId8"/>
      <w:footerReference w:type="even" r:id="rId9"/>
      <w:footerReference w:type="default" r:id="rId10"/>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DA8C8" w14:textId="77777777" w:rsidR="0003259C" w:rsidRDefault="0003259C" w:rsidP="00D909B6">
      <w:pPr>
        <w:spacing w:before="0"/>
      </w:pPr>
      <w:r>
        <w:separator/>
      </w:r>
    </w:p>
  </w:endnote>
  <w:endnote w:type="continuationSeparator" w:id="0">
    <w:p w14:paraId="14AE0263" w14:textId="77777777" w:rsidR="0003259C" w:rsidRDefault="0003259C" w:rsidP="00D909B6">
      <w:pPr>
        <w:spacing w:before="0"/>
      </w:pPr>
      <w:r>
        <w:continuationSeparator/>
      </w:r>
    </w:p>
  </w:endnote>
  <w:endnote w:type="continuationNotice" w:id="1">
    <w:p w14:paraId="3E658283" w14:textId="77777777" w:rsidR="0003259C" w:rsidRDefault="0003259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21A4" w14:textId="5067A7D0" w:rsidR="00E56043" w:rsidRDefault="00E56043">
    <w:pPr>
      <w:pStyle w:val="Footer"/>
    </w:pPr>
    <w:r>
      <w:rPr>
        <w:b w:val="0"/>
      </w:rPr>
      <w:fldChar w:fldCharType="begin"/>
    </w:r>
    <w:r>
      <w:rPr>
        <w:b w:val="0"/>
      </w:rPr>
      <w:instrText>PAGE</w:instrText>
    </w:r>
    <w:r>
      <w:rPr>
        <w:b w:val="0"/>
      </w:rPr>
      <w:fldChar w:fldCharType="separate"/>
    </w:r>
    <w:r w:rsidR="0069477F">
      <w:rPr>
        <w:b w:val="0"/>
        <w:noProof/>
      </w:rPr>
      <w:t>54</w:t>
    </w:r>
    <w:r>
      <w:rPr>
        <w:b w:val="0"/>
      </w:rPr>
      <w:fldChar w:fldCharType="end"/>
    </w:r>
    <w:r>
      <w:tab/>
    </w:r>
    <w:r>
      <w:fldChar w:fldCharType="begin"/>
    </w:r>
    <w:r>
      <w:instrText>styleref foot</w:instrText>
    </w:r>
    <w:r>
      <w:fldChar w:fldCharType="separate"/>
    </w:r>
    <w:r w:rsidR="005669E3">
      <w:rPr>
        <w:b w:val="0"/>
        <w:bCs/>
        <w:noProof/>
        <w:lang w:val="en-US"/>
      </w:rPr>
      <w:t>Error! No text of specified style in document.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5F89" w14:textId="0E7D98AB" w:rsidR="00E56043" w:rsidRDefault="00E56043">
    <w:pPr>
      <w:pStyle w:val="Footer"/>
    </w:pPr>
    <w:r>
      <w:tab/>
    </w:r>
    <w:r>
      <w:tab/>
    </w:r>
    <w:r>
      <w:tab/>
    </w:r>
    <w:r>
      <w:fldChar w:fldCharType="begin"/>
    </w:r>
    <w:r>
      <w:instrText>styleref foot</w:instrText>
    </w:r>
    <w:r>
      <w:fldChar w:fldCharType="separate"/>
    </w:r>
    <w:r w:rsidR="005669E3">
      <w:rPr>
        <w:b w:val="0"/>
        <w:bCs/>
        <w:noProof/>
        <w:lang w:val="en-US"/>
      </w:rPr>
      <w:t>Error! No text of specified style in document.</w:t>
    </w:r>
    <w:r>
      <w:fldChar w:fldCharType="end"/>
    </w:r>
    <w:r>
      <w:tab/>
    </w:r>
    <w:r>
      <w:rPr>
        <w:b w:val="0"/>
      </w:rPr>
      <w:fldChar w:fldCharType="begin"/>
    </w:r>
    <w:r>
      <w:rPr>
        <w:b w:val="0"/>
      </w:rPr>
      <w:instrText>PAGE</w:instrText>
    </w:r>
    <w:r>
      <w:rPr>
        <w:b w:val="0"/>
      </w:rPr>
      <w:fldChar w:fldCharType="separate"/>
    </w:r>
    <w:r w:rsidR="0069477F">
      <w:rPr>
        <w:b w:val="0"/>
        <w:noProof/>
      </w:rPr>
      <w:t>55</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D33DC" w14:textId="77777777" w:rsidR="0003259C" w:rsidRDefault="0003259C">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3591D9F0" w14:textId="77777777" w:rsidR="0003259C" w:rsidRDefault="0003259C" w:rsidP="00D909B6">
      <w:pPr>
        <w:spacing w:before="0"/>
      </w:pPr>
      <w:r>
        <w:continuationSeparator/>
      </w:r>
    </w:p>
  </w:footnote>
  <w:footnote w:type="continuationNotice" w:id="1">
    <w:p w14:paraId="5C438656" w14:textId="77777777" w:rsidR="0003259C" w:rsidRDefault="0003259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1F8D2" w14:textId="21E29AC3" w:rsidR="00E56043" w:rsidRDefault="00E56043">
    <w:pPr>
      <w:pStyle w:val="Header"/>
    </w:pPr>
    <w:r>
      <w:rPr>
        <w:b/>
      </w:rPr>
      <w:fldChar w:fldCharType="begin"/>
    </w:r>
    <w:r>
      <w:rPr>
        <w:b/>
      </w:rPr>
      <w:instrText>styleref head</w:instrText>
    </w:r>
    <w:r>
      <w:rPr>
        <w:b/>
      </w:rPr>
      <w:fldChar w:fldCharType="separate"/>
    </w:r>
    <w:r w:rsidR="005669E3">
      <w:rPr>
        <w:bCs/>
        <w:noProof/>
        <w:lang w:val="en-US"/>
      </w:rPr>
      <w:t>Error! No text of specified style in document.</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15:restartNumberingAfterBreak="0">
    <w:nsid w:val="FFFFFF7E"/>
    <w:multiLevelType w:val="singleLevel"/>
    <w:tmpl w:val="80D012D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4A6A7F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10" w15:restartNumberingAfterBreak="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88A0226"/>
    <w:lvl w:ilvl="0">
      <w:numFmt w:val="decimal"/>
      <w:lvlText w:val="*"/>
      <w:lvlJc w:val="left"/>
    </w:lvl>
  </w:abstractNum>
  <w:abstractNum w:abstractNumId="12"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3" w15:restartNumberingAfterBreak="0">
    <w:nsid w:val="00667F59"/>
    <w:multiLevelType w:val="hybridMultilevel"/>
    <w:tmpl w:val="9D820F7E"/>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00BD7BEC"/>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7"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2AC2BE7"/>
    <w:multiLevelType w:val="hybridMultilevel"/>
    <w:tmpl w:val="FCAABF88"/>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 w15:restartNumberingAfterBreak="0">
    <w:nsid w:val="02B3417F"/>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03D233D7"/>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8" w15:restartNumberingAfterBreak="0">
    <w:nsid w:val="041C429E"/>
    <w:multiLevelType w:val="hybridMultilevel"/>
    <w:tmpl w:val="80BAE124"/>
    <w:lvl w:ilvl="0" w:tplc="84CC2C8A">
      <w:start w:val="5"/>
      <w:numFmt w:val="bullet"/>
      <w:lvlText w:val="–"/>
      <w:lvlJc w:val="left"/>
      <w:pPr>
        <w:ind w:left="1429" w:hanging="360"/>
      </w:pPr>
      <w:rPr>
        <w:rFonts w:ascii="Times New Roman" w:eastAsia="Times New Roman" w:hAnsi="Times New Roman" w:hint="default"/>
        <w:lang w:val="en-G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4A01740"/>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04C3679C"/>
    <w:multiLevelType w:val="hybridMultilevel"/>
    <w:tmpl w:val="2C065D92"/>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3"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35" w15:restartNumberingAfterBreak="0">
    <w:nsid w:val="04FB34BD"/>
    <w:multiLevelType w:val="hybridMultilevel"/>
    <w:tmpl w:val="5566B43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0582081E"/>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38"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39"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0" w15:restartNumberingAfterBreak="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41" w15:restartNumberingAfterBreak="0">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3"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4" w15:restartNumberingAfterBreak="0">
    <w:nsid w:val="070C09BF"/>
    <w:multiLevelType w:val="hybridMultilevel"/>
    <w:tmpl w:val="431E60E6"/>
    <w:lvl w:ilvl="0" w:tplc="0FB05A1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71C6731"/>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766737B"/>
    <w:multiLevelType w:val="hybridMultilevel"/>
    <w:tmpl w:val="FFF632E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8"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0"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51"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4"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5"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15:restartNumberingAfterBreak="0">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5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0"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15:restartNumberingAfterBreak="0">
    <w:nsid w:val="0A84253D"/>
    <w:multiLevelType w:val="hybridMultilevel"/>
    <w:tmpl w:val="97FAC264"/>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2" w15:restartNumberingAfterBreak="0">
    <w:nsid w:val="0A8834B3"/>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3" w15:restartNumberingAfterBreak="0">
    <w:nsid w:val="0AED6AA1"/>
    <w:multiLevelType w:val="hybridMultilevel"/>
    <w:tmpl w:val="64AEC862"/>
    <w:lvl w:ilvl="0" w:tplc="FFFFFFFF">
      <w:start w:val="5"/>
      <w:numFmt w:val="bullet"/>
      <w:lvlText w:val="–"/>
      <w:lvlJc w:val="left"/>
      <w:pPr>
        <w:ind w:left="840" w:hanging="420"/>
      </w:pPr>
      <w:rPr>
        <w:rFonts w:ascii="Times New Roman" w:eastAsia="Times New Roman" w:hAnsi="Times New Roman" w:hint="default"/>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4"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5"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67"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69"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0CF82F2C"/>
    <w:multiLevelType w:val="hybridMultilevel"/>
    <w:tmpl w:val="A9E690AA"/>
    <w:lvl w:ilvl="0" w:tplc="73C0E808">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72" w15:restartNumberingAfterBreak="0">
    <w:nsid w:val="0D331836"/>
    <w:multiLevelType w:val="hybridMultilevel"/>
    <w:tmpl w:val="C5A4ACAA"/>
    <w:lvl w:ilvl="0" w:tplc="FFFFFFFF">
      <w:start w:val="5"/>
      <w:numFmt w:val="bullet"/>
      <w:lvlText w:val="–"/>
      <w:lvlJc w:val="left"/>
      <w:pPr>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3" w15:restartNumberingAfterBreak="0">
    <w:nsid w:val="0DA6469A"/>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4" w15:restartNumberingAfterBreak="0">
    <w:nsid w:val="0DA647CB"/>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5"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78" w15:restartNumberingAfterBreak="0">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9" w15:restartNumberingAfterBreak="0">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0" w15:restartNumberingAfterBreak="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1" w15:restartNumberingAfterBreak="0">
    <w:nsid w:val="0EA50AD1"/>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15:restartNumberingAfterBreak="0">
    <w:nsid w:val="0F1121D4"/>
    <w:multiLevelType w:val="hybridMultilevel"/>
    <w:tmpl w:val="5D1EBB64"/>
    <w:lvl w:ilvl="0" w:tplc="36687D56">
      <w:start w:val="1"/>
      <w:numFmt w:val="decimal"/>
      <w:lvlText w:val="%1."/>
      <w:lvlJc w:val="left"/>
      <w:pPr>
        <w:tabs>
          <w:tab w:val="num" w:pos="940"/>
        </w:tabs>
        <w:ind w:left="940" w:hanging="400"/>
      </w:pPr>
      <w:rPr>
        <w:rFonts w:cs="Times New Roman" w:hint="default"/>
      </w:rPr>
    </w:lvl>
    <w:lvl w:ilvl="1" w:tplc="919ED22E">
      <w:numFmt w:val="bullet"/>
      <w:lvlText w:val="–"/>
      <w:lvlJc w:val="left"/>
      <w:pPr>
        <w:tabs>
          <w:tab w:val="num" w:pos="1345"/>
        </w:tabs>
        <w:ind w:left="1345" w:hanging="405"/>
      </w:pPr>
      <w:rPr>
        <w:rFonts w:ascii="Times New Roman" w:eastAsia="Batang" w:hAnsi="Times New Roman" w:hint="default"/>
      </w:rPr>
    </w:lvl>
    <w:lvl w:ilvl="2" w:tplc="0409001B" w:tentative="1">
      <w:start w:val="1"/>
      <w:numFmt w:val="lowerRoman"/>
      <w:lvlText w:val="%3."/>
      <w:lvlJc w:val="right"/>
      <w:pPr>
        <w:tabs>
          <w:tab w:val="num" w:pos="1740"/>
        </w:tabs>
        <w:ind w:left="1740" w:hanging="400"/>
      </w:pPr>
      <w:rPr>
        <w:rFonts w:cs="Times New Roman"/>
      </w:rPr>
    </w:lvl>
    <w:lvl w:ilvl="3" w:tplc="0409000F" w:tentative="1">
      <w:start w:val="1"/>
      <w:numFmt w:val="decimal"/>
      <w:lvlText w:val="%4."/>
      <w:lvlJc w:val="left"/>
      <w:pPr>
        <w:tabs>
          <w:tab w:val="num" w:pos="2140"/>
        </w:tabs>
        <w:ind w:left="2140" w:hanging="400"/>
      </w:pPr>
      <w:rPr>
        <w:rFonts w:cs="Times New Roman"/>
      </w:rPr>
    </w:lvl>
    <w:lvl w:ilvl="4" w:tplc="04090019" w:tentative="1">
      <w:start w:val="1"/>
      <w:numFmt w:val="upperLetter"/>
      <w:lvlText w:val="%5."/>
      <w:lvlJc w:val="left"/>
      <w:pPr>
        <w:tabs>
          <w:tab w:val="num" w:pos="2540"/>
        </w:tabs>
        <w:ind w:left="2540" w:hanging="400"/>
      </w:pPr>
      <w:rPr>
        <w:rFonts w:cs="Times New Roman"/>
      </w:rPr>
    </w:lvl>
    <w:lvl w:ilvl="5" w:tplc="0409001B" w:tentative="1">
      <w:start w:val="1"/>
      <w:numFmt w:val="lowerRoman"/>
      <w:lvlText w:val="%6."/>
      <w:lvlJc w:val="right"/>
      <w:pPr>
        <w:tabs>
          <w:tab w:val="num" w:pos="2940"/>
        </w:tabs>
        <w:ind w:left="2940" w:hanging="400"/>
      </w:pPr>
      <w:rPr>
        <w:rFonts w:cs="Times New Roman"/>
      </w:rPr>
    </w:lvl>
    <w:lvl w:ilvl="6" w:tplc="0409000F" w:tentative="1">
      <w:start w:val="1"/>
      <w:numFmt w:val="decimal"/>
      <w:lvlText w:val="%7."/>
      <w:lvlJc w:val="left"/>
      <w:pPr>
        <w:tabs>
          <w:tab w:val="num" w:pos="3340"/>
        </w:tabs>
        <w:ind w:left="3340" w:hanging="400"/>
      </w:pPr>
      <w:rPr>
        <w:rFonts w:cs="Times New Roman"/>
      </w:rPr>
    </w:lvl>
    <w:lvl w:ilvl="7" w:tplc="04090019" w:tentative="1">
      <w:start w:val="1"/>
      <w:numFmt w:val="upperLetter"/>
      <w:lvlText w:val="%8."/>
      <w:lvlJc w:val="left"/>
      <w:pPr>
        <w:tabs>
          <w:tab w:val="num" w:pos="3740"/>
        </w:tabs>
        <w:ind w:left="3740" w:hanging="400"/>
      </w:pPr>
      <w:rPr>
        <w:rFonts w:cs="Times New Roman"/>
      </w:rPr>
    </w:lvl>
    <w:lvl w:ilvl="8" w:tplc="0409001B" w:tentative="1">
      <w:start w:val="1"/>
      <w:numFmt w:val="lowerRoman"/>
      <w:lvlText w:val="%9."/>
      <w:lvlJc w:val="right"/>
      <w:pPr>
        <w:tabs>
          <w:tab w:val="num" w:pos="4140"/>
        </w:tabs>
        <w:ind w:left="4140" w:hanging="400"/>
      </w:pPr>
      <w:rPr>
        <w:rFonts w:cs="Times New Roman"/>
      </w:rPr>
    </w:lvl>
  </w:abstractNum>
  <w:abstractNum w:abstractNumId="83" w15:restartNumberingAfterBreak="0">
    <w:nsid w:val="0F3E6EEC"/>
    <w:multiLevelType w:val="hybridMultilevel"/>
    <w:tmpl w:val="55D8C15C"/>
    <w:lvl w:ilvl="0" w:tplc="252EDADE">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85" w15:restartNumberingAfterBreak="0">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0FC52CD1"/>
    <w:multiLevelType w:val="hybridMultilevel"/>
    <w:tmpl w:val="EE585EBE"/>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7" w15:restartNumberingAfterBreak="0">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88"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9" w15:restartNumberingAfterBreak="0">
    <w:nsid w:val="101F1B81"/>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09303F3"/>
    <w:multiLevelType w:val="hybridMultilevel"/>
    <w:tmpl w:val="5972F34C"/>
    <w:lvl w:ilvl="0" w:tplc="15FE2852">
      <w:start w:val="7"/>
      <w:numFmt w:val="bullet"/>
      <w:lvlText w:val="-"/>
      <w:lvlJc w:val="left"/>
      <w:pPr>
        <w:ind w:left="1211" w:hanging="360"/>
      </w:pPr>
      <w:rPr>
        <w:rFonts w:ascii="Courier" w:eastAsia="Times New Roman" w:hAnsi="Courier" w:cs="Times New Roman"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91" w15:restartNumberingAfterBreak="0">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92" w15:restartNumberingAfterBreak="0">
    <w:nsid w:val="10F1282F"/>
    <w:multiLevelType w:val="hybridMultilevel"/>
    <w:tmpl w:val="97F4E2C4"/>
    <w:lvl w:ilvl="0" w:tplc="FA0AE636">
      <w:start w:val="1"/>
      <w:numFmt w:val="decimal"/>
      <w:lvlText w:val="%1."/>
      <w:lvlJc w:val="left"/>
      <w:pPr>
        <w:tabs>
          <w:tab w:val="num" w:pos="1194"/>
        </w:tabs>
        <w:ind w:left="1194"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11F9335A"/>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6"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98"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9"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13792C7C"/>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2" w15:restartNumberingAfterBreak="0">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03" w15:restartNumberingAfterBreak="0">
    <w:nsid w:val="14361A0A"/>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14D569C2"/>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107"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09" w15:restartNumberingAfterBreak="0">
    <w:nsid w:val="160D20F5"/>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0" w15:restartNumberingAfterBreak="0">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111" w15:restartNumberingAfterBreak="0">
    <w:nsid w:val="16283552"/>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2" w15:restartNumberingAfterBreak="0">
    <w:nsid w:val="168804A2"/>
    <w:multiLevelType w:val="hybridMultilevel"/>
    <w:tmpl w:val="0A92E66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3"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4" w15:restartNumberingAfterBreak="0">
    <w:nsid w:val="16CF2FDF"/>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5"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7"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8"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15:restartNumberingAfterBreak="0">
    <w:nsid w:val="1932459A"/>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0" w15:restartNumberingAfterBreak="0">
    <w:nsid w:val="196F5BD5"/>
    <w:multiLevelType w:val="hybridMultilevel"/>
    <w:tmpl w:val="6792AFE4"/>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494" w:hanging="360"/>
      </w:pPr>
      <w:rPr>
        <w:rFonts w:ascii="Times New Roman" w:eastAsia="Times New Roman" w:hAnsi="Times New Roman" w:hint="default"/>
      </w:rPr>
    </w:lvl>
    <w:lvl w:ilvl="2" w:tplc="84CC2C8A">
      <w:start w:val="5"/>
      <w:numFmt w:val="bullet"/>
      <w:lvlText w:val="–"/>
      <w:lvlJc w:val="left"/>
      <w:pPr>
        <w:ind w:left="1069" w:hanging="360"/>
      </w:pPr>
      <w:rPr>
        <w:rFonts w:ascii="Times New Roman" w:eastAsia="Times New Roman" w:hAnsi="Times New Roman" w:hint="default"/>
        <w:lang w:val="en-GB"/>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2"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3"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4" w15:restartNumberingAfterBreak="0">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6" w15:restartNumberingAfterBreak="0">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7"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1B74747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1BA719E9"/>
    <w:multiLevelType w:val="hybridMultilevel"/>
    <w:tmpl w:val="460A6316"/>
    <w:lvl w:ilvl="0" w:tplc="1009000F">
      <w:start w:val="1"/>
      <w:numFmt w:val="decimal"/>
      <w:lvlText w:val="%1."/>
      <w:lvlJc w:val="left"/>
      <w:pPr>
        <w:ind w:left="1058" w:hanging="360"/>
      </w:pPr>
      <w:rPr>
        <w:rFonts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31" w15:restartNumberingAfterBreak="0">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132"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3"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34"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6" w15:restartNumberingAfterBreak="0">
    <w:nsid w:val="1D421F4D"/>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1E084118"/>
    <w:multiLevelType w:val="hybridMultilevel"/>
    <w:tmpl w:val="E4B0ECD6"/>
    <w:lvl w:ilvl="0" w:tplc="9F22474A">
      <w:start w:val="1"/>
      <w:numFmt w:val="decimal"/>
      <w:lvlText w:val="%1."/>
      <w:lvlJc w:val="left"/>
      <w:pPr>
        <w:tabs>
          <w:tab w:val="num" w:pos="1194"/>
        </w:tabs>
        <w:ind w:left="1194" w:hanging="400"/>
      </w:pPr>
      <w:rPr>
        <w:rFonts w:cs="Times New Roman" w:hint="eastAsia"/>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9"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0"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1" w15:restartNumberingAfterBreak="0">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42"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3"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5" w15:restartNumberingAfterBreak="0">
    <w:nsid w:val="1F442FC6"/>
    <w:multiLevelType w:val="hybridMultilevel"/>
    <w:tmpl w:val="EE12A8D6"/>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6" w15:restartNumberingAfterBreak="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47" w15:restartNumberingAfterBreak="0">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8" w15:restartNumberingAfterBreak="0">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49" w15:restartNumberingAfterBreak="0">
    <w:nsid w:val="20021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0" w15:restartNumberingAfterBreak="0">
    <w:nsid w:val="20435681"/>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1" w15:restartNumberingAfterBreak="0">
    <w:nsid w:val="205B6CF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2" w15:restartNumberingAfterBreak="0">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3" w15:restartNumberingAfterBreak="0">
    <w:nsid w:val="20F76986"/>
    <w:multiLevelType w:val="hybridMultilevel"/>
    <w:tmpl w:val="13FC10A8"/>
    <w:lvl w:ilvl="0" w:tplc="FFFFFFFF">
      <w:start w:val="5"/>
      <w:numFmt w:val="bullet"/>
      <w:lvlText w:val="–"/>
      <w:lvlJc w:val="left"/>
      <w:pPr>
        <w:tabs>
          <w:tab w:val="num" w:pos="1200"/>
        </w:tabs>
        <w:ind w:left="1200" w:hanging="400"/>
      </w:pPr>
      <w:rPr>
        <w:rFonts w:ascii="Times New Roman" w:eastAsia="Times New Roman" w:hAnsi="Times New Roman" w:hint="default"/>
      </w:rPr>
    </w:lvl>
    <w:lvl w:ilvl="1" w:tplc="04070003" w:tentative="1">
      <w:start w:val="1"/>
      <w:numFmt w:val="bullet"/>
      <w:lvlText w:val="o"/>
      <w:lvlJc w:val="left"/>
      <w:pPr>
        <w:ind w:left="1840" w:hanging="360"/>
      </w:pPr>
      <w:rPr>
        <w:rFonts w:ascii="Courier New" w:hAnsi="Courier New" w:cs="Courier New" w:hint="default"/>
      </w:rPr>
    </w:lvl>
    <w:lvl w:ilvl="2" w:tplc="04070005" w:tentative="1">
      <w:start w:val="1"/>
      <w:numFmt w:val="bullet"/>
      <w:lvlText w:val=""/>
      <w:lvlJc w:val="left"/>
      <w:pPr>
        <w:ind w:left="2560" w:hanging="360"/>
      </w:pPr>
      <w:rPr>
        <w:rFonts w:ascii="Wingdings" w:hAnsi="Wingdings" w:hint="default"/>
      </w:rPr>
    </w:lvl>
    <w:lvl w:ilvl="3" w:tplc="04070001" w:tentative="1">
      <w:start w:val="1"/>
      <w:numFmt w:val="bullet"/>
      <w:lvlText w:val=""/>
      <w:lvlJc w:val="left"/>
      <w:pPr>
        <w:ind w:left="3280" w:hanging="360"/>
      </w:pPr>
      <w:rPr>
        <w:rFonts w:ascii="Symbol" w:hAnsi="Symbol" w:hint="default"/>
      </w:rPr>
    </w:lvl>
    <w:lvl w:ilvl="4" w:tplc="04070003" w:tentative="1">
      <w:start w:val="1"/>
      <w:numFmt w:val="bullet"/>
      <w:lvlText w:val="o"/>
      <w:lvlJc w:val="left"/>
      <w:pPr>
        <w:ind w:left="4000" w:hanging="360"/>
      </w:pPr>
      <w:rPr>
        <w:rFonts w:ascii="Courier New" w:hAnsi="Courier New" w:cs="Courier New" w:hint="default"/>
      </w:rPr>
    </w:lvl>
    <w:lvl w:ilvl="5" w:tplc="04070005" w:tentative="1">
      <w:start w:val="1"/>
      <w:numFmt w:val="bullet"/>
      <w:lvlText w:val=""/>
      <w:lvlJc w:val="left"/>
      <w:pPr>
        <w:ind w:left="4720" w:hanging="360"/>
      </w:pPr>
      <w:rPr>
        <w:rFonts w:ascii="Wingdings" w:hAnsi="Wingdings" w:hint="default"/>
      </w:rPr>
    </w:lvl>
    <w:lvl w:ilvl="6" w:tplc="04070001" w:tentative="1">
      <w:start w:val="1"/>
      <w:numFmt w:val="bullet"/>
      <w:lvlText w:val=""/>
      <w:lvlJc w:val="left"/>
      <w:pPr>
        <w:ind w:left="5440" w:hanging="360"/>
      </w:pPr>
      <w:rPr>
        <w:rFonts w:ascii="Symbol" w:hAnsi="Symbol" w:hint="default"/>
      </w:rPr>
    </w:lvl>
    <w:lvl w:ilvl="7" w:tplc="04070003" w:tentative="1">
      <w:start w:val="1"/>
      <w:numFmt w:val="bullet"/>
      <w:lvlText w:val="o"/>
      <w:lvlJc w:val="left"/>
      <w:pPr>
        <w:ind w:left="6160" w:hanging="360"/>
      </w:pPr>
      <w:rPr>
        <w:rFonts w:ascii="Courier New" w:hAnsi="Courier New" w:cs="Courier New" w:hint="default"/>
      </w:rPr>
    </w:lvl>
    <w:lvl w:ilvl="8" w:tplc="04070005" w:tentative="1">
      <w:start w:val="1"/>
      <w:numFmt w:val="bullet"/>
      <w:lvlText w:val=""/>
      <w:lvlJc w:val="left"/>
      <w:pPr>
        <w:ind w:left="6880" w:hanging="360"/>
      </w:pPr>
      <w:rPr>
        <w:rFonts w:ascii="Wingdings" w:hAnsi="Wingdings" w:hint="default"/>
      </w:rPr>
    </w:lvl>
  </w:abstractNum>
  <w:abstractNum w:abstractNumId="154" w15:restartNumberingAfterBreak="0">
    <w:nsid w:val="21BF579C"/>
    <w:multiLevelType w:val="hybridMultilevel"/>
    <w:tmpl w:val="85CC80C6"/>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5" w15:restartNumberingAfterBreak="0">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6" w15:restartNumberingAfterBreak="0">
    <w:nsid w:val="21EB73F1"/>
    <w:multiLevelType w:val="hybridMultilevel"/>
    <w:tmpl w:val="8F1A4B94"/>
    <w:lvl w:ilvl="0" w:tplc="919ED22E">
      <w:numFmt w:val="bullet"/>
      <w:lvlText w:val="–"/>
      <w:lvlJc w:val="left"/>
      <w:pPr>
        <w:ind w:left="1260" w:hanging="360"/>
      </w:pPr>
      <w:rPr>
        <w:rFonts w:ascii="Times New Roman" w:eastAsia="Batang"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7" w15:restartNumberingAfterBreak="0">
    <w:nsid w:val="222D47C5"/>
    <w:multiLevelType w:val="hybridMultilevel"/>
    <w:tmpl w:val="FA2021E2"/>
    <w:lvl w:ilvl="0" w:tplc="919ED22E">
      <w:numFmt w:val="bullet"/>
      <w:lvlText w:val="–"/>
      <w:lvlJc w:val="left"/>
      <w:pPr>
        <w:ind w:left="630" w:hanging="360"/>
      </w:pPr>
      <w:rPr>
        <w:rFonts w:ascii="Times New Roman" w:eastAsia="Batang" w:hAnsi="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8"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9"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0" w15:restartNumberingAfterBreak="0">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61"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2"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4" w15:restartNumberingAfterBreak="0">
    <w:nsid w:val="22EB5A39"/>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5"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66" w15:restartNumberingAfterBreak="0">
    <w:nsid w:val="23216517"/>
    <w:multiLevelType w:val="hybridMultilevel"/>
    <w:tmpl w:val="4C92FAD4"/>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9"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0" w15:restartNumberingAfterBreak="0">
    <w:nsid w:val="24923FBD"/>
    <w:multiLevelType w:val="hybridMultilevel"/>
    <w:tmpl w:val="207E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72"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3" w15:restartNumberingAfterBreak="0">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74"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5"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6"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7" w15:restartNumberingAfterBreak="0">
    <w:nsid w:val="26070D78"/>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8"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9"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1" w15:restartNumberingAfterBreak="0">
    <w:nsid w:val="27B75BE1"/>
    <w:multiLevelType w:val="hybridMultilevel"/>
    <w:tmpl w:val="3352288C"/>
    <w:lvl w:ilvl="0" w:tplc="919ED22E">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7E7005E"/>
    <w:multiLevelType w:val="multilevel"/>
    <w:tmpl w:val="14BCEB52"/>
    <w:lvl w:ilvl="0">
      <w:start w:val="9"/>
      <w:numFmt w:val="upperLetter"/>
      <w:suff w:val="nothing"/>
      <w:lvlText w:val="%1"/>
      <w:lvlJc w:val="left"/>
      <w:pPr>
        <w:ind w:left="0" w:firstLine="0"/>
      </w:pPr>
      <w:rPr>
        <w:rFonts w:ascii="Times New Roman" w:hAnsi="Times New Roman" w:hint="default"/>
        <w:b/>
        <w:i w:val="0"/>
        <w:caps w:val="0"/>
        <w:strike w:val="0"/>
        <w:dstrike w:val="0"/>
        <w:vanish/>
        <w:color w:val="BFBFB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hint="default"/>
        <w:b/>
        <w:i w:val="0"/>
        <w:sz w:val="22"/>
        <w:szCs w:val="22"/>
      </w:rPr>
    </w:lvl>
    <w:lvl w:ilvl="2">
      <w:start w:val="1"/>
      <w:numFmt w:val="decimal"/>
      <w:lvlText w:val="%1.%2.%3"/>
      <w:lvlJc w:val="left"/>
      <w:pPr>
        <w:tabs>
          <w:tab w:val="num" w:pos="794"/>
        </w:tabs>
        <w:ind w:left="0" w:firstLine="0"/>
      </w:pPr>
      <w:rPr>
        <w:rFonts w:ascii="Times New Roman" w:hAnsi="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hint="default"/>
        <w:b/>
        <w:i w:val="0"/>
        <w:sz w:val="20"/>
      </w:rPr>
    </w:lvl>
    <w:lvl w:ilvl="4">
      <w:start w:val="1"/>
      <w:numFmt w:val="decimal"/>
      <w:lvlText w:val="%1.%2.%3.%4.%5"/>
      <w:lvlJc w:val="left"/>
      <w:pPr>
        <w:tabs>
          <w:tab w:val="num" w:pos="936"/>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183"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4"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5"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86" w15:restartNumberingAfterBreak="0">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87"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8"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9" w15:restartNumberingAfterBreak="0">
    <w:nsid w:val="2A0D623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0" w15:restartNumberingAfterBreak="0">
    <w:nsid w:val="2A9D08BA"/>
    <w:multiLevelType w:val="hybridMultilevel"/>
    <w:tmpl w:val="F8267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2AC75C64"/>
    <w:multiLevelType w:val="hybridMultilevel"/>
    <w:tmpl w:val="571886CA"/>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93" w15:restartNumberingAfterBreak="0">
    <w:nsid w:val="2B3B3D7F"/>
    <w:multiLevelType w:val="hybridMultilevel"/>
    <w:tmpl w:val="F97A845A"/>
    <w:lvl w:ilvl="0" w:tplc="919ED22E">
      <w:numFmt w:val="bullet"/>
      <w:lvlText w:val="–"/>
      <w:lvlJc w:val="left"/>
      <w:pPr>
        <w:tabs>
          <w:tab w:val="num" w:pos="585"/>
        </w:tabs>
        <w:ind w:left="585" w:hanging="405"/>
      </w:pPr>
      <w:rPr>
        <w:rFonts w:ascii="Times New Roman" w:eastAsia="Batang" w:hAnsi="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94" w15:restartNumberingAfterBreak="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95"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6" w15:restartNumberingAfterBreak="0">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7"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9"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1"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2" w15:restartNumberingAfterBreak="0">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3" w15:restartNumberingAfterBreak="0">
    <w:nsid w:val="2D8752B3"/>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5" w15:restartNumberingAfterBreak="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6" w15:restartNumberingAfterBreak="0">
    <w:nsid w:val="2E390860"/>
    <w:multiLevelType w:val="hybridMultilevel"/>
    <w:tmpl w:val="0F06DE8A"/>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7"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8"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9" w15:restartNumberingAfterBreak="0">
    <w:nsid w:val="2EF4054C"/>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0"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1" w15:restartNumberingAfterBreak="0">
    <w:nsid w:val="2F296B4A"/>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2F3241E7"/>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3" w15:restartNumberingAfterBreak="0">
    <w:nsid w:val="2F725589"/>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4"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5"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6" w15:restartNumberingAfterBreak="0">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217" w15:restartNumberingAfterBreak="0">
    <w:nsid w:val="30027646"/>
    <w:multiLevelType w:val="multilevel"/>
    <w:tmpl w:val="6B3AF08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8"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9"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21" w15:restartNumberingAfterBreak="0">
    <w:nsid w:val="311B099E"/>
    <w:multiLevelType w:val="hybridMultilevel"/>
    <w:tmpl w:val="408CA858"/>
    <w:lvl w:ilvl="0" w:tplc="B1B4E7A0">
      <w:start w:val="1"/>
      <w:numFmt w:val="decimal"/>
      <w:lvlText w:val="%1."/>
      <w:lvlJc w:val="left"/>
      <w:pPr>
        <w:ind w:left="720" w:hanging="36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3"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4" w15:restartNumberingAfterBreak="0">
    <w:nsid w:val="323B319B"/>
    <w:multiLevelType w:val="hybridMultilevel"/>
    <w:tmpl w:val="ACB8B38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5" w15:restartNumberingAfterBreak="0">
    <w:nsid w:val="323F45CA"/>
    <w:multiLevelType w:val="hybridMultilevel"/>
    <w:tmpl w:val="BD74BE5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F">
      <w:start w:val="1"/>
      <w:numFmt w:val="decimal"/>
      <w:lvlText w:val="%2."/>
      <w:lvlJc w:val="left"/>
      <w:pPr>
        <w:ind w:left="360" w:hanging="36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6"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7"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8" w15:restartNumberingAfterBreak="0">
    <w:nsid w:val="32A80BB5"/>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9" w15:restartNumberingAfterBreak="0">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0" w15:restartNumberingAfterBreak="0">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1"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2" w15:restartNumberingAfterBreak="0">
    <w:nsid w:val="34747C08"/>
    <w:multiLevelType w:val="hybridMultilevel"/>
    <w:tmpl w:val="71EA843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347A64D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4" w15:restartNumberingAfterBreak="0">
    <w:nsid w:val="34AB551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5" w15:restartNumberingAfterBreak="0">
    <w:nsid w:val="34EF6815"/>
    <w:multiLevelType w:val="hybridMultilevel"/>
    <w:tmpl w:val="E85CC696"/>
    <w:lvl w:ilvl="0" w:tplc="8C5286D4">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955" w:hanging="360"/>
      </w:pPr>
      <w:rPr>
        <w:rFonts w:cs="Times New Roman"/>
      </w:rPr>
    </w:lvl>
    <w:lvl w:ilvl="2" w:tplc="0809001B" w:tentative="1">
      <w:start w:val="1"/>
      <w:numFmt w:val="lowerRoman"/>
      <w:lvlText w:val="%3."/>
      <w:lvlJc w:val="right"/>
      <w:pPr>
        <w:ind w:left="1675" w:hanging="180"/>
      </w:pPr>
      <w:rPr>
        <w:rFonts w:cs="Times New Roman"/>
      </w:rPr>
    </w:lvl>
    <w:lvl w:ilvl="3" w:tplc="0809000F" w:tentative="1">
      <w:start w:val="1"/>
      <w:numFmt w:val="decimal"/>
      <w:lvlText w:val="%4."/>
      <w:lvlJc w:val="left"/>
      <w:pPr>
        <w:ind w:left="2395" w:hanging="360"/>
      </w:pPr>
      <w:rPr>
        <w:rFonts w:cs="Times New Roman"/>
      </w:rPr>
    </w:lvl>
    <w:lvl w:ilvl="4" w:tplc="08090019" w:tentative="1">
      <w:start w:val="1"/>
      <w:numFmt w:val="lowerLetter"/>
      <w:lvlText w:val="%5."/>
      <w:lvlJc w:val="left"/>
      <w:pPr>
        <w:ind w:left="3115" w:hanging="360"/>
      </w:pPr>
      <w:rPr>
        <w:rFonts w:cs="Times New Roman"/>
      </w:rPr>
    </w:lvl>
    <w:lvl w:ilvl="5" w:tplc="0809001B" w:tentative="1">
      <w:start w:val="1"/>
      <w:numFmt w:val="lowerRoman"/>
      <w:lvlText w:val="%6."/>
      <w:lvlJc w:val="right"/>
      <w:pPr>
        <w:ind w:left="3835" w:hanging="180"/>
      </w:pPr>
      <w:rPr>
        <w:rFonts w:cs="Times New Roman"/>
      </w:rPr>
    </w:lvl>
    <w:lvl w:ilvl="6" w:tplc="0809000F" w:tentative="1">
      <w:start w:val="1"/>
      <w:numFmt w:val="decimal"/>
      <w:lvlText w:val="%7."/>
      <w:lvlJc w:val="left"/>
      <w:pPr>
        <w:ind w:left="4555" w:hanging="360"/>
      </w:pPr>
      <w:rPr>
        <w:rFonts w:cs="Times New Roman"/>
      </w:rPr>
    </w:lvl>
    <w:lvl w:ilvl="7" w:tplc="08090019" w:tentative="1">
      <w:start w:val="1"/>
      <w:numFmt w:val="lowerLetter"/>
      <w:lvlText w:val="%8."/>
      <w:lvlJc w:val="left"/>
      <w:pPr>
        <w:ind w:left="5275" w:hanging="360"/>
      </w:pPr>
      <w:rPr>
        <w:rFonts w:cs="Times New Roman"/>
      </w:rPr>
    </w:lvl>
    <w:lvl w:ilvl="8" w:tplc="0809001B" w:tentative="1">
      <w:start w:val="1"/>
      <w:numFmt w:val="lowerRoman"/>
      <w:lvlText w:val="%9."/>
      <w:lvlJc w:val="right"/>
      <w:pPr>
        <w:ind w:left="5995" w:hanging="180"/>
      </w:pPr>
      <w:rPr>
        <w:rFonts w:cs="Times New Roman"/>
      </w:rPr>
    </w:lvl>
  </w:abstractNum>
  <w:abstractNum w:abstractNumId="236" w15:restartNumberingAfterBreak="0">
    <w:nsid w:val="355E0B9E"/>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7"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8"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9"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0" w15:restartNumberingAfterBreak="0">
    <w:nsid w:val="35F41B82"/>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1"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3"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4"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5" w15:restartNumberingAfterBreak="0">
    <w:nsid w:val="379B68B8"/>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6"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7"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4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1"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3" w15:restartNumberingAfterBreak="0">
    <w:nsid w:val="388E57B0"/>
    <w:multiLevelType w:val="hybridMultilevel"/>
    <w:tmpl w:val="A6EA07C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4"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5" w15:restartNumberingAfterBreak="0">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6" w15:restartNumberingAfterBreak="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57"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8" w15:restartNumberingAfterBreak="0">
    <w:nsid w:val="39FD582C"/>
    <w:multiLevelType w:val="multilevel"/>
    <w:tmpl w:val="3A82E334"/>
    <w:numStyleLink w:val="3DEquation"/>
  </w:abstractNum>
  <w:abstractNum w:abstractNumId="25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0" w15:restartNumberingAfterBreak="0">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1"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2"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3"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64" w15:restartNumberingAfterBreak="0">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5"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6"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6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68" w15:restartNumberingAfterBreak="0">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9"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0"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1" w15:restartNumberingAfterBreak="0">
    <w:nsid w:val="3CA67E10"/>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3CB22977"/>
    <w:multiLevelType w:val="hybridMultilevel"/>
    <w:tmpl w:val="B1221BD6"/>
    <w:lvl w:ilvl="0" w:tplc="7C5A00CA">
      <w:start w:val="1"/>
      <w:numFmt w:val="decimal"/>
      <w:lvlText w:val="%1."/>
      <w:lvlJc w:val="left"/>
      <w:pPr>
        <w:ind w:left="580" w:hanging="360"/>
      </w:pPr>
      <w:rPr>
        <w:rFonts w:hint="default"/>
      </w:rPr>
    </w:lvl>
    <w:lvl w:ilvl="1" w:tplc="04090019">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73"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4"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5" w15:restartNumberingAfterBreak="0">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6" w15:restartNumberingAfterBreak="0">
    <w:nsid w:val="3D6E6582"/>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77" w15:restartNumberingAfterBreak="0">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9" w15:restartNumberingAfterBreak="0">
    <w:nsid w:val="3E505037"/>
    <w:multiLevelType w:val="hybridMultilevel"/>
    <w:tmpl w:val="6CB86F54"/>
    <w:lvl w:ilvl="0" w:tplc="FFFFFFFF">
      <w:start w:val="5"/>
      <w:numFmt w:val="bullet"/>
      <w:lvlText w:val="–"/>
      <w:lvlJc w:val="left"/>
      <w:pPr>
        <w:tabs>
          <w:tab w:val="num" w:pos="1109"/>
        </w:tabs>
        <w:ind w:left="1109" w:hanging="40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180"/>
      </w:pPr>
      <w:rPr>
        <w:rFonts w:ascii="Times New Roman" w:eastAsia="Times New Roman" w:hAnsi="Times New Roman" w:hint="default"/>
        <w:b w:val="0"/>
        <w:i w:val="0"/>
        <w:sz w:val="20"/>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0" w15:restartNumberingAfterBreak="0">
    <w:nsid w:val="3E853F66"/>
    <w:multiLevelType w:val="hybridMultilevel"/>
    <w:tmpl w:val="FBCECEB6"/>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3ED660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3" w15:restartNumberingAfterBreak="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284"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5"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286"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287" w15:restartNumberingAfterBreak="0">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8"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9"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0"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1"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93" w15:restartNumberingAfterBreak="0">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9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5"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6"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297" w15:restartNumberingAfterBreak="0">
    <w:nsid w:val="43A42494"/>
    <w:multiLevelType w:val="hybridMultilevel"/>
    <w:tmpl w:val="15B4088E"/>
    <w:lvl w:ilvl="0" w:tplc="38800E3C">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98" w15:restartNumberingAfterBreak="0">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9"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0"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1" w15:restartNumberingAfterBreak="0">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302" w15:restartNumberingAfterBreak="0">
    <w:nsid w:val="4543620E"/>
    <w:multiLevelType w:val="hybridMultilevel"/>
    <w:tmpl w:val="D9CE3604"/>
    <w:lvl w:ilvl="0" w:tplc="84CC2C8A">
      <w:start w:val="5"/>
      <w:numFmt w:val="bullet"/>
      <w:lvlText w:val="–"/>
      <w:lvlJc w:val="left"/>
      <w:pPr>
        <w:ind w:left="1713" w:hanging="360"/>
      </w:pPr>
      <w:rPr>
        <w:rFonts w:ascii="Times New Roman" w:eastAsia="Times New Roman" w:hAnsi="Times New Roman" w:hint="default"/>
        <w:lang w:val="en-GB"/>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03" w15:restartNumberingAfterBreak="0">
    <w:nsid w:val="45A9190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4" w15:restartNumberingAfterBreak="0">
    <w:nsid w:val="475A7F8E"/>
    <w:multiLevelType w:val="hybridMultilevel"/>
    <w:tmpl w:val="A1AA67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5" w15:restartNumberingAfterBreak="0">
    <w:nsid w:val="477C335E"/>
    <w:multiLevelType w:val="hybridMultilevel"/>
    <w:tmpl w:val="DDD4AADC"/>
    <w:lvl w:ilvl="0" w:tplc="1932EA02">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06"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7" w15:restartNumberingAfterBreak="0">
    <w:nsid w:val="47857D3B"/>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8"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9" w15:restartNumberingAfterBreak="0">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10" w15:restartNumberingAfterBreak="0">
    <w:nsid w:val="47F42936"/>
    <w:multiLevelType w:val="hybridMultilevel"/>
    <w:tmpl w:val="941449DA"/>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2"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3" w15:restartNumberingAfterBreak="0">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4" w15:restartNumberingAfterBreak="0">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315"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6"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7"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8"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9"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0"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1" w15:restartNumberingAfterBreak="0">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322" w15:restartNumberingAfterBreak="0">
    <w:nsid w:val="4BD90BCE"/>
    <w:multiLevelType w:val="hybridMultilevel"/>
    <w:tmpl w:val="276E014A"/>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40"/>
        </w:tabs>
        <w:ind w:left="1040" w:hanging="360"/>
      </w:pPr>
      <w:rPr>
        <w:rFonts w:cs="Times New Roman"/>
      </w:rPr>
    </w:lvl>
    <w:lvl w:ilvl="2" w:tplc="08090005">
      <w:start w:val="1"/>
      <w:numFmt w:val="decimal"/>
      <w:lvlText w:val="%3."/>
      <w:lvlJc w:val="left"/>
      <w:pPr>
        <w:tabs>
          <w:tab w:val="num" w:pos="1760"/>
        </w:tabs>
        <w:ind w:left="1760" w:hanging="360"/>
      </w:pPr>
      <w:rPr>
        <w:rFonts w:cs="Times New Roman"/>
      </w:rPr>
    </w:lvl>
    <w:lvl w:ilvl="3" w:tplc="08090001">
      <w:start w:val="1"/>
      <w:numFmt w:val="decimal"/>
      <w:lvlText w:val="%4."/>
      <w:lvlJc w:val="left"/>
      <w:pPr>
        <w:tabs>
          <w:tab w:val="num" w:pos="2480"/>
        </w:tabs>
        <w:ind w:left="2480" w:hanging="360"/>
      </w:pPr>
      <w:rPr>
        <w:rFonts w:cs="Times New Roman"/>
      </w:rPr>
    </w:lvl>
    <w:lvl w:ilvl="4" w:tplc="08090003">
      <w:start w:val="1"/>
      <w:numFmt w:val="decimal"/>
      <w:lvlText w:val="%5."/>
      <w:lvlJc w:val="left"/>
      <w:pPr>
        <w:tabs>
          <w:tab w:val="num" w:pos="3200"/>
        </w:tabs>
        <w:ind w:left="3200" w:hanging="360"/>
      </w:pPr>
      <w:rPr>
        <w:rFonts w:cs="Times New Roman"/>
      </w:rPr>
    </w:lvl>
    <w:lvl w:ilvl="5" w:tplc="08090005">
      <w:start w:val="1"/>
      <w:numFmt w:val="decimal"/>
      <w:lvlText w:val="%6."/>
      <w:lvlJc w:val="left"/>
      <w:pPr>
        <w:tabs>
          <w:tab w:val="num" w:pos="3920"/>
        </w:tabs>
        <w:ind w:left="3920" w:hanging="360"/>
      </w:pPr>
      <w:rPr>
        <w:rFonts w:cs="Times New Roman"/>
      </w:rPr>
    </w:lvl>
    <w:lvl w:ilvl="6" w:tplc="08090001">
      <w:start w:val="1"/>
      <w:numFmt w:val="decimal"/>
      <w:lvlText w:val="%7."/>
      <w:lvlJc w:val="left"/>
      <w:pPr>
        <w:tabs>
          <w:tab w:val="num" w:pos="4640"/>
        </w:tabs>
        <w:ind w:left="4640" w:hanging="360"/>
      </w:pPr>
      <w:rPr>
        <w:rFonts w:cs="Times New Roman"/>
      </w:rPr>
    </w:lvl>
    <w:lvl w:ilvl="7" w:tplc="08090003">
      <w:start w:val="1"/>
      <w:numFmt w:val="decimal"/>
      <w:lvlText w:val="%8."/>
      <w:lvlJc w:val="left"/>
      <w:pPr>
        <w:tabs>
          <w:tab w:val="num" w:pos="5360"/>
        </w:tabs>
        <w:ind w:left="5360" w:hanging="360"/>
      </w:pPr>
      <w:rPr>
        <w:rFonts w:cs="Times New Roman"/>
      </w:rPr>
    </w:lvl>
    <w:lvl w:ilvl="8" w:tplc="08090005">
      <w:start w:val="1"/>
      <w:numFmt w:val="decimal"/>
      <w:lvlText w:val="%9."/>
      <w:lvlJc w:val="left"/>
      <w:pPr>
        <w:tabs>
          <w:tab w:val="num" w:pos="6080"/>
        </w:tabs>
        <w:ind w:left="6080" w:hanging="360"/>
      </w:pPr>
      <w:rPr>
        <w:rFonts w:cs="Times New Roman"/>
      </w:rPr>
    </w:lvl>
  </w:abstractNum>
  <w:abstractNum w:abstractNumId="323"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4" w15:restartNumberingAfterBreak="0">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325"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4EA275A6"/>
    <w:multiLevelType w:val="hybridMultilevel"/>
    <w:tmpl w:val="5E52F41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4F4C6E2D"/>
    <w:multiLevelType w:val="hybridMultilevel"/>
    <w:tmpl w:val="1182EAD2"/>
    <w:lvl w:ilvl="0" w:tplc="AB70879A">
      <w:start w:val="1"/>
      <w:numFmt w:val="decimal"/>
      <w:lvlText w:val="%1."/>
      <w:lvlJc w:val="left"/>
      <w:pPr>
        <w:ind w:left="360" w:hanging="360"/>
      </w:pPr>
      <w:rPr>
        <w:rFonts w:cs="Times New Roman"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8" w15:restartNumberingAfterBreak="0">
    <w:nsid w:val="4F6215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9" w15:restartNumberingAfterBreak="0">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330" w15:restartNumberingAfterBreak="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2"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3"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334" w15:restartNumberingAfterBreak="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335" w15:restartNumberingAfterBreak="0">
    <w:nsid w:val="518E0A90"/>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6"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337"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8" w15:restartNumberingAfterBreak="0">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9"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1"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2"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3"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44" w15:restartNumberingAfterBreak="0">
    <w:nsid w:val="535C3870"/>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46"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4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9" w15:restartNumberingAfterBreak="0">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50"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51"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52"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3"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4" w15:restartNumberingAfterBreak="0">
    <w:nsid w:val="54A04A6D"/>
    <w:multiLevelType w:val="multilevel"/>
    <w:tmpl w:val="2B245D68"/>
    <w:lvl w:ilvl="0">
      <w:start w:val="5"/>
      <w:numFmt w:val="bullet"/>
      <w:lvlText w:val="–"/>
      <w:lvlJc w:val="left"/>
      <w:pPr>
        <w:tabs>
          <w:tab w:val="num" w:pos="720"/>
        </w:tabs>
        <w:ind w:left="720" w:hanging="720"/>
      </w:pPr>
      <w:rPr>
        <w:rFonts w:ascii="Times New Roman" w:eastAsia="Times New Roman" w:hAnsi="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5" w15:restartNumberingAfterBreak="0">
    <w:nsid w:val="54A502ED"/>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6" w15:restartNumberingAfterBreak="0">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7"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8"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9"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0" w15:restartNumberingAfterBreak="0">
    <w:nsid w:val="55783179"/>
    <w:multiLevelType w:val="hybridMultilevel"/>
    <w:tmpl w:val="6EE6C4E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1"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62" w15:restartNumberingAfterBreak="0">
    <w:nsid w:val="5617702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3"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65"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6"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7" w15:restartNumberingAfterBreak="0">
    <w:nsid w:val="576E5955"/>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368"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9"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0"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71"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2" w15:restartNumberingAfterBreak="0">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73"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59D21899"/>
    <w:multiLevelType w:val="hybridMultilevel"/>
    <w:tmpl w:val="BF32529C"/>
    <w:lvl w:ilvl="0" w:tplc="FFFFFFFF">
      <w:start w:val="5"/>
      <w:numFmt w:val="bullet"/>
      <w:lvlText w:val="–"/>
      <w:lvlJc w:val="left"/>
      <w:pPr>
        <w:tabs>
          <w:tab w:val="num" w:pos="1194"/>
        </w:tabs>
        <w:ind w:left="1194" w:hanging="40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180"/>
      </w:pPr>
      <w:rPr>
        <w:rFonts w:ascii="Times New Roman" w:eastAsia="Times New Roman" w:hAnsi="Times New Roman" w:hint="default"/>
        <w:b w:val="0"/>
        <w:i w:val="0"/>
        <w:sz w:val="20"/>
      </w:rPr>
    </w:lvl>
    <w:lvl w:ilvl="3" w:tplc="FFFFFFFF">
      <w:start w:val="5"/>
      <w:numFmt w:val="bullet"/>
      <w:lvlText w:val="–"/>
      <w:lvlJc w:val="left"/>
      <w:pPr>
        <w:ind w:left="2880" w:hanging="360"/>
      </w:pPr>
      <w:rPr>
        <w:rFonts w:ascii="Times New Roman" w:eastAsia="Times New Roman" w:hAnsi="Times New Roman" w:hint="default"/>
        <w:b w:val="0"/>
        <w:i w:val="0"/>
        <w:sz w:val="20"/>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5" w15:restartNumberingAfterBreak="0">
    <w:nsid w:val="59FD0B1B"/>
    <w:multiLevelType w:val="hybridMultilevel"/>
    <w:tmpl w:val="8CE0E884"/>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6" w15:restartNumberingAfterBreak="0">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7" w15:restartNumberingAfterBreak="0">
    <w:nsid w:val="5A704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8" w15:restartNumberingAfterBreak="0">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79"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0"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1" w15:restartNumberingAfterBreak="0">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82" w15:restartNumberingAfterBreak="0">
    <w:nsid w:val="5BD661FC"/>
    <w:multiLevelType w:val="hybridMultilevel"/>
    <w:tmpl w:val="5826285C"/>
    <w:lvl w:ilvl="0" w:tplc="FFFFFFFF">
      <w:start w:val="5"/>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383"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4" w15:restartNumberingAfterBreak="0">
    <w:nsid w:val="5D682B31"/>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5"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87"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8" w15:restartNumberingAfterBreak="0">
    <w:nsid w:val="5E860EA7"/>
    <w:multiLevelType w:val="multilevel"/>
    <w:tmpl w:val="EE04B4FE"/>
    <w:numStyleLink w:val="3DNumbering"/>
  </w:abstractNum>
  <w:abstractNum w:abstractNumId="389"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0"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91"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2"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393" w15:restartNumberingAfterBreak="0">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94"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5"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6"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7" w15:restartNumberingAfterBreak="0">
    <w:nsid w:val="600020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8" w15:restartNumberingAfterBreak="0">
    <w:nsid w:val="6034071B"/>
    <w:multiLevelType w:val="hybridMultilevel"/>
    <w:tmpl w:val="9A1EF0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9"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0"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1" w15:restartNumberingAfterBreak="0">
    <w:nsid w:val="605E3614"/>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3" w15:restartNumberingAfterBreak="0">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404" w15:restartNumberingAfterBreak="0">
    <w:nsid w:val="61D32AC5"/>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405"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06"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7"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8"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09"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0"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411" w15:restartNumberingAfterBreak="0">
    <w:nsid w:val="63CF5282"/>
    <w:multiLevelType w:val="hybridMultilevel"/>
    <w:tmpl w:val="07DCEBA4"/>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3" w15:restartNumberingAfterBreak="0">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414"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5"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6"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417" w15:restartNumberingAfterBreak="0">
    <w:nsid w:val="65CF0563"/>
    <w:multiLevelType w:val="hybridMultilevel"/>
    <w:tmpl w:val="B7A0FF0C"/>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18"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9"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0"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21"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22"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3" w15:restartNumberingAfterBreak="0">
    <w:nsid w:val="686F27BC"/>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4" w15:restartNumberingAfterBreak="0">
    <w:nsid w:val="68927DA4"/>
    <w:multiLevelType w:val="hybridMultilevel"/>
    <w:tmpl w:val="D646DF56"/>
    <w:lvl w:ilvl="0" w:tplc="ABECF766">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b w:val="0"/>
        <w:i w:val="0"/>
        <w:sz w:val="20"/>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25"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6" w15:restartNumberingAfterBreak="0">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7"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8"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9"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0" w15:restartNumberingAfterBreak="0">
    <w:nsid w:val="69C90B92"/>
    <w:multiLevelType w:val="hybridMultilevel"/>
    <w:tmpl w:val="2D5CAB98"/>
    <w:lvl w:ilvl="0" w:tplc="AE441602">
      <w:start w:val="1"/>
      <w:numFmt w:val="decimal"/>
      <w:lvlText w:val="%1."/>
      <w:lvlJc w:val="left"/>
      <w:pPr>
        <w:tabs>
          <w:tab w:val="num" w:pos="1194"/>
        </w:tabs>
        <w:ind w:left="1194" w:hanging="400"/>
      </w:pPr>
      <w:rPr>
        <w:rFonts w:cs="Times New Roman" w:hint="eastAsia"/>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31"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2"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33" w15:restartNumberingAfterBreak="0">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4" w15:restartNumberingAfterBreak="0">
    <w:nsid w:val="6B1D7B12"/>
    <w:multiLevelType w:val="hybridMultilevel"/>
    <w:tmpl w:val="E6C00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6"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7" w15:restartNumberingAfterBreak="0">
    <w:nsid w:val="6D3C5E8A"/>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8" w15:restartNumberingAfterBreak="0">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9"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44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2"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43"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4" w15:restartNumberingAfterBreak="0">
    <w:nsid w:val="6F224A49"/>
    <w:multiLevelType w:val="hybridMultilevel"/>
    <w:tmpl w:val="CB30AC48"/>
    <w:lvl w:ilvl="0" w:tplc="FFFFFFFF">
      <w:start w:val="5"/>
      <w:numFmt w:val="bullet"/>
      <w:lvlText w:val="–"/>
      <w:lvlJc w:val="left"/>
      <w:pPr>
        <w:tabs>
          <w:tab w:val="num" w:pos="820"/>
        </w:tabs>
        <w:ind w:left="820" w:hanging="400"/>
      </w:pPr>
      <w:rPr>
        <w:rFonts w:ascii="Times New Roman" w:eastAsia="Times New Roman" w:hAnsi="Times New Roman" w:hint="default"/>
      </w:rPr>
    </w:lvl>
    <w:lvl w:ilvl="1" w:tplc="08090019">
      <w:start w:val="1"/>
      <w:numFmt w:val="lowerLetter"/>
      <w:lvlText w:val="%2."/>
      <w:lvlJc w:val="left"/>
      <w:pPr>
        <w:ind w:left="1066" w:hanging="360"/>
      </w:pPr>
      <w:rPr>
        <w:rFonts w:cs="Times New Roman"/>
      </w:rPr>
    </w:lvl>
    <w:lvl w:ilvl="2" w:tplc="0809001B">
      <w:start w:val="1"/>
      <w:numFmt w:val="lowerRoman"/>
      <w:lvlText w:val="%3."/>
      <w:lvlJc w:val="right"/>
      <w:pPr>
        <w:ind w:left="1786" w:hanging="180"/>
      </w:pPr>
      <w:rPr>
        <w:rFonts w:cs="Times New Roman"/>
      </w:rPr>
    </w:lvl>
    <w:lvl w:ilvl="3" w:tplc="0809000F" w:tentative="1">
      <w:start w:val="1"/>
      <w:numFmt w:val="decimal"/>
      <w:lvlText w:val="%4."/>
      <w:lvlJc w:val="left"/>
      <w:pPr>
        <w:ind w:left="2506" w:hanging="360"/>
      </w:pPr>
      <w:rPr>
        <w:rFonts w:cs="Times New Roman"/>
      </w:rPr>
    </w:lvl>
    <w:lvl w:ilvl="4" w:tplc="08090019" w:tentative="1">
      <w:start w:val="1"/>
      <w:numFmt w:val="lowerLetter"/>
      <w:lvlText w:val="%5."/>
      <w:lvlJc w:val="left"/>
      <w:pPr>
        <w:ind w:left="3226" w:hanging="360"/>
      </w:pPr>
      <w:rPr>
        <w:rFonts w:cs="Times New Roman"/>
      </w:rPr>
    </w:lvl>
    <w:lvl w:ilvl="5" w:tplc="0809001B" w:tentative="1">
      <w:start w:val="1"/>
      <w:numFmt w:val="lowerRoman"/>
      <w:lvlText w:val="%6."/>
      <w:lvlJc w:val="right"/>
      <w:pPr>
        <w:ind w:left="3946" w:hanging="180"/>
      </w:pPr>
      <w:rPr>
        <w:rFonts w:cs="Times New Roman"/>
      </w:rPr>
    </w:lvl>
    <w:lvl w:ilvl="6" w:tplc="0809000F" w:tentative="1">
      <w:start w:val="1"/>
      <w:numFmt w:val="decimal"/>
      <w:lvlText w:val="%7."/>
      <w:lvlJc w:val="left"/>
      <w:pPr>
        <w:ind w:left="4666" w:hanging="360"/>
      </w:pPr>
      <w:rPr>
        <w:rFonts w:cs="Times New Roman"/>
      </w:rPr>
    </w:lvl>
    <w:lvl w:ilvl="7" w:tplc="08090019" w:tentative="1">
      <w:start w:val="1"/>
      <w:numFmt w:val="lowerLetter"/>
      <w:lvlText w:val="%8."/>
      <w:lvlJc w:val="left"/>
      <w:pPr>
        <w:ind w:left="5386" w:hanging="360"/>
      </w:pPr>
      <w:rPr>
        <w:rFonts w:cs="Times New Roman"/>
      </w:rPr>
    </w:lvl>
    <w:lvl w:ilvl="8" w:tplc="0809001B" w:tentative="1">
      <w:start w:val="1"/>
      <w:numFmt w:val="lowerRoman"/>
      <w:lvlText w:val="%9."/>
      <w:lvlJc w:val="right"/>
      <w:pPr>
        <w:ind w:left="6106" w:hanging="180"/>
      </w:pPr>
      <w:rPr>
        <w:rFonts w:cs="Times New Roman"/>
      </w:rPr>
    </w:lvl>
  </w:abstractNum>
  <w:abstractNum w:abstractNumId="445"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46" w15:restartNumberingAfterBreak="0">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7"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8"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449"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0" w15:restartNumberingAfterBreak="0">
    <w:nsid w:val="716B571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1" w15:restartNumberingAfterBreak="0">
    <w:nsid w:val="71C5743E"/>
    <w:multiLevelType w:val="hybridMultilevel"/>
    <w:tmpl w:val="8ED4D912"/>
    <w:lvl w:ilvl="0" w:tplc="021EA14A">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52" w15:restartNumberingAfterBreak="0">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53" w15:restartNumberingAfterBreak="0">
    <w:nsid w:val="72643EFE"/>
    <w:multiLevelType w:val="hybridMultilevel"/>
    <w:tmpl w:val="D026D3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5"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7" w15:restartNumberingAfterBreak="0">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8" w15:restartNumberingAfterBreak="0">
    <w:nsid w:val="744D09B2"/>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9" w15:restartNumberingAfterBreak="0">
    <w:nsid w:val="74733ED3"/>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460" w15:restartNumberingAfterBreak="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1" w15:restartNumberingAfterBreak="0">
    <w:nsid w:val="748B535D"/>
    <w:multiLevelType w:val="hybridMultilevel"/>
    <w:tmpl w:val="4450FE54"/>
    <w:lvl w:ilvl="0" w:tplc="FFFFFFFF">
      <w:start w:val="5"/>
      <w:numFmt w:val="bullet"/>
      <w:lvlText w:val="–"/>
      <w:lvlJc w:val="left"/>
      <w:pPr>
        <w:ind w:left="786" w:hanging="360"/>
      </w:pPr>
      <w:rPr>
        <w:rFonts w:ascii="Times New Roman" w:eastAsia="Times New Roman" w:hAnsi="Times New Roman" w:hint="default"/>
      </w:rPr>
    </w:lvl>
    <w:lvl w:ilvl="1" w:tplc="84CC2C8A">
      <w:start w:val="5"/>
      <w:numFmt w:val="bullet"/>
      <w:lvlText w:val="–"/>
      <w:lvlJc w:val="left"/>
      <w:pPr>
        <w:ind w:left="1506" w:hanging="360"/>
      </w:pPr>
      <w:rPr>
        <w:rFonts w:ascii="Times New Roman" w:eastAsia="Times New Roman" w:hAnsi="Times New Roman" w:hint="default"/>
        <w:lang w:val="en-GB"/>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62"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63" w15:restartNumberingAfterBreak="0">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64"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465" w15:restartNumberingAfterBreak="0">
    <w:nsid w:val="76184B18"/>
    <w:multiLevelType w:val="hybridMultilevel"/>
    <w:tmpl w:val="16367E7A"/>
    <w:lvl w:ilvl="0" w:tplc="465A3C34">
      <w:start w:val="1"/>
      <w:numFmt w:val="bullet"/>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start w:val="1"/>
      <w:numFmt w:val="bullet"/>
      <w:lvlText w:val=""/>
      <w:lvlJc w:val="left"/>
      <w:pPr>
        <w:ind w:left="1803" w:hanging="360"/>
      </w:pPr>
      <w:rPr>
        <w:rFonts w:ascii="Wingdings" w:hAnsi="Wingdings" w:hint="default"/>
      </w:rPr>
    </w:lvl>
    <w:lvl w:ilvl="3" w:tplc="04090001">
      <w:start w:val="1"/>
      <w:numFmt w:val="bullet"/>
      <w:lvlText w:val=""/>
      <w:lvlJc w:val="left"/>
      <w:pPr>
        <w:ind w:left="2523" w:hanging="360"/>
      </w:pPr>
      <w:rPr>
        <w:rFonts w:ascii="Symbol" w:hAnsi="Symbol" w:hint="default"/>
      </w:rPr>
    </w:lvl>
    <w:lvl w:ilvl="4" w:tplc="04090003">
      <w:start w:val="1"/>
      <w:numFmt w:val="bullet"/>
      <w:lvlText w:val="o"/>
      <w:lvlJc w:val="left"/>
      <w:pPr>
        <w:ind w:left="3243" w:hanging="360"/>
      </w:pPr>
      <w:rPr>
        <w:rFonts w:ascii="Courier New" w:hAnsi="Courier New" w:cs="Courier New" w:hint="default"/>
      </w:rPr>
    </w:lvl>
    <w:lvl w:ilvl="5" w:tplc="04090005">
      <w:start w:val="1"/>
      <w:numFmt w:val="bullet"/>
      <w:lvlText w:val=""/>
      <w:lvlJc w:val="left"/>
      <w:pPr>
        <w:ind w:left="3963" w:hanging="360"/>
      </w:pPr>
      <w:rPr>
        <w:rFonts w:ascii="Wingdings" w:hAnsi="Wingdings" w:hint="default"/>
      </w:rPr>
    </w:lvl>
    <w:lvl w:ilvl="6" w:tplc="04090001">
      <w:start w:val="1"/>
      <w:numFmt w:val="bullet"/>
      <w:lvlText w:val=""/>
      <w:lvlJc w:val="left"/>
      <w:pPr>
        <w:ind w:left="4683" w:hanging="360"/>
      </w:pPr>
      <w:rPr>
        <w:rFonts w:ascii="Symbol" w:hAnsi="Symbol" w:hint="default"/>
      </w:rPr>
    </w:lvl>
    <w:lvl w:ilvl="7" w:tplc="04090003">
      <w:start w:val="1"/>
      <w:numFmt w:val="bullet"/>
      <w:lvlText w:val="o"/>
      <w:lvlJc w:val="left"/>
      <w:pPr>
        <w:ind w:left="5403" w:hanging="360"/>
      </w:pPr>
      <w:rPr>
        <w:rFonts w:ascii="Courier New" w:hAnsi="Courier New" w:cs="Courier New" w:hint="default"/>
      </w:rPr>
    </w:lvl>
    <w:lvl w:ilvl="8" w:tplc="04090005">
      <w:start w:val="1"/>
      <w:numFmt w:val="bullet"/>
      <w:lvlText w:val=""/>
      <w:lvlJc w:val="left"/>
      <w:pPr>
        <w:ind w:left="6123" w:hanging="360"/>
      </w:pPr>
      <w:rPr>
        <w:rFonts w:ascii="Wingdings" w:hAnsi="Wingdings" w:hint="default"/>
      </w:rPr>
    </w:lvl>
  </w:abstractNum>
  <w:abstractNum w:abstractNumId="46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7"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8" w15:restartNumberingAfterBreak="0">
    <w:nsid w:val="77584552"/>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9" w15:restartNumberingAfterBreak="0">
    <w:nsid w:val="7782058D"/>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0" w15:restartNumberingAfterBreak="0">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1" w15:restartNumberingAfterBreak="0">
    <w:nsid w:val="78826001"/>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2" w15:restartNumberingAfterBreak="0">
    <w:nsid w:val="78D7233D"/>
    <w:multiLevelType w:val="hybridMultilevel"/>
    <w:tmpl w:val="C98484BC"/>
    <w:lvl w:ilvl="0" w:tplc="C55CF5D0">
      <w:start w:val="5"/>
      <w:numFmt w:val="bullet"/>
      <w:lvlText w:val="–"/>
      <w:lvlJc w:val="left"/>
      <w:pPr>
        <w:ind w:left="360" w:hanging="360"/>
      </w:pPr>
      <w:rPr>
        <w:rFonts w:ascii="Times New Roman" w:eastAsia="Times New Roman" w:hAnsi="Times New Roman" w:hint="default"/>
        <w:lang w:val="en-C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3" w15:restartNumberingAfterBreak="0">
    <w:nsid w:val="78F352D0"/>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4" w15:restartNumberingAfterBreak="0">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75"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6" w15:restartNumberingAfterBreak="0">
    <w:nsid w:val="79672DAD"/>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7"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78"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479"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1" w15:restartNumberingAfterBreak="0">
    <w:nsid w:val="79CE3613"/>
    <w:multiLevelType w:val="hybridMultilevel"/>
    <w:tmpl w:val="7A9E8E78"/>
    <w:lvl w:ilvl="0" w:tplc="18F4981E">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955" w:hanging="360"/>
      </w:pPr>
      <w:rPr>
        <w:rFonts w:cs="Times New Roman"/>
      </w:rPr>
    </w:lvl>
    <w:lvl w:ilvl="2" w:tplc="0809001B" w:tentative="1">
      <w:start w:val="1"/>
      <w:numFmt w:val="lowerRoman"/>
      <w:lvlText w:val="%3."/>
      <w:lvlJc w:val="right"/>
      <w:pPr>
        <w:ind w:left="1675" w:hanging="180"/>
      </w:pPr>
      <w:rPr>
        <w:rFonts w:cs="Times New Roman"/>
      </w:rPr>
    </w:lvl>
    <w:lvl w:ilvl="3" w:tplc="0809000F" w:tentative="1">
      <w:start w:val="1"/>
      <w:numFmt w:val="decimal"/>
      <w:lvlText w:val="%4."/>
      <w:lvlJc w:val="left"/>
      <w:pPr>
        <w:ind w:left="2395" w:hanging="360"/>
      </w:pPr>
      <w:rPr>
        <w:rFonts w:cs="Times New Roman"/>
      </w:rPr>
    </w:lvl>
    <w:lvl w:ilvl="4" w:tplc="08090019" w:tentative="1">
      <w:start w:val="1"/>
      <w:numFmt w:val="lowerLetter"/>
      <w:lvlText w:val="%5."/>
      <w:lvlJc w:val="left"/>
      <w:pPr>
        <w:ind w:left="3115" w:hanging="360"/>
      </w:pPr>
      <w:rPr>
        <w:rFonts w:cs="Times New Roman"/>
      </w:rPr>
    </w:lvl>
    <w:lvl w:ilvl="5" w:tplc="0809001B" w:tentative="1">
      <w:start w:val="1"/>
      <w:numFmt w:val="lowerRoman"/>
      <w:lvlText w:val="%6."/>
      <w:lvlJc w:val="right"/>
      <w:pPr>
        <w:ind w:left="3835" w:hanging="180"/>
      </w:pPr>
      <w:rPr>
        <w:rFonts w:cs="Times New Roman"/>
      </w:rPr>
    </w:lvl>
    <w:lvl w:ilvl="6" w:tplc="0809000F" w:tentative="1">
      <w:start w:val="1"/>
      <w:numFmt w:val="decimal"/>
      <w:lvlText w:val="%7."/>
      <w:lvlJc w:val="left"/>
      <w:pPr>
        <w:ind w:left="4555" w:hanging="360"/>
      </w:pPr>
      <w:rPr>
        <w:rFonts w:cs="Times New Roman"/>
      </w:rPr>
    </w:lvl>
    <w:lvl w:ilvl="7" w:tplc="08090019" w:tentative="1">
      <w:start w:val="1"/>
      <w:numFmt w:val="lowerLetter"/>
      <w:lvlText w:val="%8."/>
      <w:lvlJc w:val="left"/>
      <w:pPr>
        <w:ind w:left="5275" w:hanging="360"/>
      </w:pPr>
      <w:rPr>
        <w:rFonts w:cs="Times New Roman"/>
      </w:rPr>
    </w:lvl>
    <w:lvl w:ilvl="8" w:tplc="0809001B" w:tentative="1">
      <w:start w:val="1"/>
      <w:numFmt w:val="lowerRoman"/>
      <w:lvlText w:val="%9."/>
      <w:lvlJc w:val="right"/>
      <w:pPr>
        <w:ind w:left="5995" w:hanging="180"/>
      </w:pPr>
      <w:rPr>
        <w:rFonts w:cs="Times New Roman"/>
      </w:rPr>
    </w:lvl>
  </w:abstractNum>
  <w:abstractNum w:abstractNumId="482"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3" w15:restartNumberingAfterBreak="0">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84"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5"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6"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7" w15:restartNumberingAfterBreak="0">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8" w15:restartNumberingAfterBreak="0">
    <w:nsid w:val="7B651F72"/>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9" w15:restartNumberingAfterBreak="0">
    <w:nsid w:val="7B9F4718"/>
    <w:multiLevelType w:val="hybridMultilevel"/>
    <w:tmpl w:val="6F5A2AF4"/>
    <w:lvl w:ilvl="0" w:tplc="57969F08">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90"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92" w15:restartNumberingAfterBreak="0">
    <w:nsid w:val="7C0B7A16"/>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3" w15:restartNumberingAfterBreak="0">
    <w:nsid w:val="7C1A523E"/>
    <w:multiLevelType w:val="hybridMultilevel"/>
    <w:tmpl w:val="2EBA1250"/>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94"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5" w15:restartNumberingAfterBreak="0">
    <w:nsid w:val="7CE82A19"/>
    <w:multiLevelType w:val="hybridMultilevel"/>
    <w:tmpl w:val="D43C9CB2"/>
    <w:lvl w:ilvl="0" w:tplc="FFFFFFFF">
      <w:start w:val="5"/>
      <w:numFmt w:val="bullet"/>
      <w:lvlText w:val="–"/>
      <w:lvlJc w:val="left"/>
      <w:pPr>
        <w:tabs>
          <w:tab w:val="num" w:pos="1240"/>
        </w:tabs>
        <w:ind w:left="1240" w:hanging="400"/>
      </w:pPr>
      <w:rPr>
        <w:rFonts w:ascii="Times New Roman" w:eastAsia="Times New Roman" w:hAnsi="Times New Roman" w:hint="default"/>
      </w:rPr>
    </w:lvl>
    <w:lvl w:ilvl="1" w:tplc="FFFFFFFF">
      <w:start w:val="5"/>
      <w:numFmt w:val="bullet"/>
      <w:lvlText w:val="–"/>
      <w:lvlJc w:val="left"/>
      <w:pPr>
        <w:ind w:left="1486" w:hanging="360"/>
      </w:pPr>
      <w:rPr>
        <w:rFonts w:ascii="Times New Roman" w:eastAsia="Times New Roman" w:hAnsi="Times New Roman" w:hint="default"/>
      </w:rPr>
    </w:lvl>
    <w:lvl w:ilvl="2" w:tplc="0809001B">
      <w:start w:val="1"/>
      <w:numFmt w:val="lowerRoman"/>
      <w:lvlText w:val="%3."/>
      <w:lvlJc w:val="right"/>
      <w:pPr>
        <w:ind w:left="2206" w:hanging="180"/>
      </w:pPr>
      <w:rPr>
        <w:rFonts w:cs="Times New Roman"/>
      </w:rPr>
    </w:lvl>
    <w:lvl w:ilvl="3" w:tplc="0809000F" w:tentative="1">
      <w:start w:val="1"/>
      <w:numFmt w:val="decimal"/>
      <w:lvlText w:val="%4."/>
      <w:lvlJc w:val="left"/>
      <w:pPr>
        <w:ind w:left="2926" w:hanging="360"/>
      </w:pPr>
      <w:rPr>
        <w:rFonts w:cs="Times New Roman"/>
      </w:rPr>
    </w:lvl>
    <w:lvl w:ilvl="4" w:tplc="08090019" w:tentative="1">
      <w:start w:val="1"/>
      <w:numFmt w:val="lowerLetter"/>
      <w:lvlText w:val="%5."/>
      <w:lvlJc w:val="left"/>
      <w:pPr>
        <w:ind w:left="3646" w:hanging="360"/>
      </w:pPr>
      <w:rPr>
        <w:rFonts w:cs="Times New Roman"/>
      </w:rPr>
    </w:lvl>
    <w:lvl w:ilvl="5" w:tplc="0809001B" w:tentative="1">
      <w:start w:val="1"/>
      <w:numFmt w:val="lowerRoman"/>
      <w:lvlText w:val="%6."/>
      <w:lvlJc w:val="right"/>
      <w:pPr>
        <w:ind w:left="4366" w:hanging="180"/>
      </w:pPr>
      <w:rPr>
        <w:rFonts w:cs="Times New Roman"/>
      </w:rPr>
    </w:lvl>
    <w:lvl w:ilvl="6" w:tplc="0809000F" w:tentative="1">
      <w:start w:val="1"/>
      <w:numFmt w:val="decimal"/>
      <w:lvlText w:val="%7."/>
      <w:lvlJc w:val="left"/>
      <w:pPr>
        <w:ind w:left="5086" w:hanging="360"/>
      </w:pPr>
      <w:rPr>
        <w:rFonts w:cs="Times New Roman"/>
      </w:rPr>
    </w:lvl>
    <w:lvl w:ilvl="7" w:tplc="08090019" w:tentative="1">
      <w:start w:val="1"/>
      <w:numFmt w:val="lowerLetter"/>
      <w:lvlText w:val="%8."/>
      <w:lvlJc w:val="left"/>
      <w:pPr>
        <w:ind w:left="5806" w:hanging="360"/>
      </w:pPr>
      <w:rPr>
        <w:rFonts w:cs="Times New Roman"/>
      </w:rPr>
    </w:lvl>
    <w:lvl w:ilvl="8" w:tplc="0809001B" w:tentative="1">
      <w:start w:val="1"/>
      <w:numFmt w:val="lowerRoman"/>
      <w:lvlText w:val="%9."/>
      <w:lvlJc w:val="right"/>
      <w:pPr>
        <w:ind w:left="6526" w:hanging="180"/>
      </w:pPr>
      <w:rPr>
        <w:rFonts w:cs="Times New Roman"/>
      </w:rPr>
    </w:lvl>
  </w:abstractNum>
  <w:abstractNum w:abstractNumId="496" w15:restartNumberingAfterBreak="0">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97" w15:restartNumberingAfterBreak="0">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98" w15:restartNumberingAfterBreak="0">
    <w:nsid w:val="7D921CDC"/>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9"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00"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1"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3"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350"/>
  </w:num>
  <w:num w:numId="2">
    <w:abstractNumId w:val="428"/>
  </w:num>
  <w:num w:numId="3">
    <w:abstractNumId w:val="132"/>
  </w:num>
  <w:num w:numId="4">
    <w:abstractNumId w:val="59"/>
  </w:num>
  <w:num w:numId="5">
    <w:abstractNumId w:val="366"/>
  </w:num>
  <w:num w:numId="6">
    <w:abstractNumId w:val="462"/>
  </w:num>
  <w:num w:numId="7">
    <w:abstractNumId w:val="243"/>
  </w:num>
  <w:num w:numId="8">
    <w:abstractNumId w:val="391"/>
  </w:num>
  <w:num w:numId="9">
    <w:abstractNumId w:val="490"/>
  </w:num>
  <w:num w:numId="10">
    <w:abstractNumId w:val="137"/>
  </w:num>
  <w:num w:numId="11">
    <w:abstractNumId w:val="414"/>
  </w:num>
  <w:num w:numId="12">
    <w:abstractNumId w:val="35"/>
  </w:num>
  <w:num w:numId="13">
    <w:abstractNumId w:val="350"/>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4"/>
  </w:num>
  <w:num w:numId="15">
    <w:abstractNumId w:val="384"/>
  </w:num>
  <w:num w:numId="16">
    <w:abstractNumId w:val="134"/>
  </w:num>
  <w:num w:numId="17">
    <w:abstractNumId w:val="109"/>
  </w:num>
  <w:num w:numId="18">
    <w:abstractNumId w:val="129"/>
  </w:num>
  <w:num w:numId="19">
    <w:abstractNumId w:val="479"/>
  </w:num>
  <w:num w:numId="20">
    <w:abstractNumId w:val="260"/>
  </w:num>
  <w:num w:numId="21">
    <w:abstractNumId w:val="219"/>
  </w:num>
  <w:num w:numId="22">
    <w:abstractNumId w:val="332"/>
  </w:num>
  <w:num w:numId="23">
    <w:abstractNumId w:val="330"/>
  </w:num>
  <w:num w:numId="24">
    <w:abstractNumId w:val="429"/>
  </w:num>
  <w:num w:numId="25">
    <w:abstractNumId w:val="124"/>
  </w:num>
  <w:num w:numId="26">
    <w:abstractNumId w:val="126"/>
  </w:num>
  <w:num w:numId="27">
    <w:abstractNumId w:val="211"/>
  </w:num>
  <w:num w:numId="28">
    <w:abstractNumId w:val="10"/>
  </w:num>
  <w:num w:numId="29">
    <w:abstractNumId w:val="6"/>
  </w:num>
  <w:num w:numId="30">
    <w:abstractNumId w:val="1"/>
  </w:num>
  <w:num w:numId="31">
    <w:abstractNumId w:val="9"/>
  </w:num>
  <w:num w:numId="32">
    <w:abstractNumId w:val="4"/>
  </w:num>
  <w:num w:numId="33">
    <w:abstractNumId w:val="3"/>
  </w:num>
  <w:num w:numId="34">
    <w:abstractNumId w:val="2"/>
  </w:num>
  <w:num w:numId="35">
    <w:abstractNumId w:val="4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1"/>
  </w:num>
  <w:num w:numId="37">
    <w:abstractNumId w:val="4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7"/>
  </w:num>
  <w:num w:numId="39">
    <w:abstractNumId w:val="379"/>
  </w:num>
  <w:num w:numId="40">
    <w:abstractNumId w:val="65"/>
  </w:num>
  <w:num w:numId="41">
    <w:abstractNumId w:val="456"/>
  </w:num>
  <w:num w:numId="42">
    <w:abstractNumId w:val="278"/>
  </w:num>
  <w:num w:numId="43">
    <w:abstractNumId w:val="345"/>
  </w:num>
  <w:num w:numId="44">
    <w:abstractNumId w:val="347"/>
  </w:num>
  <w:num w:numId="45">
    <w:abstractNumId w:val="58"/>
  </w:num>
  <w:num w:numId="46">
    <w:abstractNumId w:val="127"/>
  </w:num>
  <w:num w:numId="47">
    <w:abstractNumId w:val="294"/>
  </w:num>
  <w:num w:numId="48">
    <w:abstractNumId w:val="180"/>
  </w:num>
  <w:num w:numId="49">
    <w:abstractNumId w:val="187"/>
  </w:num>
  <w:num w:numId="50">
    <w:abstractNumId w:val="42"/>
  </w:num>
  <w:num w:numId="51">
    <w:abstractNumId w:val="466"/>
  </w:num>
  <w:num w:numId="52">
    <w:abstractNumId w:val="491"/>
  </w:num>
  <w:num w:numId="53">
    <w:abstractNumId w:val="179"/>
  </w:num>
  <w:num w:numId="54">
    <w:abstractNumId w:val="343"/>
  </w:num>
  <w:num w:numId="55">
    <w:abstractNumId w:val="261"/>
  </w:num>
  <w:num w:numId="56">
    <w:abstractNumId w:val="39"/>
  </w:num>
  <w:num w:numId="57">
    <w:abstractNumId w:val="53"/>
  </w:num>
  <w:num w:numId="58">
    <w:abstractNumId w:val="252"/>
  </w:num>
  <w:num w:numId="59">
    <w:abstractNumId w:val="454"/>
  </w:num>
  <w:num w:numId="60">
    <w:abstractNumId w:val="348"/>
  </w:num>
  <w:num w:numId="61">
    <w:abstractNumId w:val="435"/>
  </w:num>
  <w:num w:numId="62">
    <w:abstractNumId w:val="289"/>
  </w:num>
  <w:num w:numId="63">
    <w:abstractNumId w:val="107"/>
  </w:num>
  <w:num w:numId="64">
    <w:abstractNumId w:val="299"/>
  </w:num>
  <w:num w:numId="65">
    <w:abstractNumId w:val="30"/>
  </w:num>
  <w:num w:numId="66">
    <w:abstractNumId w:val="319"/>
  </w:num>
  <w:num w:numId="67">
    <w:abstractNumId w:val="316"/>
  </w:num>
  <w:num w:numId="68">
    <w:abstractNumId w:val="340"/>
  </w:num>
  <w:num w:numId="69">
    <w:abstractNumId w:val="477"/>
  </w:num>
  <w:num w:numId="70">
    <w:abstractNumId w:val="371"/>
  </w:num>
  <w:num w:numId="71">
    <w:abstractNumId w:val="415"/>
  </w:num>
  <w:num w:numId="72">
    <w:abstractNumId w:val="246"/>
  </w:num>
  <w:num w:numId="73">
    <w:abstractNumId w:val="94"/>
  </w:num>
  <w:num w:numId="74">
    <w:abstractNumId w:val="459"/>
  </w:num>
  <w:num w:numId="75">
    <w:abstractNumId w:val="329"/>
  </w:num>
  <w:num w:numId="76">
    <w:abstractNumId w:val="199"/>
  </w:num>
  <w:num w:numId="77">
    <w:abstractNumId w:val="317"/>
  </w:num>
  <w:num w:numId="78">
    <w:abstractNumId w:val="422"/>
  </w:num>
  <w:num w:numId="79">
    <w:abstractNumId w:val="486"/>
  </w:num>
  <w:num w:numId="80">
    <w:abstractNumId w:val="113"/>
  </w:num>
  <w:num w:numId="81">
    <w:abstractNumId w:val="407"/>
  </w:num>
  <w:num w:numId="82">
    <w:abstractNumId w:val="257"/>
  </w:num>
  <w:num w:numId="83">
    <w:abstractNumId w:val="25"/>
  </w:num>
  <w:num w:numId="84">
    <w:abstractNumId w:val="34"/>
  </w:num>
  <w:num w:numId="85">
    <w:abstractNumId w:val="196"/>
  </w:num>
  <w:num w:numId="86">
    <w:abstractNumId w:val="312"/>
  </w:num>
  <w:num w:numId="87">
    <w:abstractNumId w:val="204"/>
  </w:num>
  <w:num w:numId="88">
    <w:abstractNumId w:val="160"/>
  </w:num>
  <w:num w:numId="89">
    <w:abstractNumId w:val="144"/>
  </w:num>
  <w:num w:numId="90">
    <w:abstractNumId w:val="56"/>
  </w:num>
  <w:num w:numId="91">
    <w:abstractNumId w:val="108"/>
  </w:num>
  <w:num w:numId="92">
    <w:abstractNumId w:val="188"/>
  </w:num>
  <w:num w:numId="93">
    <w:abstractNumId w:val="399"/>
  </w:num>
  <w:num w:numId="94">
    <w:abstractNumId w:val="215"/>
  </w:num>
  <w:num w:numId="95">
    <w:abstractNumId w:val="357"/>
  </w:num>
  <w:num w:numId="96">
    <w:abstractNumId w:val="48"/>
  </w:num>
  <w:num w:numId="97">
    <w:abstractNumId w:val="231"/>
  </w:num>
  <w:num w:numId="98">
    <w:abstractNumId w:val="176"/>
  </w:num>
  <w:num w:numId="99">
    <w:abstractNumId w:val="484"/>
  </w:num>
  <w:num w:numId="100">
    <w:abstractNumId w:val="18"/>
  </w:num>
  <w:num w:numId="101">
    <w:abstractNumId w:val="494"/>
  </w:num>
  <w:num w:numId="102">
    <w:abstractNumId w:val="410"/>
  </w:num>
  <w:num w:numId="103">
    <w:abstractNumId w:val="499"/>
  </w:num>
  <w:num w:numId="104">
    <w:abstractNumId w:val="406"/>
  </w:num>
  <w:num w:numId="105">
    <w:abstractNumId w:val="290"/>
  </w:num>
  <w:num w:numId="106">
    <w:abstractNumId w:val="227"/>
  </w:num>
  <w:num w:numId="107">
    <w:abstractNumId w:val="383"/>
  </w:num>
  <w:num w:numId="108">
    <w:abstractNumId w:val="64"/>
  </w:num>
  <w:num w:numId="109">
    <w:abstractNumId w:val="99"/>
  </w:num>
  <w:num w:numId="110">
    <w:abstractNumId w:val="389"/>
  </w:num>
  <w:num w:numId="111">
    <w:abstractNumId w:val="265"/>
  </w:num>
  <w:num w:numId="112">
    <w:abstractNumId w:val="368"/>
  </w:num>
  <w:num w:numId="113">
    <w:abstractNumId w:val="175"/>
  </w:num>
  <w:num w:numId="114">
    <w:abstractNumId w:val="270"/>
  </w:num>
  <w:num w:numId="115">
    <w:abstractNumId w:val="412"/>
  </w:num>
  <w:num w:numId="116">
    <w:abstractNumId w:val="352"/>
  </w:num>
  <w:num w:numId="117">
    <w:abstractNumId w:val="341"/>
  </w:num>
  <w:num w:numId="118">
    <w:abstractNumId w:val="142"/>
  </w:num>
  <w:num w:numId="119">
    <w:abstractNumId w:val="208"/>
  </w:num>
  <w:num w:numId="120">
    <w:abstractNumId w:val="263"/>
  </w:num>
  <w:num w:numId="121">
    <w:abstractNumId w:val="392"/>
  </w:num>
  <w:num w:numId="122">
    <w:abstractNumId w:val="320"/>
  </w:num>
  <w:num w:numId="123">
    <w:abstractNumId w:val="198"/>
  </w:num>
  <w:num w:numId="124">
    <w:abstractNumId w:val="440"/>
  </w:num>
  <w:num w:numId="125">
    <w:abstractNumId w:val="277"/>
  </w:num>
  <w:num w:numId="126">
    <w:abstractNumId w:val="436"/>
  </w:num>
  <w:num w:numId="127">
    <w:abstractNumId w:val="396"/>
  </w:num>
  <w:num w:numId="128">
    <w:abstractNumId w:val="183"/>
  </w:num>
  <w:num w:numId="129">
    <w:abstractNumId w:val="461"/>
  </w:num>
  <w:num w:numId="130">
    <w:abstractNumId w:val="463"/>
  </w:num>
  <w:num w:numId="131">
    <w:abstractNumId w:val="106"/>
  </w:num>
  <w:num w:numId="13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01"/>
  </w:num>
  <w:num w:numId="135">
    <w:abstractNumId w:val="171"/>
  </w:num>
  <w:num w:numId="136">
    <w:abstractNumId w:val="324"/>
  </w:num>
  <w:num w:numId="137">
    <w:abstractNumId w:val="80"/>
  </w:num>
  <w:num w:numId="138">
    <w:abstractNumId w:val="241"/>
  </w:num>
  <w:num w:numId="139">
    <w:abstractNumId w:val="36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
  </w:num>
  <w:num w:numId="141">
    <w:abstractNumId w:val="210"/>
  </w:num>
  <w:num w:numId="142">
    <w:abstractNumId w:val="96"/>
  </w:num>
  <w:num w:numId="143">
    <w:abstractNumId w:val="478"/>
  </w:num>
  <w:num w:numId="144">
    <w:abstractNumId w:val="432"/>
  </w:num>
  <w:num w:numId="145">
    <w:abstractNumId w:val="3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95"/>
  </w:num>
  <w:num w:numId="147">
    <w:abstractNumId w:val="331"/>
  </w:num>
  <w:num w:numId="148">
    <w:abstractNumId w:val="197"/>
  </w:num>
  <w:num w:numId="149">
    <w:abstractNumId w:val="467"/>
  </w:num>
  <w:num w:numId="150">
    <w:abstractNumId w:val="403"/>
  </w:num>
  <w:num w:numId="151">
    <w:abstractNumId w:val="256"/>
  </w:num>
  <w:num w:numId="152">
    <w:abstractNumId w:val="293"/>
  </w:num>
  <w:num w:numId="153">
    <w:abstractNumId w:val="16"/>
  </w:num>
  <w:num w:numId="154">
    <w:abstractNumId w:val="336"/>
  </w:num>
  <w:num w:numId="155">
    <w:abstractNumId w:val="27"/>
  </w:num>
  <w:num w:numId="156">
    <w:abstractNumId w:val="57"/>
  </w:num>
  <w:num w:numId="157">
    <w:abstractNumId w:val="438"/>
  </w:num>
  <w:num w:numId="158">
    <w:abstractNumId w:val="333"/>
  </w:num>
  <w:num w:numId="159">
    <w:abstractNumId w:val="186"/>
  </w:num>
  <w:num w:numId="160">
    <w:abstractNumId w:val="41"/>
  </w:num>
  <w:num w:numId="161">
    <w:abstractNumId w:val="230"/>
  </w:num>
  <w:num w:numId="162">
    <w:abstractNumId w:val="216"/>
  </w:num>
  <w:num w:numId="163">
    <w:abstractNumId w:val="78"/>
  </w:num>
  <w:num w:numId="164">
    <w:abstractNumId w:val="470"/>
  </w:num>
  <w:num w:numId="165">
    <w:abstractNumId w:val="475"/>
  </w:num>
  <w:num w:numId="166">
    <w:abstractNumId w:val="254"/>
  </w:num>
  <w:num w:numId="167">
    <w:abstractNumId w:val="84"/>
  </w:num>
  <w:num w:numId="168">
    <w:abstractNumId w:val="487"/>
  </w:num>
  <w:num w:numId="169">
    <w:abstractNumId w:val="502"/>
  </w:num>
  <w:num w:numId="170">
    <w:abstractNumId w:val="485"/>
  </w:num>
  <w:num w:numId="171">
    <w:abstractNumId w:val="418"/>
  </w:num>
  <w:num w:numId="172">
    <w:abstractNumId w:val="50"/>
  </w:num>
  <w:num w:numId="173">
    <w:abstractNumId w:val="173"/>
  </w:num>
  <w:num w:numId="174">
    <w:abstractNumId w:val="283"/>
  </w:num>
  <w:num w:numId="175">
    <w:abstractNumId w:val="318"/>
  </w:num>
  <w:num w:numId="176">
    <w:abstractNumId w:val="155"/>
  </w:num>
  <w:num w:numId="177">
    <w:abstractNumId w:val="268"/>
  </w:num>
  <w:num w:numId="178">
    <w:abstractNumId w:val="165"/>
  </w:num>
  <w:num w:numId="179">
    <w:abstractNumId w:val="131"/>
  </w:num>
  <w:num w:numId="180">
    <w:abstractNumId w:val="338"/>
  </w:num>
  <w:num w:numId="181">
    <w:abstractNumId w:val="443"/>
  </w:num>
  <w:num w:numId="182">
    <w:abstractNumId w:val="300"/>
  </w:num>
  <w:num w:numId="183">
    <w:abstractNumId w:val="421"/>
  </w:num>
  <w:num w:numId="184">
    <w:abstractNumId w:val="445"/>
  </w:num>
  <w:num w:numId="185">
    <w:abstractNumId w:val="313"/>
  </w:num>
  <w:num w:numId="186">
    <w:abstractNumId w:val="237"/>
  </w:num>
  <w:num w:numId="187">
    <w:abstractNumId w:val="474"/>
  </w:num>
  <w:num w:numId="188">
    <w:abstractNumId w:val="446"/>
  </w:num>
  <w:num w:numId="189">
    <w:abstractNumId w:val="85"/>
  </w:num>
  <w:num w:numId="190">
    <w:abstractNumId w:val="452"/>
  </w:num>
  <w:num w:numId="191">
    <w:abstractNumId w:val="67"/>
  </w:num>
  <w:num w:numId="192">
    <w:abstractNumId w:val="19"/>
  </w:num>
  <w:num w:numId="193">
    <w:abstractNumId w:val="161"/>
  </w:num>
  <w:num w:numId="194">
    <w:abstractNumId w:val="359"/>
  </w:num>
  <w:num w:numId="195">
    <w:abstractNumId w:val="409"/>
  </w:num>
  <w:num w:numId="196">
    <w:abstractNumId w:val="117"/>
  </w:num>
  <w:num w:numId="197">
    <w:abstractNumId w:val="408"/>
  </w:num>
  <w:num w:numId="198">
    <w:abstractNumId w:val="43"/>
  </w:num>
  <w:num w:numId="199">
    <w:abstractNumId w:val="201"/>
  </w:num>
  <w:num w:numId="200">
    <w:abstractNumId w:val="361"/>
  </w:num>
  <w:num w:numId="201">
    <w:abstractNumId w:val="405"/>
  </w:num>
  <w:num w:numId="202">
    <w:abstractNumId w:val="351"/>
  </w:num>
  <w:num w:numId="203">
    <w:abstractNumId w:val="308"/>
  </w:num>
  <w:num w:numId="204">
    <w:abstractNumId w:val="442"/>
  </w:num>
  <w:num w:numId="205">
    <w:abstractNumId w:val="51"/>
  </w:num>
  <w:num w:numId="206">
    <w:abstractNumId w:val="285"/>
  </w:num>
  <w:num w:numId="207">
    <w:abstractNumId w:val="390"/>
  </w:num>
  <w:num w:numId="208">
    <w:abstractNumId w:val="133"/>
  </w:num>
  <w:num w:numId="209">
    <w:abstractNumId w:val="49"/>
  </w:num>
  <w:num w:numId="210">
    <w:abstractNumId w:val="143"/>
  </w:num>
  <w:num w:numId="211">
    <w:abstractNumId w:val="455"/>
  </w:num>
  <w:num w:numId="212">
    <w:abstractNumId w:val="52"/>
  </w:num>
  <w:num w:numId="213">
    <w:abstractNumId w:val="337"/>
  </w:num>
  <w:num w:numId="214">
    <w:abstractNumId w:val="122"/>
  </w:num>
  <w:num w:numId="215">
    <w:abstractNumId w:val="54"/>
  </w:num>
  <w:num w:numId="216">
    <w:abstractNumId w:val="37"/>
  </w:num>
  <w:num w:numId="217">
    <w:abstractNumId w:val="22"/>
  </w:num>
  <w:num w:numId="218">
    <w:abstractNumId w:val="284"/>
  </w:num>
  <w:num w:numId="219">
    <w:abstractNumId w:val="174"/>
  </w:num>
  <w:num w:numId="220">
    <w:abstractNumId w:val="118"/>
  </w:num>
  <w:num w:numId="221">
    <w:abstractNumId w:val="205"/>
  </w:num>
  <w:num w:numId="222">
    <w:abstractNumId w:val="378"/>
  </w:num>
  <w:num w:numId="223">
    <w:abstractNumId w:val="229"/>
  </w:num>
  <w:num w:numId="224">
    <w:abstractNumId w:val="275"/>
  </w:num>
  <w:num w:numId="225">
    <w:abstractNumId w:val="141"/>
  </w:num>
  <w:num w:numId="226">
    <w:abstractNumId w:val="460"/>
  </w:num>
  <w:num w:numId="227">
    <w:abstractNumId w:val="483"/>
  </w:num>
  <w:num w:numId="228">
    <w:abstractNumId w:val="91"/>
  </w:num>
  <w:num w:numId="229">
    <w:abstractNumId w:val="196"/>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230">
    <w:abstractNumId w:val="148"/>
  </w:num>
  <w:num w:numId="231">
    <w:abstractNumId w:val="420"/>
  </w:num>
  <w:num w:numId="232">
    <w:abstractNumId w:val="500"/>
  </w:num>
  <w:num w:numId="233">
    <w:abstractNumId w:val="163"/>
  </w:num>
  <w:num w:numId="234">
    <w:abstractNumId w:val="342"/>
  </w:num>
  <w:num w:numId="235">
    <w:abstractNumId w:val="431"/>
  </w:num>
  <w:num w:numId="236">
    <w:abstractNumId w:val="159"/>
  </w:num>
  <w:num w:numId="237">
    <w:abstractNumId w:val="315"/>
  </w:num>
  <w:num w:numId="238">
    <w:abstractNumId w:val="400"/>
  </w:num>
  <w:num w:numId="239">
    <w:abstractNumId w:val="178"/>
  </w:num>
  <w:num w:numId="240">
    <w:abstractNumId w:val="222"/>
  </w:num>
  <w:num w:numId="241">
    <w:abstractNumId w:val="387"/>
  </w:num>
  <w:num w:numId="242">
    <w:abstractNumId w:val="172"/>
  </w:num>
  <w:num w:numId="243">
    <w:abstractNumId w:val="8"/>
  </w:num>
  <w:num w:numId="244">
    <w:abstractNumId w:val="7"/>
  </w:num>
  <w:num w:numId="245">
    <w:abstractNumId w:val="5"/>
  </w:num>
  <w:num w:numId="246">
    <w:abstractNumId w:val="402"/>
  </w:num>
  <w:num w:numId="247">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96"/>
  </w:num>
  <w:num w:numId="250">
    <w:abstractNumId w:val="2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464"/>
  </w:num>
  <w:num w:numId="252">
    <w:abstractNumId w:val="353"/>
  </w:num>
  <w:num w:numId="253">
    <w:abstractNumId w:val="17"/>
  </w:num>
  <w:num w:numId="254">
    <w:abstractNumId w:val="291"/>
  </w:num>
  <w:num w:numId="255">
    <w:abstractNumId w:val="0"/>
  </w:num>
  <w:num w:numId="256">
    <w:abstractNumId w:val="323"/>
  </w:num>
  <w:num w:numId="257">
    <w:abstractNumId w:val="358"/>
  </w:num>
  <w:num w:numId="258">
    <w:abstractNumId w:val="425"/>
  </w:num>
  <w:num w:numId="259">
    <w:abstractNumId w:val="393"/>
  </w:num>
  <w:num w:numId="260">
    <w:abstractNumId w:val="381"/>
  </w:num>
  <w:num w:numId="261">
    <w:abstractNumId w:val="346"/>
  </w:num>
  <w:num w:numId="262">
    <w:abstractNumId w:val="194"/>
  </w:num>
  <w:num w:numId="263">
    <w:abstractNumId w:val="349"/>
  </w:num>
  <w:num w:numId="264">
    <w:abstractNumId w:val="60"/>
  </w:num>
  <w:num w:numId="265">
    <w:abstractNumId w:val="298"/>
  </w:num>
  <w:num w:numId="266">
    <w:abstractNumId w:val="238"/>
  </w:num>
  <w:num w:numId="267">
    <w:abstractNumId w:val="14"/>
  </w:num>
  <w:num w:numId="268">
    <w:abstractNumId w:val="242"/>
  </w:num>
  <w:num w:numId="269">
    <w:abstractNumId w:val="447"/>
  </w:num>
  <w:num w:numId="270">
    <w:abstractNumId w:val="306"/>
  </w:num>
  <w:num w:numId="271">
    <w:abstractNumId w:val="311"/>
  </w:num>
  <w:num w:numId="272">
    <w:abstractNumId w:val="448"/>
  </w:num>
  <w:num w:numId="273">
    <w:abstractNumId w:val="97"/>
  </w:num>
  <w:num w:numId="274">
    <w:abstractNumId w:val="503"/>
  </w:num>
  <w:num w:numId="275">
    <w:abstractNumId w:val="369"/>
  </w:num>
  <w:num w:numId="276">
    <w:abstractNumId w:val="123"/>
  </w:num>
  <w:num w:numId="277">
    <w:abstractNumId w:val="395"/>
  </w:num>
  <w:num w:numId="278">
    <w:abstractNumId w:val="273"/>
  </w:num>
  <w:num w:numId="279">
    <w:abstractNumId w:val="168"/>
  </w:num>
  <w:num w:numId="280">
    <w:abstractNumId w:val="87"/>
  </w:num>
  <w:num w:numId="281">
    <w:abstractNumId w:val="146"/>
  </w:num>
  <w:num w:numId="282">
    <w:abstractNumId w:val="69"/>
  </w:num>
  <w:num w:numId="283">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248"/>
  </w:num>
  <w:num w:numId="285">
    <w:abstractNumId w:val="416"/>
  </w:num>
  <w:num w:numId="286">
    <w:abstractNumId w:val="45"/>
  </w:num>
  <w:num w:numId="287">
    <w:abstractNumId w:val="419"/>
  </w:num>
  <w:num w:numId="288">
    <w:abstractNumId w:val="255"/>
  </w:num>
  <w:num w:numId="289">
    <w:abstractNumId w:val="95"/>
  </w:num>
  <w:num w:numId="290">
    <w:abstractNumId w:val="66"/>
  </w:num>
  <w:num w:numId="291">
    <w:abstractNumId w:val="427"/>
  </w:num>
  <w:num w:numId="29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68"/>
  </w:num>
  <w:num w:numId="294">
    <w:abstractNumId w:val="356"/>
  </w:num>
  <w:num w:numId="295">
    <w:abstractNumId w:val="287"/>
  </w:num>
  <w:num w:numId="296">
    <w:abstractNumId w:val="321"/>
  </w:num>
  <w:num w:numId="297">
    <w:abstractNumId w:val="214"/>
  </w:num>
  <w:num w:numId="298">
    <w:abstractNumId w:val="115"/>
  </w:num>
  <w:num w:numId="299">
    <w:abstractNumId w:val="162"/>
  </w:num>
  <w:num w:numId="300">
    <w:abstractNumId w:val="202"/>
  </w:num>
  <w:num w:numId="301">
    <w:abstractNumId w:val="79"/>
  </w:num>
  <w:num w:numId="302">
    <w:abstractNumId w:val="370"/>
  </w:num>
  <w:num w:numId="303">
    <w:abstractNumId w:val="88"/>
  </w:num>
  <w:num w:numId="304">
    <w:abstractNumId w:val="295"/>
  </w:num>
  <w:num w:numId="305">
    <w:abstractNumId w:val="207"/>
  </w:num>
  <w:num w:numId="306">
    <w:abstractNumId w:val="363"/>
  </w:num>
  <w:num w:numId="307">
    <w:abstractNumId w:val="439"/>
  </w:num>
  <w:num w:numId="308">
    <w:abstractNumId w:val="223"/>
  </w:num>
  <w:num w:numId="3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152"/>
  </w:num>
  <w:num w:numId="311">
    <w:abstractNumId w:val="282"/>
  </w:num>
  <w:num w:numId="312">
    <w:abstractNumId w:val="380"/>
  </w:num>
  <w:num w:numId="313">
    <w:abstractNumId w:val="192"/>
  </w:num>
  <w:num w:numId="314">
    <w:abstractNumId w:val="36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3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2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140"/>
  </w:num>
  <w:num w:numId="319">
    <w:abstractNumId w:val="139"/>
  </w:num>
  <w:num w:numId="320">
    <w:abstractNumId w:val="480"/>
  </w:num>
  <w:num w:numId="321">
    <w:abstractNumId w:val="269"/>
  </w:num>
  <w:num w:numId="322">
    <w:abstractNumId w:val="125"/>
  </w:num>
  <w:num w:numId="323">
    <w:abstractNumId w:val="364"/>
  </w:num>
  <w:num w:numId="324">
    <w:abstractNumId w:val="135"/>
  </w:num>
  <w:num w:numId="325">
    <w:abstractNumId w:val="33"/>
  </w:num>
  <w:num w:numId="326">
    <w:abstractNumId w:val="249"/>
  </w:num>
  <w:num w:numId="327">
    <w:abstractNumId w:val="169"/>
  </w:num>
  <w:num w:numId="328">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329">
    <w:abstractNumId w:val="247"/>
  </w:num>
  <w:num w:numId="330">
    <w:abstractNumId w:val="77"/>
  </w:num>
  <w:num w:numId="331">
    <w:abstractNumId w:val="413"/>
  </w:num>
  <w:num w:numId="332">
    <w:abstractNumId w:val="4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376"/>
  </w:num>
  <w:num w:numId="334">
    <w:abstractNumId w:val="314"/>
  </w:num>
  <w:num w:numId="335">
    <w:abstractNumId w:val="3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4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244"/>
  </w:num>
  <w:num w:numId="338">
    <w:abstractNumId w:val="44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3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373"/>
  </w:num>
  <w:num w:numId="341">
    <w:abstractNumId w:val="23"/>
  </w:num>
  <w:num w:numId="342">
    <w:abstractNumId w:val="457"/>
  </w:num>
  <w:num w:numId="343">
    <w:abstractNumId w:val="4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501"/>
  </w:num>
  <w:num w:numId="345">
    <w:abstractNumId w:val="98"/>
  </w:num>
  <w:num w:numId="346">
    <w:abstractNumId w:val="482"/>
  </w:num>
  <w:num w:numId="347">
    <w:abstractNumId w:val="449"/>
  </w:num>
  <w:num w:numId="348">
    <w:abstractNumId w:val="38"/>
  </w:num>
  <w:num w:numId="349">
    <w:abstractNumId w:val="75"/>
  </w:num>
  <w:num w:numId="350">
    <w:abstractNumId w:val="250"/>
  </w:num>
  <w:num w:numId="351">
    <w:abstractNumId w:val="394"/>
  </w:num>
  <w:num w:numId="352">
    <w:abstractNumId w:val="158"/>
  </w:num>
  <w:num w:numId="353">
    <w:abstractNumId w:val="76"/>
  </w:num>
  <w:num w:numId="354">
    <w:abstractNumId w:val="226"/>
  </w:num>
  <w:num w:numId="355">
    <w:abstractNumId w:val="325"/>
  </w:num>
  <w:num w:numId="356">
    <w:abstractNumId w:val="200"/>
  </w:num>
  <w:num w:numId="3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104"/>
  </w:num>
  <w:num w:numId="359">
    <w:abstractNumId w:val="288"/>
  </w:num>
  <w:num w:numId="360">
    <w:abstractNumId w:val="24"/>
  </w:num>
  <w:num w:numId="361">
    <w:abstractNumId w:val="44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147"/>
  </w:num>
  <w:num w:numId="363">
    <w:abstractNumId w:val="496"/>
  </w:num>
  <w:num w:numId="364">
    <w:abstractNumId w:val="372"/>
  </w:num>
  <w:num w:numId="365">
    <w:abstractNumId w:val="309"/>
  </w:num>
  <w:num w:numId="366">
    <w:abstractNumId w:val="110"/>
  </w:num>
  <w:num w:numId="367">
    <w:abstractNumId w:val="55"/>
  </w:num>
  <w:num w:numId="368">
    <w:abstractNumId w:val="184"/>
  </w:num>
  <w:num w:numId="369">
    <w:abstractNumId w:val="426"/>
  </w:num>
  <w:num w:numId="370">
    <w:abstractNumId w:val="433"/>
  </w:num>
  <w:num w:numId="371">
    <w:abstractNumId w:val="334"/>
  </w:num>
  <w:num w:numId="372">
    <w:abstractNumId w:val="292"/>
  </w:num>
  <w:num w:numId="373">
    <w:abstractNumId w:val="259"/>
  </w:num>
  <w:num w:numId="374">
    <w:abstractNumId w:val="218"/>
  </w:num>
  <w:num w:numId="375">
    <w:abstractNumId w:val="185"/>
  </w:num>
  <w:num w:numId="376">
    <w:abstractNumId w:val="38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77">
    <w:abstractNumId w:val="258"/>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78">
    <w:abstractNumId w:val="38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79">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0">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1">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2">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3">
    <w:abstractNumId w:val="38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4">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5">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6">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7">
    <w:abstractNumId w:val="182"/>
  </w:num>
  <w:num w:numId="388">
    <w:abstractNumId w:val="38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9">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0">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1">
    <w:abstractNumId w:val="38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92">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3">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4">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5">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6">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7">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8">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9">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0">
    <w:abstractNumId w:val="38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01">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2">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3">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4">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5">
    <w:abstractNumId w:val="38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6">
    <w:abstractNumId w:val="71"/>
  </w:num>
  <w:num w:numId="407">
    <w:abstractNumId w:val="465"/>
  </w:num>
  <w:num w:numId="408">
    <w:abstractNumId w:val="190"/>
  </w:num>
  <w:num w:numId="409">
    <w:abstractNumId w:val="167"/>
  </w:num>
  <w:num w:numId="410">
    <w:abstractNumId w:val="44"/>
  </w:num>
  <w:num w:numId="411">
    <w:abstractNumId w:val="2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70"/>
  </w:num>
  <w:num w:numId="413">
    <w:abstractNumId w:val="404"/>
  </w:num>
  <w:num w:numId="414">
    <w:abstractNumId w:val="92"/>
  </w:num>
  <w:num w:numId="4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385"/>
  </w:num>
  <w:num w:numId="419">
    <w:abstractNumId w:val="59"/>
    <w:lvlOverride w:ilvl="0">
      <w:lvl w:ilvl="0">
        <w:numFmt w:val="decimal"/>
        <w:lvlText w:val="%1"/>
        <w:lvlJc w:val="left"/>
        <w:pPr>
          <w:tabs>
            <w:tab w:val="num" w:pos="720"/>
          </w:tabs>
          <w:ind w:left="360" w:hanging="360"/>
        </w:pPr>
        <w:rPr>
          <w:rFonts w:cs="Times New Roman" w:hint="default"/>
          <w:vanish w:val="0"/>
        </w:rPr>
      </w:lvl>
    </w:lvlOverride>
    <w:lvlOverride w:ilvl="1">
      <w:lvl w:ilvl="1">
        <w:start w:val="1"/>
        <w:numFmt w:val="decimal"/>
        <w:lvlText w:val="%1.%2"/>
        <w:lvlJc w:val="left"/>
        <w:pPr>
          <w:tabs>
            <w:tab w:val="num" w:pos="720"/>
          </w:tabs>
          <w:ind w:left="0" w:firstLine="0"/>
        </w:pPr>
        <w:rPr>
          <w:rFonts w:cs="Times New Roman" w:hint="default"/>
        </w:rPr>
      </w:lvl>
    </w:lvlOverride>
    <w:lvlOverride w:ilvl="2">
      <w:lvl w:ilvl="2">
        <w:start w:val="1"/>
        <w:numFmt w:val="decimal"/>
        <w:lvlText w:val="%1.%2.%3"/>
        <w:lvlJc w:val="left"/>
        <w:pPr>
          <w:tabs>
            <w:tab w:val="num" w:pos="720"/>
          </w:tabs>
          <w:ind w:left="1224" w:hanging="1224"/>
        </w:pPr>
        <w:rPr>
          <w:rFonts w:cs="Times New Roman" w:hint="default"/>
        </w:rPr>
      </w:lvl>
    </w:lvlOverride>
    <w:lvlOverride w:ilvl="3">
      <w:lvl w:ilvl="3">
        <w:start w:val="1"/>
        <w:numFmt w:val="decimal"/>
        <w:lvlText w:val="%1.%2.%3.%4"/>
        <w:lvlJc w:val="left"/>
        <w:pPr>
          <w:tabs>
            <w:tab w:val="num" w:pos="862"/>
          </w:tabs>
          <w:ind w:left="1870" w:hanging="1728"/>
        </w:pPr>
        <w:rPr>
          <w:rFonts w:cs="Times New Roman" w:hint="default"/>
        </w:rPr>
      </w:lvl>
    </w:lvlOverride>
    <w:lvlOverride w:ilvl="4">
      <w:lvl w:ilvl="4">
        <w:start w:val="1"/>
        <w:numFmt w:val="decimal"/>
        <w:lvlText w:val="%1.%2.%3.%4.%5"/>
        <w:lvlJc w:val="left"/>
        <w:pPr>
          <w:tabs>
            <w:tab w:val="num" w:pos="4752"/>
          </w:tabs>
          <w:ind w:left="6192" w:hanging="2232"/>
        </w:pPr>
        <w:rPr>
          <w:rFonts w:cs="Times New Roman" w:hint="default"/>
        </w:rPr>
      </w:lvl>
    </w:lvlOverride>
    <w:lvlOverride w:ilvl="5">
      <w:lvl w:ilvl="5">
        <w:start w:val="1"/>
        <w:numFmt w:val="decimal"/>
        <w:lvlText w:val="%1.%2.%3.%4.%5.%6"/>
        <w:lvlJc w:val="left"/>
        <w:pPr>
          <w:tabs>
            <w:tab w:val="num" w:pos="1080"/>
          </w:tabs>
          <w:ind w:left="0" w:firstLine="0"/>
        </w:pPr>
        <w:rPr>
          <w:rFonts w:cs="Times New Roman" w:hint="default"/>
        </w:rPr>
      </w:lvl>
    </w:lvlOverride>
    <w:lvlOverride w:ilvl="6">
      <w:lvl w:ilvl="6">
        <w:start w:val="1"/>
        <w:numFmt w:val="decimal"/>
        <w:lvlText w:val="%1.%2.%3.%4.%5.%6.%7"/>
        <w:lvlJc w:val="left"/>
        <w:pPr>
          <w:tabs>
            <w:tab w:val="num" w:pos="1080"/>
          </w:tabs>
          <w:ind w:left="3240" w:hanging="3240"/>
        </w:pPr>
        <w:rPr>
          <w:rFonts w:cs="Times New Roman" w:hint="default"/>
        </w:rPr>
      </w:lvl>
    </w:lvlOverride>
    <w:lvlOverride w:ilvl="7">
      <w:lvl w:ilvl="7">
        <w:start w:val="1"/>
        <w:numFmt w:val="decimal"/>
        <w:lvlText w:val="%1.%2.%3.%4.%5.%6.%7.%8"/>
        <w:lvlJc w:val="left"/>
        <w:pPr>
          <w:tabs>
            <w:tab w:val="num" w:pos="3960"/>
          </w:tabs>
          <w:ind w:left="3744" w:hanging="3744"/>
        </w:pPr>
        <w:rPr>
          <w:rFonts w:cs="Times New Roman" w:hint="default"/>
        </w:rPr>
      </w:lvl>
    </w:lvlOverride>
    <w:lvlOverride w:ilvl="8">
      <w:lvl w:ilvl="8">
        <w:start w:val="1"/>
        <w:numFmt w:val="decimal"/>
        <w:lvlText w:val="%1.%2.%3.%4.%5.%6.%7.%8.%9"/>
        <w:lvlJc w:val="left"/>
        <w:pPr>
          <w:tabs>
            <w:tab w:val="num" w:pos="4680"/>
          </w:tabs>
          <w:ind w:left="4320" w:hanging="4320"/>
        </w:pPr>
        <w:rPr>
          <w:rFonts w:cs="Times New Roman" w:hint="default"/>
        </w:rPr>
      </w:lvl>
    </w:lvlOverride>
  </w:num>
  <w:num w:numId="420">
    <w:abstractNumId w:val="83"/>
  </w:num>
  <w:num w:numId="421">
    <w:abstractNumId w:val="32"/>
  </w:num>
  <w:num w:numId="422">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3">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4">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5">
    <w:abstractNumId w:val="398"/>
  </w:num>
  <w:num w:numId="426">
    <w:abstractNumId w:val="322"/>
  </w:num>
  <w:num w:numId="427">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8">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9">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0">
    <w:abstractNumId w:val="18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2">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3">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4">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5">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6">
    <w:abstractNumId w:val="26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7">
    <w:abstractNumId w:val="266"/>
  </w:num>
  <w:num w:numId="438">
    <w:abstractNumId w:val="225"/>
  </w:num>
  <w:num w:numId="439">
    <w:abstractNumId w:val="103"/>
  </w:num>
  <w:num w:numId="440">
    <w:abstractNumId w:val="375"/>
  </w:num>
  <w:num w:numId="441">
    <w:abstractNumId w:val="344"/>
  </w:num>
  <w:num w:numId="442">
    <w:abstractNumId w:val="46"/>
  </w:num>
  <w:num w:numId="443">
    <w:abstractNumId w:val="469"/>
  </w:num>
  <w:num w:numId="444">
    <w:abstractNumId w:val="411"/>
  </w:num>
  <w:num w:numId="445">
    <w:abstractNumId w:val="310"/>
  </w:num>
  <w:num w:numId="446">
    <w:abstractNumId w:val="105"/>
  </w:num>
  <w:num w:numId="447">
    <w:abstractNumId w:val="458"/>
  </w:num>
  <w:num w:numId="448">
    <w:abstractNumId w:val="26"/>
  </w:num>
  <w:num w:numId="449">
    <w:abstractNumId w:val="307"/>
  </w:num>
  <w:num w:numId="450">
    <w:abstractNumId w:val="177"/>
  </w:num>
  <w:num w:numId="451">
    <w:abstractNumId w:val="31"/>
  </w:num>
  <w:num w:numId="452">
    <w:abstractNumId w:val="136"/>
  </w:num>
  <w:num w:numId="453">
    <w:abstractNumId w:val="101"/>
  </w:num>
  <w:num w:numId="454">
    <w:abstractNumId w:val="81"/>
  </w:num>
  <w:num w:numId="455">
    <w:abstractNumId w:val="213"/>
  </w:num>
  <w:num w:numId="456">
    <w:abstractNumId w:val="437"/>
  </w:num>
  <w:num w:numId="457">
    <w:abstractNumId w:val="304"/>
  </w:num>
  <w:num w:numId="458">
    <w:abstractNumId w:val="89"/>
  </w:num>
  <w:num w:numId="459">
    <w:abstractNumId w:val="280"/>
  </w:num>
  <w:num w:numId="460">
    <w:abstractNumId w:val="271"/>
  </w:num>
  <w:num w:numId="461">
    <w:abstractNumId w:val="36"/>
  </w:num>
  <w:num w:numId="462">
    <w:abstractNumId w:val="203"/>
  </w:num>
  <w:num w:numId="463">
    <w:abstractNumId w:val="453"/>
  </w:num>
  <w:num w:numId="464">
    <w:abstractNumId w:val="350"/>
  </w:num>
  <w:num w:numId="465">
    <w:abstractNumId w:val="350"/>
  </w:num>
  <w:num w:numId="466">
    <w:abstractNumId w:val="350"/>
  </w:num>
  <w:num w:numId="467">
    <w:abstractNumId w:val="350"/>
  </w:num>
  <w:num w:numId="468">
    <w:abstractNumId w:val="350"/>
  </w:num>
  <w:num w:numId="469">
    <w:abstractNumId w:val="281"/>
  </w:num>
  <w:num w:numId="470">
    <w:abstractNumId w:val="401"/>
  </w:num>
  <w:num w:numId="471">
    <w:abstractNumId w:val="114"/>
  </w:num>
  <w:num w:numId="472">
    <w:abstractNumId w:val="232"/>
  </w:num>
  <w:num w:numId="473">
    <w:abstractNumId w:val="154"/>
  </w:num>
  <w:num w:numId="474">
    <w:abstractNumId w:val="212"/>
  </w:num>
  <w:num w:numId="475">
    <w:abstractNumId w:val="350"/>
  </w:num>
  <w:num w:numId="476">
    <w:abstractNumId w:val="382"/>
  </w:num>
  <w:num w:numId="477">
    <w:abstractNumId w:val="350"/>
  </w:num>
  <w:num w:numId="478">
    <w:abstractNumId w:val="150"/>
  </w:num>
  <w:num w:numId="479">
    <w:abstractNumId w:val="444"/>
  </w:num>
  <w:num w:numId="480">
    <w:abstractNumId w:val="495"/>
  </w:num>
  <w:num w:numId="481">
    <w:abstractNumId w:val="350"/>
  </w:num>
  <w:num w:numId="482">
    <w:abstractNumId w:val="350"/>
  </w:num>
  <w:num w:numId="483">
    <w:abstractNumId w:val="276"/>
  </w:num>
  <w:num w:numId="484">
    <w:abstractNumId w:val="350"/>
  </w:num>
  <w:num w:numId="485">
    <w:abstractNumId w:val="234"/>
  </w:num>
  <w:num w:numId="486">
    <w:abstractNumId w:val="209"/>
  </w:num>
  <w:num w:numId="487">
    <w:abstractNumId w:val="21"/>
  </w:num>
  <w:num w:numId="488">
    <w:abstractNumId w:val="303"/>
  </w:num>
  <w:num w:numId="489">
    <w:abstractNumId w:val="86"/>
  </w:num>
  <w:num w:numId="490">
    <w:abstractNumId w:val="73"/>
  </w:num>
  <w:num w:numId="491">
    <w:abstractNumId w:val="493"/>
  </w:num>
  <w:num w:numId="492">
    <w:abstractNumId w:val="286"/>
  </w:num>
  <w:num w:numId="493">
    <w:abstractNumId w:val="350"/>
  </w:num>
  <w:num w:numId="494">
    <w:abstractNumId w:val="350"/>
  </w:num>
  <w:num w:numId="495">
    <w:abstractNumId w:val="156"/>
  </w:num>
  <w:num w:numId="496">
    <w:abstractNumId w:val="272"/>
  </w:num>
  <w:num w:numId="497">
    <w:abstractNumId w:val="193"/>
  </w:num>
  <w:num w:numId="498">
    <w:abstractNumId w:val="362"/>
  </w:num>
  <w:num w:numId="499">
    <w:abstractNumId w:val="377"/>
  </w:num>
  <w:num w:numId="500">
    <w:abstractNumId w:val="350"/>
  </w:num>
  <w:num w:numId="501">
    <w:abstractNumId w:val="350"/>
  </w:num>
  <w:num w:numId="502">
    <w:abstractNumId w:val="350"/>
  </w:num>
  <w:num w:numId="503">
    <w:abstractNumId w:val="221"/>
  </w:num>
  <w:num w:numId="504">
    <w:abstractNumId w:val="476"/>
  </w:num>
  <w:num w:numId="505">
    <w:abstractNumId w:val="228"/>
  </w:num>
  <w:num w:numId="506">
    <w:abstractNumId w:val="164"/>
  </w:num>
  <w:num w:numId="507">
    <w:abstractNumId w:val="367"/>
  </w:num>
  <w:num w:numId="508">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509">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10">
    <w:abstractNumId w:val="116"/>
  </w:num>
  <w:num w:numId="511">
    <w:abstractNumId w:val="274"/>
  </w:num>
  <w:num w:numId="512">
    <w:abstractNumId w:val="93"/>
  </w:num>
  <w:num w:numId="513">
    <w:abstractNumId w:val="365"/>
  </w:num>
  <w:num w:numId="514">
    <w:abstractNumId w:val="339"/>
  </w:num>
  <w:num w:numId="515">
    <w:abstractNumId w:val="386"/>
  </w:num>
  <w:num w:numId="516">
    <w:abstractNumId w:val="239"/>
  </w:num>
  <w:num w:numId="517">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3">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4">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5">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6">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7">
    <w:abstractNumId w:val="258"/>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8">
    <w:abstractNumId w:val="90"/>
  </w:num>
  <w:num w:numId="529">
    <w:abstractNumId w:val="15"/>
  </w:num>
  <w:num w:numId="530">
    <w:abstractNumId w:val="423"/>
  </w:num>
  <w:num w:numId="531">
    <w:abstractNumId w:val="492"/>
  </w:num>
  <w:num w:numId="532">
    <w:abstractNumId w:val="191"/>
  </w:num>
  <w:num w:numId="533">
    <w:abstractNumId w:val="360"/>
  </w:num>
  <w:num w:numId="534">
    <w:abstractNumId w:val="100"/>
  </w:num>
  <w:num w:numId="535">
    <w:abstractNumId w:val="62"/>
  </w:num>
  <w:num w:numId="536">
    <w:abstractNumId w:val="498"/>
  </w:num>
  <w:num w:numId="537">
    <w:abstractNumId w:val="145"/>
  </w:num>
  <w:num w:numId="538">
    <w:abstractNumId w:val="302"/>
  </w:num>
  <w:num w:numId="539">
    <w:abstractNumId w:val="350"/>
  </w:num>
  <w:num w:numId="540">
    <w:abstractNumId w:val="236"/>
  </w:num>
  <w:num w:numId="541">
    <w:abstractNumId w:val="63"/>
  </w:num>
  <w:num w:numId="542">
    <w:abstractNumId w:val="245"/>
  </w:num>
  <w:num w:numId="543">
    <w:abstractNumId w:val="473"/>
  </w:num>
  <w:num w:numId="544">
    <w:abstractNumId w:val="326"/>
  </w:num>
  <w:num w:numId="545">
    <w:abstractNumId w:val="355"/>
  </w:num>
  <w:num w:numId="546">
    <w:abstractNumId w:val="13"/>
  </w:num>
  <w:num w:numId="547">
    <w:abstractNumId w:val="471"/>
  </w:num>
  <w:num w:numId="548">
    <w:abstractNumId w:val="335"/>
  </w:num>
  <w:num w:numId="549">
    <w:abstractNumId w:val="233"/>
  </w:num>
  <w:num w:numId="550">
    <w:abstractNumId w:val="350"/>
  </w:num>
  <w:num w:numId="551">
    <w:abstractNumId w:val="350"/>
  </w:num>
  <w:num w:numId="552">
    <w:abstractNumId w:val="350"/>
  </w:num>
  <w:num w:numId="553">
    <w:abstractNumId w:val="350"/>
  </w:num>
  <w:num w:numId="554">
    <w:abstractNumId w:val="350"/>
  </w:num>
  <w:num w:numId="555">
    <w:abstractNumId w:val="350"/>
  </w:num>
  <w:num w:numId="556">
    <w:abstractNumId w:val="350"/>
  </w:num>
  <w:num w:numId="557">
    <w:abstractNumId w:val="128"/>
  </w:num>
  <w:num w:numId="558">
    <w:abstractNumId w:val="397"/>
  </w:num>
  <w:num w:numId="559">
    <w:abstractNumId w:val="350"/>
  </w:num>
  <w:num w:numId="560">
    <w:abstractNumId w:val="279"/>
  </w:num>
  <w:num w:numId="561">
    <w:abstractNumId w:val="374"/>
  </w:num>
  <w:num w:numId="562">
    <w:abstractNumId w:val="3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abstractNumId w:val="354"/>
  </w:num>
  <w:num w:numId="564">
    <w:abstractNumId w:val="166"/>
  </w:num>
  <w:num w:numId="565">
    <w:abstractNumId w:val="119"/>
  </w:num>
  <w:num w:numId="566">
    <w:abstractNumId w:val="120"/>
  </w:num>
  <w:num w:numId="567">
    <w:abstractNumId w:val="157"/>
  </w:num>
  <w:num w:numId="568">
    <w:abstractNumId w:val="130"/>
  </w:num>
  <w:num w:numId="569">
    <w:abstractNumId w:val="138"/>
  </w:num>
  <w:num w:numId="570">
    <w:abstractNumId w:val="327"/>
  </w:num>
  <w:num w:numId="571">
    <w:abstractNumId w:val="153"/>
  </w:num>
  <w:num w:numId="572">
    <w:abstractNumId w:val="489"/>
  </w:num>
  <w:num w:numId="573">
    <w:abstractNumId w:val="430"/>
  </w:num>
  <w:num w:numId="574">
    <w:abstractNumId w:val="112"/>
  </w:num>
  <w:num w:numId="575">
    <w:abstractNumId w:val="151"/>
  </w:num>
  <w:num w:numId="576">
    <w:abstractNumId w:val="224"/>
  </w:num>
  <w:num w:numId="577">
    <w:abstractNumId w:val="28"/>
  </w:num>
  <w:num w:numId="578">
    <w:abstractNumId w:val="20"/>
  </w:num>
  <w:num w:numId="579">
    <w:abstractNumId w:val="253"/>
  </w:num>
  <w:num w:numId="580">
    <w:abstractNumId w:val="72"/>
  </w:num>
  <w:num w:numId="581">
    <w:abstractNumId w:val="206"/>
  </w:num>
  <w:num w:numId="582">
    <w:abstractNumId w:val="61"/>
  </w:num>
  <w:num w:numId="583">
    <w:abstractNumId w:val="417"/>
  </w:num>
  <w:num w:numId="584">
    <w:abstractNumId w:val="472"/>
  </w:num>
  <w:num w:numId="585">
    <w:abstractNumId w:val="451"/>
  </w:num>
  <w:num w:numId="586">
    <w:abstractNumId w:val="424"/>
  </w:num>
  <w:num w:numId="587">
    <w:abstractNumId w:val="47"/>
  </w:num>
  <w:num w:numId="588">
    <w:abstractNumId w:val="235"/>
  </w:num>
  <w:num w:numId="589">
    <w:abstractNumId w:val="434"/>
  </w:num>
  <w:num w:numId="590">
    <w:abstractNumId w:val="305"/>
  </w:num>
  <w:num w:numId="591">
    <w:abstractNumId w:val="481"/>
  </w:num>
  <w:num w:numId="592">
    <w:abstractNumId w:val="240"/>
  </w:num>
  <w:num w:numId="593">
    <w:abstractNumId w:val="74"/>
  </w:num>
  <w:num w:numId="594">
    <w:abstractNumId w:val="82"/>
  </w:num>
  <w:num w:numId="595">
    <w:abstractNumId w:val="488"/>
  </w:num>
  <w:num w:numId="596">
    <w:abstractNumId w:val="468"/>
  </w:num>
  <w:num w:numId="597">
    <w:abstractNumId w:val="450"/>
  </w:num>
  <w:num w:numId="598">
    <w:abstractNumId w:val="328"/>
  </w:num>
  <w:num w:numId="599">
    <w:abstractNumId w:val="189"/>
  </w:num>
  <w:num w:numId="600">
    <w:abstractNumId w:val="149"/>
  </w:num>
  <w:num w:numId="601">
    <w:abstractNumId w:val="111"/>
  </w:num>
  <w:num w:numId="602">
    <w:abstractNumId w:val="350"/>
  </w:num>
  <w:num w:numId="603">
    <w:abstractNumId w:val="121"/>
  </w:num>
  <w:num w:numId="604">
    <w:abstractNumId w:val="262"/>
  </w:num>
  <w:num w:numId="605">
    <w:abstractNumId w:val="217"/>
  </w:num>
  <w:num w:numId="606">
    <w:abstractNumId w:val="181"/>
  </w:num>
  <w:num w:numId="607">
    <w:abstractNumId w:val="350"/>
  </w:num>
  <w:num w:numId="608">
    <w:abstractNumId w:val="170"/>
  </w:num>
  <w:num w:numId="609">
    <w:abstractNumId w:val="350"/>
  </w:num>
  <w:num w:numId="610">
    <w:abstractNumId w:val="350"/>
  </w:num>
  <w:num w:numId="611">
    <w:abstractNumId w:val="350"/>
  </w:num>
  <w:num w:numId="612">
    <w:abstractNumId w:val="29"/>
  </w:num>
  <w:num w:numId="613">
    <w:abstractNumId w:val="297"/>
  </w:num>
  <w:num w:numId="614">
    <w:abstractNumId w:val="350"/>
  </w:num>
  <w:num w:numId="615">
    <w:abstractNumId w:val="350"/>
  </w:num>
  <w:num w:numId="616">
    <w:abstractNumId w:val="350"/>
  </w:num>
  <w:num w:numId="617">
    <w:abstractNumId w:val="350"/>
  </w:num>
  <w:num w:numId="618">
    <w:abstractNumId w:val="350"/>
  </w:num>
  <w:num w:numId="619">
    <w:abstractNumId w:val="350"/>
  </w:num>
  <w:num w:numId="620">
    <w:abstractNumId w:val="366"/>
    <w:lvlOverride w:ilvl="0"/>
    <w:lvlOverride w:ilvl="1"/>
    <w:lvlOverride w:ilvl="2">
      <w:startOverride w:val="1"/>
    </w:lvlOverride>
    <w:lvlOverride w:ilvl="3"/>
    <w:lvlOverride w:ilvl="4"/>
    <w:lvlOverride w:ilvl="5"/>
    <w:lvlOverride w:ilvl="6"/>
    <w:lvlOverride w:ilvl="7"/>
    <w:lvlOverride w:ilvl="8"/>
  </w:num>
  <w:numIdMacAtCleanup w:val="6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bordersDoNotSurroundHeader/>
  <w:bordersDoNotSurroundFooter/>
  <w:hideSpellingErrors/>
  <w:hideGrammaticalErrors/>
  <w:activeWritingStyle w:appName="MSWord" w:lang="en-GB" w:vendorID="64" w:dllVersion="4096" w:nlCheck="1" w:checkStyle="0"/>
  <w:activeWritingStyle w:appName="MSWord" w:lang="en-CA"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fr-CH" w:vendorID="64" w:dllVersion="6" w:nlCheck="1" w:checkStyle="0"/>
  <w:activeWritingStyle w:appName="MSWord" w:lang="es-ES" w:vendorID="64" w:dllVersion="6"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9F"/>
    <w:rsid w:val="00000263"/>
    <w:rsid w:val="0000052D"/>
    <w:rsid w:val="00000938"/>
    <w:rsid w:val="00000CFD"/>
    <w:rsid w:val="00000E89"/>
    <w:rsid w:val="00000F7A"/>
    <w:rsid w:val="00001660"/>
    <w:rsid w:val="00001F05"/>
    <w:rsid w:val="00002310"/>
    <w:rsid w:val="00002424"/>
    <w:rsid w:val="00002AD2"/>
    <w:rsid w:val="00002BD3"/>
    <w:rsid w:val="000030D7"/>
    <w:rsid w:val="00003787"/>
    <w:rsid w:val="00003C44"/>
    <w:rsid w:val="00004324"/>
    <w:rsid w:val="00004533"/>
    <w:rsid w:val="000046AC"/>
    <w:rsid w:val="0000502C"/>
    <w:rsid w:val="0000580F"/>
    <w:rsid w:val="00005884"/>
    <w:rsid w:val="00005A15"/>
    <w:rsid w:val="0000651C"/>
    <w:rsid w:val="000068FE"/>
    <w:rsid w:val="00006B51"/>
    <w:rsid w:val="0000775E"/>
    <w:rsid w:val="000077AA"/>
    <w:rsid w:val="00007A34"/>
    <w:rsid w:val="00007B5E"/>
    <w:rsid w:val="00007DA2"/>
    <w:rsid w:val="000101F5"/>
    <w:rsid w:val="00010365"/>
    <w:rsid w:val="000107A6"/>
    <w:rsid w:val="00010DC0"/>
    <w:rsid w:val="00011819"/>
    <w:rsid w:val="00011A13"/>
    <w:rsid w:val="00012D68"/>
    <w:rsid w:val="00012E9F"/>
    <w:rsid w:val="00012FDB"/>
    <w:rsid w:val="0001315A"/>
    <w:rsid w:val="00013877"/>
    <w:rsid w:val="00013A63"/>
    <w:rsid w:val="00013E1C"/>
    <w:rsid w:val="000146BD"/>
    <w:rsid w:val="00014D26"/>
    <w:rsid w:val="000155C1"/>
    <w:rsid w:val="00015C9A"/>
    <w:rsid w:val="0001613D"/>
    <w:rsid w:val="000163F9"/>
    <w:rsid w:val="00016594"/>
    <w:rsid w:val="00017348"/>
    <w:rsid w:val="000177E0"/>
    <w:rsid w:val="00017FCC"/>
    <w:rsid w:val="0002049B"/>
    <w:rsid w:val="00020CE1"/>
    <w:rsid w:val="000214B2"/>
    <w:rsid w:val="00021726"/>
    <w:rsid w:val="00021824"/>
    <w:rsid w:val="0002200F"/>
    <w:rsid w:val="000222BD"/>
    <w:rsid w:val="00022A59"/>
    <w:rsid w:val="00022BBA"/>
    <w:rsid w:val="00022E14"/>
    <w:rsid w:val="00023AEA"/>
    <w:rsid w:val="00024051"/>
    <w:rsid w:val="00024A5A"/>
    <w:rsid w:val="00024BA7"/>
    <w:rsid w:val="0002523E"/>
    <w:rsid w:val="000252FB"/>
    <w:rsid w:val="000266CD"/>
    <w:rsid w:val="00026BA1"/>
    <w:rsid w:val="00026CCF"/>
    <w:rsid w:val="00027941"/>
    <w:rsid w:val="00030276"/>
    <w:rsid w:val="00030855"/>
    <w:rsid w:val="000310C0"/>
    <w:rsid w:val="000312E4"/>
    <w:rsid w:val="0003138D"/>
    <w:rsid w:val="00031A2E"/>
    <w:rsid w:val="00031EAF"/>
    <w:rsid w:val="0003204E"/>
    <w:rsid w:val="00032495"/>
    <w:rsid w:val="0003259C"/>
    <w:rsid w:val="00032EC7"/>
    <w:rsid w:val="0003331F"/>
    <w:rsid w:val="000341A8"/>
    <w:rsid w:val="000347F3"/>
    <w:rsid w:val="00034B6F"/>
    <w:rsid w:val="00034DA5"/>
    <w:rsid w:val="000355E1"/>
    <w:rsid w:val="00035C9E"/>
    <w:rsid w:val="00035CF7"/>
    <w:rsid w:val="00035FE7"/>
    <w:rsid w:val="00036390"/>
    <w:rsid w:val="00036D2E"/>
    <w:rsid w:val="00036D4D"/>
    <w:rsid w:val="00037C8C"/>
    <w:rsid w:val="00037F7D"/>
    <w:rsid w:val="00040036"/>
    <w:rsid w:val="00040813"/>
    <w:rsid w:val="00040B12"/>
    <w:rsid w:val="00040C57"/>
    <w:rsid w:val="000413EE"/>
    <w:rsid w:val="0004155A"/>
    <w:rsid w:val="00041947"/>
    <w:rsid w:val="00041D26"/>
    <w:rsid w:val="00042441"/>
    <w:rsid w:val="00042726"/>
    <w:rsid w:val="00042FE7"/>
    <w:rsid w:val="00043307"/>
    <w:rsid w:val="00043971"/>
    <w:rsid w:val="00043AD6"/>
    <w:rsid w:val="00043B11"/>
    <w:rsid w:val="00043B38"/>
    <w:rsid w:val="00043B54"/>
    <w:rsid w:val="00043FD6"/>
    <w:rsid w:val="000447F4"/>
    <w:rsid w:val="0004490A"/>
    <w:rsid w:val="00045A6E"/>
    <w:rsid w:val="00045FD4"/>
    <w:rsid w:val="000468FE"/>
    <w:rsid w:val="000469DF"/>
    <w:rsid w:val="00046B1B"/>
    <w:rsid w:val="00046C82"/>
    <w:rsid w:val="00046FA9"/>
    <w:rsid w:val="00047231"/>
    <w:rsid w:val="00047553"/>
    <w:rsid w:val="00047A1A"/>
    <w:rsid w:val="00050752"/>
    <w:rsid w:val="000511C8"/>
    <w:rsid w:val="00051C10"/>
    <w:rsid w:val="00051D1D"/>
    <w:rsid w:val="00052F5D"/>
    <w:rsid w:val="0005324B"/>
    <w:rsid w:val="000534EF"/>
    <w:rsid w:val="00053969"/>
    <w:rsid w:val="00053C4D"/>
    <w:rsid w:val="0005429D"/>
    <w:rsid w:val="0005480E"/>
    <w:rsid w:val="000549DB"/>
    <w:rsid w:val="00054DE8"/>
    <w:rsid w:val="0005531A"/>
    <w:rsid w:val="00055640"/>
    <w:rsid w:val="00055E7E"/>
    <w:rsid w:val="0005618C"/>
    <w:rsid w:val="00056249"/>
    <w:rsid w:val="000565E7"/>
    <w:rsid w:val="000576B9"/>
    <w:rsid w:val="000607B5"/>
    <w:rsid w:val="0006087E"/>
    <w:rsid w:val="00060B7B"/>
    <w:rsid w:val="000610E3"/>
    <w:rsid w:val="00061178"/>
    <w:rsid w:val="00061267"/>
    <w:rsid w:val="00061718"/>
    <w:rsid w:val="00061A2C"/>
    <w:rsid w:val="00061B50"/>
    <w:rsid w:val="00062CF6"/>
    <w:rsid w:val="00062D24"/>
    <w:rsid w:val="00062F53"/>
    <w:rsid w:val="0006360E"/>
    <w:rsid w:val="000637E5"/>
    <w:rsid w:val="0006384E"/>
    <w:rsid w:val="00063977"/>
    <w:rsid w:val="00063C39"/>
    <w:rsid w:val="00064196"/>
    <w:rsid w:val="00064517"/>
    <w:rsid w:val="00065265"/>
    <w:rsid w:val="00065EA1"/>
    <w:rsid w:val="00066892"/>
    <w:rsid w:val="0006693C"/>
    <w:rsid w:val="0006698F"/>
    <w:rsid w:val="00066FFD"/>
    <w:rsid w:val="00067065"/>
    <w:rsid w:val="00067293"/>
    <w:rsid w:val="0006736D"/>
    <w:rsid w:val="0007103D"/>
    <w:rsid w:val="000710F8"/>
    <w:rsid w:val="000717DF"/>
    <w:rsid w:val="00071C6E"/>
    <w:rsid w:val="00072030"/>
    <w:rsid w:val="00072724"/>
    <w:rsid w:val="00072FCC"/>
    <w:rsid w:val="00073223"/>
    <w:rsid w:val="00073BB2"/>
    <w:rsid w:val="0007413F"/>
    <w:rsid w:val="0007455E"/>
    <w:rsid w:val="0007457A"/>
    <w:rsid w:val="0007460E"/>
    <w:rsid w:val="00074C73"/>
    <w:rsid w:val="00074C9D"/>
    <w:rsid w:val="00074D30"/>
    <w:rsid w:val="00074D5E"/>
    <w:rsid w:val="00074E43"/>
    <w:rsid w:val="00074FD9"/>
    <w:rsid w:val="000757BA"/>
    <w:rsid w:val="00077192"/>
    <w:rsid w:val="00077348"/>
    <w:rsid w:val="00077720"/>
    <w:rsid w:val="00077796"/>
    <w:rsid w:val="00077DDB"/>
    <w:rsid w:val="00077EFB"/>
    <w:rsid w:val="00077FA3"/>
    <w:rsid w:val="000804E8"/>
    <w:rsid w:val="000809F5"/>
    <w:rsid w:val="00080AB5"/>
    <w:rsid w:val="00080B9F"/>
    <w:rsid w:val="00082194"/>
    <w:rsid w:val="000826B5"/>
    <w:rsid w:val="0008296F"/>
    <w:rsid w:val="00083492"/>
    <w:rsid w:val="00083BE5"/>
    <w:rsid w:val="00084119"/>
    <w:rsid w:val="0008485D"/>
    <w:rsid w:val="00084A69"/>
    <w:rsid w:val="0008511F"/>
    <w:rsid w:val="0008532E"/>
    <w:rsid w:val="000855E4"/>
    <w:rsid w:val="00085BD7"/>
    <w:rsid w:val="0008611F"/>
    <w:rsid w:val="00086919"/>
    <w:rsid w:val="00087101"/>
    <w:rsid w:val="00087F9A"/>
    <w:rsid w:val="00090174"/>
    <w:rsid w:val="00090DD6"/>
    <w:rsid w:val="00090FE6"/>
    <w:rsid w:val="00091BBC"/>
    <w:rsid w:val="00091D6E"/>
    <w:rsid w:val="00091EBA"/>
    <w:rsid w:val="0009206F"/>
    <w:rsid w:val="0009287E"/>
    <w:rsid w:val="0009291F"/>
    <w:rsid w:val="00092B2F"/>
    <w:rsid w:val="000930A9"/>
    <w:rsid w:val="00093AA1"/>
    <w:rsid w:val="00093B49"/>
    <w:rsid w:val="00093C41"/>
    <w:rsid w:val="000945E5"/>
    <w:rsid w:val="000948CB"/>
    <w:rsid w:val="00094B17"/>
    <w:rsid w:val="00094C5E"/>
    <w:rsid w:val="00094CD7"/>
    <w:rsid w:val="000953A2"/>
    <w:rsid w:val="0009588E"/>
    <w:rsid w:val="00095BD5"/>
    <w:rsid w:val="000960AC"/>
    <w:rsid w:val="000963BA"/>
    <w:rsid w:val="0009708F"/>
    <w:rsid w:val="00097902"/>
    <w:rsid w:val="00097B39"/>
    <w:rsid w:val="00097C70"/>
    <w:rsid w:val="00097D1B"/>
    <w:rsid w:val="000A00E1"/>
    <w:rsid w:val="000A022B"/>
    <w:rsid w:val="000A0838"/>
    <w:rsid w:val="000A16F0"/>
    <w:rsid w:val="000A1E81"/>
    <w:rsid w:val="000A34E3"/>
    <w:rsid w:val="000A3760"/>
    <w:rsid w:val="000A4385"/>
    <w:rsid w:val="000A46CA"/>
    <w:rsid w:val="000A4BA4"/>
    <w:rsid w:val="000A54E6"/>
    <w:rsid w:val="000A62A2"/>
    <w:rsid w:val="000A66A6"/>
    <w:rsid w:val="000A6850"/>
    <w:rsid w:val="000A6A55"/>
    <w:rsid w:val="000A7682"/>
    <w:rsid w:val="000A78D2"/>
    <w:rsid w:val="000A7A6D"/>
    <w:rsid w:val="000A7E72"/>
    <w:rsid w:val="000B08C4"/>
    <w:rsid w:val="000B19F5"/>
    <w:rsid w:val="000B2010"/>
    <w:rsid w:val="000B214B"/>
    <w:rsid w:val="000B2437"/>
    <w:rsid w:val="000B28F4"/>
    <w:rsid w:val="000B294A"/>
    <w:rsid w:val="000B2A10"/>
    <w:rsid w:val="000B2D70"/>
    <w:rsid w:val="000B2FF2"/>
    <w:rsid w:val="000B3775"/>
    <w:rsid w:val="000B3843"/>
    <w:rsid w:val="000B3BD2"/>
    <w:rsid w:val="000B3C81"/>
    <w:rsid w:val="000B3E27"/>
    <w:rsid w:val="000B53CC"/>
    <w:rsid w:val="000B558E"/>
    <w:rsid w:val="000B5A25"/>
    <w:rsid w:val="000B78F5"/>
    <w:rsid w:val="000B7E3F"/>
    <w:rsid w:val="000B7EC7"/>
    <w:rsid w:val="000C0734"/>
    <w:rsid w:val="000C08C2"/>
    <w:rsid w:val="000C0EC8"/>
    <w:rsid w:val="000C0F2E"/>
    <w:rsid w:val="000C1191"/>
    <w:rsid w:val="000C1AD7"/>
    <w:rsid w:val="000C2D9D"/>
    <w:rsid w:val="000C307A"/>
    <w:rsid w:val="000C3FA7"/>
    <w:rsid w:val="000C4029"/>
    <w:rsid w:val="000C410E"/>
    <w:rsid w:val="000C44DE"/>
    <w:rsid w:val="000C4B3F"/>
    <w:rsid w:val="000C53CD"/>
    <w:rsid w:val="000C541E"/>
    <w:rsid w:val="000C6816"/>
    <w:rsid w:val="000C686E"/>
    <w:rsid w:val="000C6DFB"/>
    <w:rsid w:val="000C7D2F"/>
    <w:rsid w:val="000D025B"/>
    <w:rsid w:val="000D10CD"/>
    <w:rsid w:val="000D159E"/>
    <w:rsid w:val="000D16EA"/>
    <w:rsid w:val="000D2064"/>
    <w:rsid w:val="000D2237"/>
    <w:rsid w:val="000D2279"/>
    <w:rsid w:val="000D229D"/>
    <w:rsid w:val="000D2535"/>
    <w:rsid w:val="000D2541"/>
    <w:rsid w:val="000D26B8"/>
    <w:rsid w:val="000D2782"/>
    <w:rsid w:val="000D2888"/>
    <w:rsid w:val="000D28DF"/>
    <w:rsid w:val="000D2A45"/>
    <w:rsid w:val="000D2BB9"/>
    <w:rsid w:val="000D2DCA"/>
    <w:rsid w:val="000D3557"/>
    <w:rsid w:val="000D35AA"/>
    <w:rsid w:val="000D3619"/>
    <w:rsid w:val="000D4262"/>
    <w:rsid w:val="000D4428"/>
    <w:rsid w:val="000D47D7"/>
    <w:rsid w:val="000D4CEA"/>
    <w:rsid w:val="000D53F7"/>
    <w:rsid w:val="000D593F"/>
    <w:rsid w:val="000D5F37"/>
    <w:rsid w:val="000D62D5"/>
    <w:rsid w:val="000D6AD8"/>
    <w:rsid w:val="000D77CF"/>
    <w:rsid w:val="000E05FC"/>
    <w:rsid w:val="000E08B7"/>
    <w:rsid w:val="000E096A"/>
    <w:rsid w:val="000E13D6"/>
    <w:rsid w:val="000E1650"/>
    <w:rsid w:val="000E1681"/>
    <w:rsid w:val="000E1A27"/>
    <w:rsid w:val="000E1A5B"/>
    <w:rsid w:val="000E1F44"/>
    <w:rsid w:val="000E20F8"/>
    <w:rsid w:val="000E2A8A"/>
    <w:rsid w:val="000E2D45"/>
    <w:rsid w:val="000E2EC3"/>
    <w:rsid w:val="000E3757"/>
    <w:rsid w:val="000E3958"/>
    <w:rsid w:val="000E3F91"/>
    <w:rsid w:val="000E4184"/>
    <w:rsid w:val="000E4C0F"/>
    <w:rsid w:val="000E5176"/>
    <w:rsid w:val="000E5267"/>
    <w:rsid w:val="000E5386"/>
    <w:rsid w:val="000E5807"/>
    <w:rsid w:val="000E5A46"/>
    <w:rsid w:val="000E5A65"/>
    <w:rsid w:val="000E5E50"/>
    <w:rsid w:val="000E5E85"/>
    <w:rsid w:val="000E64D6"/>
    <w:rsid w:val="000E6565"/>
    <w:rsid w:val="000E6E28"/>
    <w:rsid w:val="000E7D79"/>
    <w:rsid w:val="000F01F8"/>
    <w:rsid w:val="000F0506"/>
    <w:rsid w:val="000F096A"/>
    <w:rsid w:val="000F0DED"/>
    <w:rsid w:val="000F0F05"/>
    <w:rsid w:val="000F11CA"/>
    <w:rsid w:val="000F147E"/>
    <w:rsid w:val="000F1F50"/>
    <w:rsid w:val="000F285C"/>
    <w:rsid w:val="000F2A02"/>
    <w:rsid w:val="000F2ABD"/>
    <w:rsid w:val="000F2D93"/>
    <w:rsid w:val="000F30B7"/>
    <w:rsid w:val="000F36EC"/>
    <w:rsid w:val="000F3930"/>
    <w:rsid w:val="000F4323"/>
    <w:rsid w:val="000F43C4"/>
    <w:rsid w:val="000F44C5"/>
    <w:rsid w:val="000F55C5"/>
    <w:rsid w:val="000F57CF"/>
    <w:rsid w:val="000F645F"/>
    <w:rsid w:val="001002FC"/>
    <w:rsid w:val="00100978"/>
    <w:rsid w:val="00101296"/>
    <w:rsid w:val="00101360"/>
    <w:rsid w:val="0010285D"/>
    <w:rsid w:val="0010285F"/>
    <w:rsid w:val="00103A10"/>
    <w:rsid w:val="00104040"/>
    <w:rsid w:val="00104BD2"/>
    <w:rsid w:val="001056F5"/>
    <w:rsid w:val="00105A82"/>
    <w:rsid w:val="00105C49"/>
    <w:rsid w:val="00105D1E"/>
    <w:rsid w:val="001065CB"/>
    <w:rsid w:val="00106D19"/>
    <w:rsid w:val="00106EE7"/>
    <w:rsid w:val="00107291"/>
    <w:rsid w:val="001072A9"/>
    <w:rsid w:val="001072C7"/>
    <w:rsid w:val="00107827"/>
    <w:rsid w:val="00107B1E"/>
    <w:rsid w:val="001106C0"/>
    <w:rsid w:val="00111EEE"/>
    <w:rsid w:val="00112359"/>
    <w:rsid w:val="001126E5"/>
    <w:rsid w:val="0011294A"/>
    <w:rsid w:val="00112B45"/>
    <w:rsid w:val="0011353D"/>
    <w:rsid w:val="0011373B"/>
    <w:rsid w:val="001137AE"/>
    <w:rsid w:val="00114068"/>
    <w:rsid w:val="0011434C"/>
    <w:rsid w:val="001149EC"/>
    <w:rsid w:val="00114E4E"/>
    <w:rsid w:val="00114E83"/>
    <w:rsid w:val="0011577C"/>
    <w:rsid w:val="001162B0"/>
    <w:rsid w:val="001165CC"/>
    <w:rsid w:val="00116A41"/>
    <w:rsid w:val="00116D6F"/>
    <w:rsid w:val="001175F9"/>
    <w:rsid w:val="00117695"/>
    <w:rsid w:val="001176D2"/>
    <w:rsid w:val="00117711"/>
    <w:rsid w:val="00117F9F"/>
    <w:rsid w:val="0012023F"/>
    <w:rsid w:val="001202CE"/>
    <w:rsid w:val="001204AF"/>
    <w:rsid w:val="0012113A"/>
    <w:rsid w:val="00121883"/>
    <w:rsid w:val="001220CA"/>
    <w:rsid w:val="00123136"/>
    <w:rsid w:val="00123794"/>
    <w:rsid w:val="001239BB"/>
    <w:rsid w:val="00123A33"/>
    <w:rsid w:val="001240BE"/>
    <w:rsid w:val="001247E3"/>
    <w:rsid w:val="00125211"/>
    <w:rsid w:val="0012582D"/>
    <w:rsid w:val="001259D1"/>
    <w:rsid w:val="00125D08"/>
    <w:rsid w:val="00126033"/>
    <w:rsid w:val="0012611B"/>
    <w:rsid w:val="0012662D"/>
    <w:rsid w:val="00126AAD"/>
    <w:rsid w:val="00127227"/>
    <w:rsid w:val="00127245"/>
    <w:rsid w:val="00127381"/>
    <w:rsid w:val="001273C0"/>
    <w:rsid w:val="00127AFD"/>
    <w:rsid w:val="00127B55"/>
    <w:rsid w:val="00127EE7"/>
    <w:rsid w:val="0013038B"/>
    <w:rsid w:val="00130416"/>
    <w:rsid w:val="00130EE7"/>
    <w:rsid w:val="00131455"/>
    <w:rsid w:val="0013174D"/>
    <w:rsid w:val="0013185E"/>
    <w:rsid w:val="00131A45"/>
    <w:rsid w:val="00131D09"/>
    <w:rsid w:val="00132A32"/>
    <w:rsid w:val="00133202"/>
    <w:rsid w:val="001333E2"/>
    <w:rsid w:val="00134725"/>
    <w:rsid w:val="00134D01"/>
    <w:rsid w:val="001353A3"/>
    <w:rsid w:val="0013560D"/>
    <w:rsid w:val="00136443"/>
    <w:rsid w:val="00136586"/>
    <w:rsid w:val="001365D9"/>
    <w:rsid w:val="00136935"/>
    <w:rsid w:val="001373E2"/>
    <w:rsid w:val="00137B19"/>
    <w:rsid w:val="00137C83"/>
    <w:rsid w:val="001407A8"/>
    <w:rsid w:val="001409E5"/>
    <w:rsid w:val="00140EB3"/>
    <w:rsid w:val="0014107C"/>
    <w:rsid w:val="001412E7"/>
    <w:rsid w:val="001418D4"/>
    <w:rsid w:val="00142194"/>
    <w:rsid w:val="00143477"/>
    <w:rsid w:val="00143C5A"/>
    <w:rsid w:val="00144043"/>
    <w:rsid w:val="00144B80"/>
    <w:rsid w:val="00144DE5"/>
    <w:rsid w:val="001452D5"/>
    <w:rsid w:val="00145B03"/>
    <w:rsid w:val="00145CCD"/>
    <w:rsid w:val="001460FB"/>
    <w:rsid w:val="00147255"/>
    <w:rsid w:val="001476EA"/>
    <w:rsid w:val="00147D84"/>
    <w:rsid w:val="00151A24"/>
    <w:rsid w:val="00152241"/>
    <w:rsid w:val="00152A5E"/>
    <w:rsid w:val="001530E4"/>
    <w:rsid w:val="0015315A"/>
    <w:rsid w:val="00153457"/>
    <w:rsid w:val="001537FB"/>
    <w:rsid w:val="001538CE"/>
    <w:rsid w:val="00153AC2"/>
    <w:rsid w:val="00154230"/>
    <w:rsid w:val="00154E2B"/>
    <w:rsid w:val="001554A2"/>
    <w:rsid w:val="00155A01"/>
    <w:rsid w:val="001567F1"/>
    <w:rsid w:val="00156BA8"/>
    <w:rsid w:val="00156F65"/>
    <w:rsid w:val="001577DE"/>
    <w:rsid w:val="001579EA"/>
    <w:rsid w:val="00157B5B"/>
    <w:rsid w:val="00157D43"/>
    <w:rsid w:val="00157F1E"/>
    <w:rsid w:val="00160DE0"/>
    <w:rsid w:val="00161364"/>
    <w:rsid w:val="00161706"/>
    <w:rsid w:val="00161933"/>
    <w:rsid w:val="001632E6"/>
    <w:rsid w:val="001637DD"/>
    <w:rsid w:val="00164703"/>
    <w:rsid w:val="00164D15"/>
    <w:rsid w:val="0016565E"/>
    <w:rsid w:val="00165896"/>
    <w:rsid w:val="0016592B"/>
    <w:rsid w:val="00165C3E"/>
    <w:rsid w:val="00165D8B"/>
    <w:rsid w:val="001663A6"/>
    <w:rsid w:val="001676FB"/>
    <w:rsid w:val="0016798A"/>
    <w:rsid w:val="00170D07"/>
    <w:rsid w:val="00170E99"/>
    <w:rsid w:val="00170F24"/>
    <w:rsid w:val="001716C4"/>
    <w:rsid w:val="00171947"/>
    <w:rsid w:val="001720F2"/>
    <w:rsid w:val="00172401"/>
    <w:rsid w:val="00172496"/>
    <w:rsid w:val="00173BFC"/>
    <w:rsid w:val="0017435B"/>
    <w:rsid w:val="001748DA"/>
    <w:rsid w:val="00175D92"/>
    <w:rsid w:val="00175DF4"/>
    <w:rsid w:val="00175FC5"/>
    <w:rsid w:val="0017659A"/>
    <w:rsid w:val="00176D29"/>
    <w:rsid w:val="00176E89"/>
    <w:rsid w:val="00176F09"/>
    <w:rsid w:val="001772C2"/>
    <w:rsid w:val="00177C64"/>
    <w:rsid w:val="00177EF2"/>
    <w:rsid w:val="001802BD"/>
    <w:rsid w:val="00180571"/>
    <w:rsid w:val="00180800"/>
    <w:rsid w:val="00180F6C"/>
    <w:rsid w:val="001815A1"/>
    <w:rsid w:val="0018221A"/>
    <w:rsid w:val="001829D0"/>
    <w:rsid w:val="00182D2D"/>
    <w:rsid w:val="00183457"/>
    <w:rsid w:val="00183709"/>
    <w:rsid w:val="001837BA"/>
    <w:rsid w:val="001839F3"/>
    <w:rsid w:val="001843B7"/>
    <w:rsid w:val="00184558"/>
    <w:rsid w:val="0018480E"/>
    <w:rsid w:val="00184860"/>
    <w:rsid w:val="0018566B"/>
    <w:rsid w:val="00185AB0"/>
    <w:rsid w:val="00185E7E"/>
    <w:rsid w:val="00185FB9"/>
    <w:rsid w:val="00185FCA"/>
    <w:rsid w:val="001860ED"/>
    <w:rsid w:val="00186C1D"/>
    <w:rsid w:val="0018730D"/>
    <w:rsid w:val="0018744A"/>
    <w:rsid w:val="00187A0B"/>
    <w:rsid w:val="00187FA4"/>
    <w:rsid w:val="00190005"/>
    <w:rsid w:val="00190FE0"/>
    <w:rsid w:val="00191988"/>
    <w:rsid w:val="00191F76"/>
    <w:rsid w:val="00192513"/>
    <w:rsid w:val="001925D1"/>
    <w:rsid w:val="00192892"/>
    <w:rsid w:val="00192A1B"/>
    <w:rsid w:val="00192A66"/>
    <w:rsid w:val="00192B5A"/>
    <w:rsid w:val="001931D5"/>
    <w:rsid w:val="001932D0"/>
    <w:rsid w:val="0019336D"/>
    <w:rsid w:val="001933B8"/>
    <w:rsid w:val="00193607"/>
    <w:rsid w:val="00193AB2"/>
    <w:rsid w:val="00193EAD"/>
    <w:rsid w:val="00194673"/>
    <w:rsid w:val="0019529A"/>
    <w:rsid w:val="00195D9F"/>
    <w:rsid w:val="0019630A"/>
    <w:rsid w:val="00196A62"/>
    <w:rsid w:val="00196CB3"/>
    <w:rsid w:val="00196CBA"/>
    <w:rsid w:val="00196F7E"/>
    <w:rsid w:val="00196F85"/>
    <w:rsid w:val="0019744D"/>
    <w:rsid w:val="00197B3F"/>
    <w:rsid w:val="001A03A2"/>
    <w:rsid w:val="001A0515"/>
    <w:rsid w:val="001A0BB0"/>
    <w:rsid w:val="001A1A68"/>
    <w:rsid w:val="001A258B"/>
    <w:rsid w:val="001A2786"/>
    <w:rsid w:val="001A29E6"/>
    <w:rsid w:val="001A300D"/>
    <w:rsid w:val="001A38D6"/>
    <w:rsid w:val="001A4393"/>
    <w:rsid w:val="001A4417"/>
    <w:rsid w:val="001A4A11"/>
    <w:rsid w:val="001A5127"/>
    <w:rsid w:val="001A52F9"/>
    <w:rsid w:val="001A5496"/>
    <w:rsid w:val="001A5E7C"/>
    <w:rsid w:val="001A7029"/>
    <w:rsid w:val="001A785E"/>
    <w:rsid w:val="001B0310"/>
    <w:rsid w:val="001B0521"/>
    <w:rsid w:val="001B0750"/>
    <w:rsid w:val="001B08CA"/>
    <w:rsid w:val="001B1A47"/>
    <w:rsid w:val="001B1E1B"/>
    <w:rsid w:val="001B33D7"/>
    <w:rsid w:val="001B38BE"/>
    <w:rsid w:val="001B391E"/>
    <w:rsid w:val="001B4268"/>
    <w:rsid w:val="001B4940"/>
    <w:rsid w:val="001B4DB4"/>
    <w:rsid w:val="001B5240"/>
    <w:rsid w:val="001B5D71"/>
    <w:rsid w:val="001B6102"/>
    <w:rsid w:val="001B6162"/>
    <w:rsid w:val="001B650C"/>
    <w:rsid w:val="001B6530"/>
    <w:rsid w:val="001B74AF"/>
    <w:rsid w:val="001C0016"/>
    <w:rsid w:val="001C087F"/>
    <w:rsid w:val="001C08A3"/>
    <w:rsid w:val="001C0F23"/>
    <w:rsid w:val="001C1248"/>
    <w:rsid w:val="001C1564"/>
    <w:rsid w:val="001C1B8B"/>
    <w:rsid w:val="001C1E4A"/>
    <w:rsid w:val="001C2625"/>
    <w:rsid w:val="001C28A9"/>
    <w:rsid w:val="001C2945"/>
    <w:rsid w:val="001C2DD5"/>
    <w:rsid w:val="001C2FDB"/>
    <w:rsid w:val="001C31E2"/>
    <w:rsid w:val="001C37BC"/>
    <w:rsid w:val="001C38BF"/>
    <w:rsid w:val="001C3F26"/>
    <w:rsid w:val="001C3F9F"/>
    <w:rsid w:val="001C3FA7"/>
    <w:rsid w:val="001C42BC"/>
    <w:rsid w:val="001C45EB"/>
    <w:rsid w:val="001C487B"/>
    <w:rsid w:val="001C4BBA"/>
    <w:rsid w:val="001C4BC4"/>
    <w:rsid w:val="001C58DC"/>
    <w:rsid w:val="001C6107"/>
    <w:rsid w:val="001C6BF5"/>
    <w:rsid w:val="001C710C"/>
    <w:rsid w:val="001C7F9C"/>
    <w:rsid w:val="001D0300"/>
    <w:rsid w:val="001D0367"/>
    <w:rsid w:val="001D0800"/>
    <w:rsid w:val="001D0EDE"/>
    <w:rsid w:val="001D1E40"/>
    <w:rsid w:val="001D2557"/>
    <w:rsid w:val="001D2CA7"/>
    <w:rsid w:val="001D36CB"/>
    <w:rsid w:val="001D39A4"/>
    <w:rsid w:val="001D3B51"/>
    <w:rsid w:val="001D3FFF"/>
    <w:rsid w:val="001D44B7"/>
    <w:rsid w:val="001D4655"/>
    <w:rsid w:val="001D4750"/>
    <w:rsid w:val="001D4752"/>
    <w:rsid w:val="001D4BAB"/>
    <w:rsid w:val="001D4FBF"/>
    <w:rsid w:val="001D51B1"/>
    <w:rsid w:val="001D56C2"/>
    <w:rsid w:val="001D5851"/>
    <w:rsid w:val="001D5DB7"/>
    <w:rsid w:val="001D6BE2"/>
    <w:rsid w:val="001D7A03"/>
    <w:rsid w:val="001D7A34"/>
    <w:rsid w:val="001D7F20"/>
    <w:rsid w:val="001E0AC4"/>
    <w:rsid w:val="001E0ADF"/>
    <w:rsid w:val="001E0CFA"/>
    <w:rsid w:val="001E14DC"/>
    <w:rsid w:val="001E1603"/>
    <w:rsid w:val="001E18AB"/>
    <w:rsid w:val="001E1C0E"/>
    <w:rsid w:val="001E1FF7"/>
    <w:rsid w:val="001E2C10"/>
    <w:rsid w:val="001E2D04"/>
    <w:rsid w:val="001E3157"/>
    <w:rsid w:val="001E323C"/>
    <w:rsid w:val="001E3AEC"/>
    <w:rsid w:val="001E3C83"/>
    <w:rsid w:val="001E3D2C"/>
    <w:rsid w:val="001E3DE3"/>
    <w:rsid w:val="001E3EDD"/>
    <w:rsid w:val="001E439D"/>
    <w:rsid w:val="001E4834"/>
    <w:rsid w:val="001E5981"/>
    <w:rsid w:val="001E5984"/>
    <w:rsid w:val="001E60D2"/>
    <w:rsid w:val="001E6778"/>
    <w:rsid w:val="001E77BF"/>
    <w:rsid w:val="001E793C"/>
    <w:rsid w:val="001F03FF"/>
    <w:rsid w:val="001F05C0"/>
    <w:rsid w:val="001F08FE"/>
    <w:rsid w:val="001F0C64"/>
    <w:rsid w:val="001F1932"/>
    <w:rsid w:val="001F2363"/>
    <w:rsid w:val="001F242D"/>
    <w:rsid w:val="001F2825"/>
    <w:rsid w:val="001F2E62"/>
    <w:rsid w:val="001F2F2A"/>
    <w:rsid w:val="001F3508"/>
    <w:rsid w:val="001F36CE"/>
    <w:rsid w:val="001F3B01"/>
    <w:rsid w:val="001F3B33"/>
    <w:rsid w:val="001F3CE2"/>
    <w:rsid w:val="001F4082"/>
    <w:rsid w:val="001F417F"/>
    <w:rsid w:val="001F4BDC"/>
    <w:rsid w:val="001F51DB"/>
    <w:rsid w:val="001F534F"/>
    <w:rsid w:val="001F541B"/>
    <w:rsid w:val="001F5C14"/>
    <w:rsid w:val="001F63EF"/>
    <w:rsid w:val="001F6C69"/>
    <w:rsid w:val="001F6D3F"/>
    <w:rsid w:val="001F6FFA"/>
    <w:rsid w:val="001F73EB"/>
    <w:rsid w:val="00200E30"/>
    <w:rsid w:val="002011A2"/>
    <w:rsid w:val="00201A4A"/>
    <w:rsid w:val="00201B91"/>
    <w:rsid w:val="00201CAC"/>
    <w:rsid w:val="002023FF"/>
    <w:rsid w:val="002028B7"/>
    <w:rsid w:val="00202CD1"/>
    <w:rsid w:val="002030D3"/>
    <w:rsid w:val="0020333D"/>
    <w:rsid w:val="00203838"/>
    <w:rsid w:val="002041B4"/>
    <w:rsid w:val="002052F6"/>
    <w:rsid w:val="002057A9"/>
    <w:rsid w:val="00205853"/>
    <w:rsid w:val="00205BBE"/>
    <w:rsid w:val="00205CF6"/>
    <w:rsid w:val="0020656A"/>
    <w:rsid w:val="002066F6"/>
    <w:rsid w:val="00206CC0"/>
    <w:rsid w:val="00207246"/>
    <w:rsid w:val="002100E8"/>
    <w:rsid w:val="00210A8E"/>
    <w:rsid w:val="00210B36"/>
    <w:rsid w:val="00210C5D"/>
    <w:rsid w:val="00211000"/>
    <w:rsid w:val="0021120A"/>
    <w:rsid w:val="00211BAD"/>
    <w:rsid w:val="00211DE5"/>
    <w:rsid w:val="00212349"/>
    <w:rsid w:val="00212425"/>
    <w:rsid w:val="002126AC"/>
    <w:rsid w:val="00212D6B"/>
    <w:rsid w:val="0021350E"/>
    <w:rsid w:val="002137E8"/>
    <w:rsid w:val="0021521D"/>
    <w:rsid w:val="0021536E"/>
    <w:rsid w:val="002155AA"/>
    <w:rsid w:val="00215C3A"/>
    <w:rsid w:val="00216895"/>
    <w:rsid w:val="00216F83"/>
    <w:rsid w:val="00217AE3"/>
    <w:rsid w:val="00217CC0"/>
    <w:rsid w:val="00217DBA"/>
    <w:rsid w:val="00217F6E"/>
    <w:rsid w:val="00220147"/>
    <w:rsid w:val="00220244"/>
    <w:rsid w:val="00220D5C"/>
    <w:rsid w:val="002212F0"/>
    <w:rsid w:val="00221919"/>
    <w:rsid w:val="00221F62"/>
    <w:rsid w:val="00222486"/>
    <w:rsid w:val="002230AE"/>
    <w:rsid w:val="00223C51"/>
    <w:rsid w:val="00223E7B"/>
    <w:rsid w:val="00224049"/>
    <w:rsid w:val="0022404E"/>
    <w:rsid w:val="002247F2"/>
    <w:rsid w:val="00224D38"/>
    <w:rsid w:val="00225C88"/>
    <w:rsid w:val="00226CFF"/>
    <w:rsid w:val="0022709D"/>
    <w:rsid w:val="0022749B"/>
    <w:rsid w:val="0022752B"/>
    <w:rsid w:val="0022791A"/>
    <w:rsid w:val="00227B68"/>
    <w:rsid w:val="00227D29"/>
    <w:rsid w:val="00227D46"/>
    <w:rsid w:val="00230264"/>
    <w:rsid w:val="00230382"/>
    <w:rsid w:val="00230705"/>
    <w:rsid w:val="00230CDC"/>
    <w:rsid w:val="002315C9"/>
    <w:rsid w:val="00231F0B"/>
    <w:rsid w:val="002328E4"/>
    <w:rsid w:val="00232DFD"/>
    <w:rsid w:val="0023331A"/>
    <w:rsid w:val="00233836"/>
    <w:rsid w:val="002339D9"/>
    <w:rsid w:val="00233F1F"/>
    <w:rsid w:val="0023464E"/>
    <w:rsid w:val="00235474"/>
    <w:rsid w:val="00235616"/>
    <w:rsid w:val="00235917"/>
    <w:rsid w:val="00235DD3"/>
    <w:rsid w:val="00236277"/>
    <w:rsid w:val="0023642B"/>
    <w:rsid w:val="0023668A"/>
    <w:rsid w:val="002375FD"/>
    <w:rsid w:val="002376CC"/>
    <w:rsid w:val="00237AF2"/>
    <w:rsid w:val="00237B35"/>
    <w:rsid w:val="00237E72"/>
    <w:rsid w:val="0024042F"/>
    <w:rsid w:val="00240592"/>
    <w:rsid w:val="002408CD"/>
    <w:rsid w:val="00240AA8"/>
    <w:rsid w:val="00240E2A"/>
    <w:rsid w:val="00240F0C"/>
    <w:rsid w:val="00241071"/>
    <w:rsid w:val="0024277F"/>
    <w:rsid w:val="00242EAB"/>
    <w:rsid w:val="00242EFC"/>
    <w:rsid w:val="0024333E"/>
    <w:rsid w:val="00243720"/>
    <w:rsid w:val="00243CCF"/>
    <w:rsid w:val="00244ABA"/>
    <w:rsid w:val="00244B64"/>
    <w:rsid w:val="00244BC8"/>
    <w:rsid w:val="002450F8"/>
    <w:rsid w:val="0024534B"/>
    <w:rsid w:val="00245688"/>
    <w:rsid w:val="00245AA1"/>
    <w:rsid w:val="0024646B"/>
    <w:rsid w:val="002465E8"/>
    <w:rsid w:val="002466CC"/>
    <w:rsid w:val="00246838"/>
    <w:rsid w:val="002470FE"/>
    <w:rsid w:val="0024794E"/>
    <w:rsid w:val="00250A44"/>
    <w:rsid w:val="00250FED"/>
    <w:rsid w:val="00251DB6"/>
    <w:rsid w:val="00251DD0"/>
    <w:rsid w:val="0025294F"/>
    <w:rsid w:val="00252B1F"/>
    <w:rsid w:val="00252DB0"/>
    <w:rsid w:val="00253100"/>
    <w:rsid w:val="00253347"/>
    <w:rsid w:val="002535F3"/>
    <w:rsid w:val="002540D7"/>
    <w:rsid w:val="002545AE"/>
    <w:rsid w:val="0025462E"/>
    <w:rsid w:val="00254A70"/>
    <w:rsid w:val="00254A9D"/>
    <w:rsid w:val="00255CDB"/>
    <w:rsid w:val="002569F1"/>
    <w:rsid w:val="00256D5C"/>
    <w:rsid w:val="00260024"/>
    <w:rsid w:val="00260783"/>
    <w:rsid w:val="00261165"/>
    <w:rsid w:val="00261578"/>
    <w:rsid w:val="002616E8"/>
    <w:rsid w:val="00261796"/>
    <w:rsid w:val="002618C7"/>
    <w:rsid w:val="00261D2E"/>
    <w:rsid w:val="00261F7D"/>
    <w:rsid w:val="00262524"/>
    <w:rsid w:val="00262580"/>
    <w:rsid w:val="002631AD"/>
    <w:rsid w:val="00263253"/>
    <w:rsid w:val="002632BB"/>
    <w:rsid w:val="00263809"/>
    <w:rsid w:val="00263C4B"/>
    <w:rsid w:val="00263FD2"/>
    <w:rsid w:val="00264054"/>
    <w:rsid w:val="002640D0"/>
    <w:rsid w:val="002642ED"/>
    <w:rsid w:val="002643C9"/>
    <w:rsid w:val="00264B85"/>
    <w:rsid w:val="00264CDF"/>
    <w:rsid w:val="0026552A"/>
    <w:rsid w:val="002655A8"/>
    <w:rsid w:val="002658C4"/>
    <w:rsid w:val="002659AF"/>
    <w:rsid w:val="00265BB0"/>
    <w:rsid w:val="00265CF9"/>
    <w:rsid w:val="00265F58"/>
    <w:rsid w:val="00266033"/>
    <w:rsid w:val="00266674"/>
    <w:rsid w:val="002668D4"/>
    <w:rsid w:val="00266CD6"/>
    <w:rsid w:val="00267422"/>
    <w:rsid w:val="0026751D"/>
    <w:rsid w:val="0026778C"/>
    <w:rsid w:val="00270111"/>
    <w:rsid w:val="00270DA5"/>
    <w:rsid w:val="00270EA3"/>
    <w:rsid w:val="00271118"/>
    <w:rsid w:val="002711AF"/>
    <w:rsid w:val="00271686"/>
    <w:rsid w:val="00271916"/>
    <w:rsid w:val="00271C85"/>
    <w:rsid w:val="00271DD4"/>
    <w:rsid w:val="002724A1"/>
    <w:rsid w:val="0027288A"/>
    <w:rsid w:val="0027288F"/>
    <w:rsid w:val="002733A5"/>
    <w:rsid w:val="00273652"/>
    <w:rsid w:val="0027371F"/>
    <w:rsid w:val="00273A3C"/>
    <w:rsid w:val="00273C8B"/>
    <w:rsid w:val="00273D9E"/>
    <w:rsid w:val="00273EE9"/>
    <w:rsid w:val="00273F15"/>
    <w:rsid w:val="00274052"/>
    <w:rsid w:val="002744D8"/>
    <w:rsid w:val="00274685"/>
    <w:rsid w:val="00275441"/>
    <w:rsid w:val="00275450"/>
    <w:rsid w:val="002755CC"/>
    <w:rsid w:val="002755D1"/>
    <w:rsid w:val="00275A0C"/>
    <w:rsid w:val="00276B2B"/>
    <w:rsid w:val="00276DD9"/>
    <w:rsid w:val="002772B5"/>
    <w:rsid w:val="002778BD"/>
    <w:rsid w:val="00280F23"/>
    <w:rsid w:val="002815DF"/>
    <w:rsid w:val="00281767"/>
    <w:rsid w:val="00281B60"/>
    <w:rsid w:val="00281BAA"/>
    <w:rsid w:val="0028211A"/>
    <w:rsid w:val="002823DA"/>
    <w:rsid w:val="002827C5"/>
    <w:rsid w:val="0028283E"/>
    <w:rsid w:val="00282A1A"/>
    <w:rsid w:val="00283369"/>
    <w:rsid w:val="002837B8"/>
    <w:rsid w:val="002842BC"/>
    <w:rsid w:val="002849C4"/>
    <w:rsid w:val="0028522E"/>
    <w:rsid w:val="002860C2"/>
    <w:rsid w:val="00286B4E"/>
    <w:rsid w:val="00286DD5"/>
    <w:rsid w:val="00286F5D"/>
    <w:rsid w:val="00287572"/>
    <w:rsid w:val="00287670"/>
    <w:rsid w:val="00287716"/>
    <w:rsid w:val="002900DB"/>
    <w:rsid w:val="00290636"/>
    <w:rsid w:val="002906E4"/>
    <w:rsid w:val="002906EA"/>
    <w:rsid w:val="00291349"/>
    <w:rsid w:val="00291665"/>
    <w:rsid w:val="00291C57"/>
    <w:rsid w:val="00291D21"/>
    <w:rsid w:val="002926FD"/>
    <w:rsid w:val="00292CD6"/>
    <w:rsid w:val="002933C8"/>
    <w:rsid w:val="0029369D"/>
    <w:rsid w:val="00293D6F"/>
    <w:rsid w:val="0029437C"/>
    <w:rsid w:val="00294B26"/>
    <w:rsid w:val="00295C64"/>
    <w:rsid w:val="0029618A"/>
    <w:rsid w:val="002962BC"/>
    <w:rsid w:val="002963E2"/>
    <w:rsid w:val="002971B8"/>
    <w:rsid w:val="00297665"/>
    <w:rsid w:val="002978AB"/>
    <w:rsid w:val="002A0869"/>
    <w:rsid w:val="002A0C47"/>
    <w:rsid w:val="002A1367"/>
    <w:rsid w:val="002A14FD"/>
    <w:rsid w:val="002A17B2"/>
    <w:rsid w:val="002A1B54"/>
    <w:rsid w:val="002A1C96"/>
    <w:rsid w:val="002A2354"/>
    <w:rsid w:val="002A2945"/>
    <w:rsid w:val="002A2A93"/>
    <w:rsid w:val="002A3FA6"/>
    <w:rsid w:val="002A489B"/>
    <w:rsid w:val="002A4A84"/>
    <w:rsid w:val="002A4FC6"/>
    <w:rsid w:val="002A52F0"/>
    <w:rsid w:val="002A5A37"/>
    <w:rsid w:val="002A63F1"/>
    <w:rsid w:val="002A6947"/>
    <w:rsid w:val="002A6C20"/>
    <w:rsid w:val="002A6C9E"/>
    <w:rsid w:val="002A6EED"/>
    <w:rsid w:val="002A75CA"/>
    <w:rsid w:val="002B010E"/>
    <w:rsid w:val="002B0CE6"/>
    <w:rsid w:val="002B0E41"/>
    <w:rsid w:val="002B0EFA"/>
    <w:rsid w:val="002B158C"/>
    <w:rsid w:val="002B24BF"/>
    <w:rsid w:val="002B2720"/>
    <w:rsid w:val="002B2AE3"/>
    <w:rsid w:val="002B3688"/>
    <w:rsid w:val="002B3F77"/>
    <w:rsid w:val="002B429F"/>
    <w:rsid w:val="002B46F4"/>
    <w:rsid w:val="002B493D"/>
    <w:rsid w:val="002B5380"/>
    <w:rsid w:val="002B589B"/>
    <w:rsid w:val="002B5E5B"/>
    <w:rsid w:val="002B5FE5"/>
    <w:rsid w:val="002B65DD"/>
    <w:rsid w:val="002B6725"/>
    <w:rsid w:val="002B6F88"/>
    <w:rsid w:val="002B72E8"/>
    <w:rsid w:val="002B7A28"/>
    <w:rsid w:val="002B7AE4"/>
    <w:rsid w:val="002B7C19"/>
    <w:rsid w:val="002B7C8F"/>
    <w:rsid w:val="002C053C"/>
    <w:rsid w:val="002C068C"/>
    <w:rsid w:val="002C0D2C"/>
    <w:rsid w:val="002C1020"/>
    <w:rsid w:val="002C1AA8"/>
    <w:rsid w:val="002C21E4"/>
    <w:rsid w:val="002C2EA9"/>
    <w:rsid w:val="002C3340"/>
    <w:rsid w:val="002C3C89"/>
    <w:rsid w:val="002C3E9C"/>
    <w:rsid w:val="002C4826"/>
    <w:rsid w:val="002C50FA"/>
    <w:rsid w:val="002C5ECB"/>
    <w:rsid w:val="002C63C9"/>
    <w:rsid w:val="002C6665"/>
    <w:rsid w:val="002C6709"/>
    <w:rsid w:val="002C6750"/>
    <w:rsid w:val="002C68BF"/>
    <w:rsid w:val="002C6A40"/>
    <w:rsid w:val="002C7501"/>
    <w:rsid w:val="002C75EB"/>
    <w:rsid w:val="002C793A"/>
    <w:rsid w:val="002C7A7A"/>
    <w:rsid w:val="002C7BB0"/>
    <w:rsid w:val="002C7E85"/>
    <w:rsid w:val="002D07D1"/>
    <w:rsid w:val="002D08C7"/>
    <w:rsid w:val="002D0A55"/>
    <w:rsid w:val="002D0A76"/>
    <w:rsid w:val="002D0DE6"/>
    <w:rsid w:val="002D0F07"/>
    <w:rsid w:val="002D12CF"/>
    <w:rsid w:val="002D1439"/>
    <w:rsid w:val="002D1757"/>
    <w:rsid w:val="002D17F1"/>
    <w:rsid w:val="002D18B7"/>
    <w:rsid w:val="002D1E19"/>
    <w:rsid w:val="002D1FAC"/>
    <w:rsid w:val="002D1FBE"/>
    <w:rsid w:val="002D2A85"/>
    <w:rsid w:val="002D2AFF"/>
    <w:rsid w:val="002D2DFE"/>
    <w:rsid w:val="002D3B79"/>
    <w:rsid w:val="002D3D9F"/>
    <w:rsid w:val="002D44DA"/>
    <w:rsid w:val="002D44FA"/>
    <w:rsid w:val="002D4B31"/>
    <w:rsid w:val="002D595F"/>
    <w:rsid w:val="002D5EFE"/>
    <w:rsid w:val="002D604E"/>
    <w:rsid w:val="002D67EF"/>
    <w:rsid w:val="002D6D08"/>
    <w:rsid w:val="002D797C"/>
    <w:rsid w:val="002D7A3C"/>
    <w:rsid w:val="002E06D9"/>
    <w:rsid w:val="002E0725"/>
    <w:rsid w:val="002E07AE"/>
    <w:rsid w:val="002E0BAA"/>
    <w:rsid w:val="002E0D0A"/>
    <w:rsid w:val="002E0DAE"/>
    <w:rsid w:val="002E156B"/>
    <w:rsid w:val="002E1DF0"/>
    <w:rsid w:val="002E36C6"/>
    <w:rsid w:val="002E39C7"/>
    <w:rsid w:val="002E3B78"/>
    <w:rsid w:val="002E3DE2"/>
    <w:rsid w:val="002E489F"/>
    <w:rsid w:val="002E5100"/>
    <w:rsid w:val="002E56E6"/>
    <w:rsid w:val="002E676A"/>
    <w:rsid w:val="002E67C4"/>
    <w:rsid w:val="002E780D"/>
    <w:rsid w:val="002E7BD4"/>
    <w:rsid w:val="002F0266"/>
    <w:rsid w:val="002F0451"/>
    <w:rsid w:val="002F12B0"/>
    <w:rsid w:val="002F1589"/>
    <w:rsid w:val="002F1927"/>
    <w:rsid w:val="002F1929"/>
    <w:rsid w:val="002F1A82"/>
    <w:rsid w:val="002F1E86"/>
    <w:rsid w:val="002F216F"/>
    <w:rsid w:val="002F2376"/>
    <w:rsid w:val="002F237D"/>
    <w:rsid w:val="002F29EB"/>
    <w:rsid w:val="002F3322"/>
    <w:rsid w:val="002F3B3C"/>
    <w:rsid w:val="002F3C82"/>
    <w:rsid w:val="002F3F74"/>
    <w:rsid w:val="002F47AF"/>
    <w:rsid w:val="002F53E8"/>
    <w:rsid w:val="002F5B05"/>
    <w:rsid w:val="002F5B82"/>
    <w:rsid w:val="002F6280"/>
    <w:rsid w:val="002F6C5D"/>
    <w:rsid w:val="002F6D21"/>
    <w:rsid w:val="002F7E87"/>
    <w:rsid w:val="0030008C"/>
    <w:rsid w:val="0030078A"/>
    <w:rsid w:val="00300847"/>
    <w:rsid w:val="003022F3"/>
    <w:rsid w:val="003029B1"/>
    <w:rsid w:val="00302AA0"/>
    <w:rsid w:val="00302C1F"/>
    <w:rsid w:val="00302C31"/>
    <w:rsid w:val="00302E20"/>
    <w:rsid w:val="00302FF9"/>
    <w:rsid w:val="0030302F"/>
    <w:rsid w:val="003036DF"/>
    <w:rsid w:val="0030382C"/>
    <w:rsid w:val="00303AD4"/>
    <w:rsid w:val="0030412F"/>
    <w:rsid w:val="00304674"/>
    <w:rsid w:val="00305074"/>
    <w:rsid w:val="00305136"/>
    <w:rsid w:val="003053DE"/>
    <w:rsid w:val="0030575B"/>
    <w:rsid w:val="003062B3"/>
    <w:rsid w:val="003065B3"/>
    <w:rsid w:val="00306733"/>
    <w:rsid w:val="00306F74"/>
    <w:rsid w:val="00306F94"/>
    <w:rsid w:val="003073A4"/>
    <w:rsid w:val="00307607"/>
    <w:rsid w:val="00307755"/>
    <w:rsid w:val="00310270"/>
    <w:rsid w:val="00310279"/>
    <w:rsid w:val="00310C3C"/>
    <w:rsid w:val="00311349"/>
    <w:rsid w:val="00311BE4"/>
    <w:rsid w:val="00311F6A"/>
    <w:rsid w:val="00312921"/>
    <w:rsid w:val="00312BB4"/>
    <w:rsid w:val="00312F5D"/>
    <w:rsid w:val="00313505"/>
    <w:rsid w:val="0031465C"/>
    <w:rsid w:val="003147F8"/>
    <w:rsid w:val="00314FD3"/>
    <w:rsid w:val="003151B0"/>
    <w:rsid w:val="003152EB"/>
    <w:rsid w:val="003153E9"/>
    <w:rsid w:val="00315B39"/>
    <w:rsid w:val="00316630"/>
    <w:rsid w:val="00316BC3"/>
    <w:rsid w:val="0031746C"/>
    <w:rsid w:val="00317C29"/>
    <w:rsid w:val="00320506"/>
    <w:rsid w:val="003206EE"/>
    <w:rsid w:val="00320BF4"/>
    <w:rsid w:val="00320E16"/>
    <w:rsid w:val="003212A1"/>
    <w:rsid w:val="00321437"/>
    <w:rsid w:val="00321633"/>
    <w:rsid w:val="00322382"/>
    <w:rsid w:val="003225B5"/>
    <w:rsid w:val="003229F2"/>
    <w:rsid w:val="00323849"/>
    <w:rsid w:val="00323C00"/>
    <w:rsid w:val="00323CAF"/>
    <w:rsid w:val="0032447C"/>
    <w:rsid w:val="003246AB"/>
    <w:rsid w:val="003251BA"/>
    <w:rsid w:val="003257DD"/>
    <w:rsid w:val="00326096"/>
    <w:rsid w:val="0032627B"/>
    <w:rsid w:val="00326814"/>
    <w:rsid w:val="00326F39"/>
    <w:rsid w:val="003273FB"/>
    <w:rsid w:val="00327C50"/>
    <w:rsid w:val="00327E2B"/>
    <w:rsid w:val="00327EEA"/>
    <w:rsid w:val="0033089C"/>
    <w:rsid w:val="003308EE"/>
    <w:rsid w:val="00330B89"/>
    <w:rsid w:val="00330F29"/>
    <w:rsid w:val="00330F9A"/>
    <w:rsid w:val="003310EC"/>
    <w:rsid w:val="00331DF6"/>
    <w:rsid w:val="00332020"/>
    <w:rsid w:val="0033264B"/>
    <w:rsid w:val="00332786"/>
    <w:rsid w:val="00332D92"/>
    <w:rsid w:val="00333A71"/>
    <w:rsid w:val="00333ABE"/>
    <w:rsid w:val="00333BC1"/>
    <w:rsid w:val="00333CFB"/>
    <w:rsid w:val="00334E19"/>
    <w:rsid w:val="003359BF"/>
    <w:rsid w:val="00335A09"/>
    <w:rsid w:val="00335E7D"/>
    <w:rsid w:val="00335ECC"/>
    <w:rsid w:val="00335F5F"/>
    <w:rsid w:val="0033610F"/>
    <w:rsid w:val="003376EE"/>
    <w:rsid w:val="003378A0"/>
    <w:rsid w:val="0033793B"/>
    <w:rsid w:val="00337F31"/>
    <w:rsid w:val="003410B1"/>
    <w:rsid w:val="003414E7"/>
    <w:rsid w:val="0034193C"/>
    <w:rsid w:val="003419CE"/>
    <w:rsid w:val="00341B0A"/>
    <w:rsid w:val="003422AF"/>
    <w:rsid w:val="00342740"/>
    <w:rsid w:val="003427D0"/>
    <w:rsid w:val="00342E04"/>
    <w:rsid w:val="003431B1"/>
    <w:rsid w:val="003433A1"/>
    <w:rsid w:val="00343754"/>
    <w:rsid w:val="003437F3"/>
    <w:rsid w:val="003438B8"/>
    <w:rsid w:val="00343902"/>
    <w:rsid w:val="003446D6"/>
    <w:rsid w:val="00344790"/>
    <w:rsid w:val="00344B94"/>
    <w:rsid w:val="00344DB6"/>
    <w:rsid w:val="003452D9"/>
    <w:rsid w:val="003455DD"/>
    <w:rsid w:val="0034567C"/>
    <w:rsid w:val="00345AD5"/>
    <w:rsid w:val="00345D87"/>
    <w:rsid w:val="003469CC"/>
    <w:rsid w:val="00346D16"/>
    <w:rsid w:val="0034737A"/>
    <w:rsid w:val="0034777F"/>
    <w:rsid w:val="00347D9C"/>
    <w:rsid w:val="0035072A"/>
    <w:rsid w:val="00351E19"/>
    <w:rsid w:val="00351E47"/>
    <w:rsid w:val="00352545"/>
    <w:rsid w:val="00352A98"/>
    <w:rsid w:val="00352BE6"/>
    <w:rsid w:val="00352CB9"/>
    <w:rsid w:val="00354883"/>
    <w:rsid w:val="00354AF5"/>
    <w:rsid w:val="00354BA5"/>
    <w:rsid w:val="00356303"/>
    <w:rsid w:val="00356317"/>
    <w:rsid w:val="00356D16"/>
    <w:rsid w:val="0035786B"/>
    <w:rsid w:val="00357990"/>
    <w:rsid w:val="00360343"/>
    <w:rsid w:val="00360397"/>
    <w:rsid w:val="00360ABB"/>
    <w:rsid w:val="00360C72"/>
    <w:rsid w:val="0036165C"/>
    <w:rsid w:val="003618AA"/>
    <w:rsid w:val="003620E7"/>
    <w:rsid w:val="00362A83"/>
    <w:rsid w:val="003631DB"/>
    <w:rsid w:val="00363EEE"/>
    <w:rsid w:val="00364414"/>
    <w:rsid w:val="00364E90"/>
    <w:rsid w:val="00365796"/>
    <w:rsid w:val="00365E3B"/>
    <w:rsid w:val="003660A2"/>
    <w:rsid w:val="00366649"/>
    <w:rsid w:val="003667E5"/>
    <w:rsid w:val="00366C49"/>
    <w:rsid w:val="00366E40"/>
    <w:rsid w:val="00366F72"/>
    <w:rsid w:val="00367173"/>
    <w:rsid w:val="00367B96"/>
    <w:rsid w:val="003700EA"/>
    <w:rsid w:val="00370241"/>
    <w:rsid w:val="003703D1"/>
    <w:rsid w:val="00370840"/>
    <w:rsid w:val="0037115C"/>
    <w:rsid w:val="00371E4A"/>
    <w:rsid w:val="00371FD3"/>
    <w:rsid w:val="00372082"/>
    <w:rsid w:val="0037264A"/>
    <w:rsid w:val="0037289A"/>
    <w:rsid w:val="003728B8"/>
    <w:rsid w:val="00372A26"/>
    <w:rsid w:val="00372BAA"/>
    <w:rsid w:val="003735FA"/>
    <w:rsid w:val="0037402E"/>
    <w:rsid w:val="0037456F"/>
    <w:rsid w:val="00374ED7"/>
    <w:rsid w:val="00374EE4"/>
    <w:rsid w:val="0037513E"/>
    <w:rsid w:val="003752BE"/>
    <w:rsid w:val="00375766"/>
    <w:rsid w:val="00375811"/>
    <w:rsid w:val="003766BD"/>
    <w:rsid w:val="00376719"/>
    <w:rsid w:val="0037683D"/>
    <w:rsid w:val="00376CCC"/>
    <w:rsid w:val="0037725D"/>
    <w:rsid w:val="003773BB"/>
    <w:rsid w:val="003775C4"/>
    <w:rsid w:val="00377D90"/>
    <w:rsid w:val="00380280"/>
    <w:rsid w:val="00380D6B"/>
    <w:rsid w:val="00381112"/>
    <w:rsid w:val="00381A0A"/>
    <w:rsid w:val="00381CC2"/>
    <w:rsid w:val="00381E53"/>
    <w:rsid w:val="0038236F"/>
    <w:rsid w:val="003829E5"/>
    <w:rsid w:val="00382EAB"/>
    <w:rsid w:val="00383150"/>
    <w:rsid w:val="003831A6"/>
    <w:rsid w:val="0038549B"/>
    <w:rsid w:val="003857B4"/>
    <w:rsid w:val="003859E5"/>
    <w:rsid w:val="00385CB9"/>
    <w:rsid w:val="00385EFA"/>
    <w:rsid w:val="0038610A"/>
    <w:rsid w:val="003867E4"/>
    <w:rsid w:val="003868E8"/>
    <w:rsid w:val="00386AD4"/>
    <w:rsid w:val="00386D42"/>
    <w:rsid w:val="003875A6"/>
    <w:rsid w:val="00387747"/>
    <w:rsid w:val="0038778B"/>
    <w:rsid w:val="00387D29"/>
    <w:rsid w:val="00387FA0"/>
    <w:rsid w:val="00390256"/>
    <w:rsid w:val="003909DA"/>
    <w:rsid w:val="00390ACD"/>
    <w:rsid w:val="00390D10"/>
    <w:rsid w:val="00390FFF"/>
    <w:rsid w:val="00391FB8"/>
    <w:rsid w:val="003923C0"/>
    <w:rsid w:val="0039303D"/>
    <w:rsid w:val="00393B32"/>
    <w:rsid w:val="00393E7C"/>
    <w:rsid w:val="003945C6"/>
    <w:rsid w:val="003946C5"/>
    <w:rsid w:val="00394845"/>
    <w:rsid w:val="00394CD6"/>
    <w:rsid w:val="003954DC"/>
    <w:rsid w:val="0039599F"/>
    <w:rsid w:val="0039662A"/>
    <w:rsid w:val="00396D9A"/>
    <w:rsid w:val="00397716"/>
    <w:rsid w:val="00397BB7"/>
    <w:rsid w:val="00397CD2"/>
    <w:rsid w:val="00397FE8"/>
    <w:rsid w:val="00397FEB"/>
    <w:rsid w:val="003A0335"/>
    <w:rsid w:val="003A05C6"/>
    <w:rsid w:val="003A1314"/>
    <w:rsid w:val="003A161E"/>
    <w:rsid w:val="003A16E6"/>
    <w:rsid w:val="003A1D39"/>
    <w:rsid w:val="003A2071"/>
    <w:rsid w:val="003A4A99"/>
    <w:rsid w:val="003A4C4C"/>
    <w:rsid w:val="003A6032"/>
    <w:rsid w:val="003A60B2"/>
    <w:rsid w:val="003A7F1D"/>
    <w:rsid w:val="003B0C3F"/>
    <w:rsid w:val="003B0F0C"/>
    <w:rsid w:val="003B0F13"/>
    <w:rsid w:val="003B1B4E"/>
    <w:rsid w:val="003B223E"/>
    <w:rsid w:val="003B2313"/>
    <w:rsid w:val="003B2EEB"/>
    <w:rsid w:val="003B3028"/>
    <w:rsid w:val="003B33CD"/>
    <w:rsid w:val="003B38E9"/>
    <w:rsid w:val="003B40B3"/>
    <w:rsid w:val="003B4B14"/>
    <w:rsid w:val="003B6302"/>
    <w:rsid w:val="003B67C8"/>
    <w:rsid w:val="003B6B7F"/>
    <w:rsid w:val="003C0719"/>
    <w:rsid w:val="003C0CFC"/>
    <w:rsid w:val="003C0D7C"/>
    <w:rsid w:val="003C1689"/>
    <w:rsid w:val="003C1BE2"/>
    <w:rsid w:val="003C2C51"/>
    <w:rsid w:val="003C3553"/>
    <w:rsid w:val="003C38F8"/>
    <w:rsid w:val="003C3CC3"/>
    <w:rsid w:val="003C43C7"/>
    <w:rsid w:val="003C4939"/>
    <w:rsid w:val="003C4BC0"/>
    <w:rsid w:val="003C4D22"/>
    <w:rsid w:val="003C6107"/>
    <w:rsid w:val="003C655E"/>
    <w:rsid w:val="003C6699"/>
    <w:rsid w:val="003C7025"/>
    <w:rsid w:val="003C773D"/>
    <w:rsid w:val="003C7A29"/>
    <w:rsid w:val="003C7F42"/>
    <w:rsid w:val="003D0449"/>
    <w:rsid w:val="003D1AA0"/>
    <w:rsid w:val="003D20CD"/>
    <w:rsid w:val="003D20FB"/>
    <w:rsid w:val="003D2173"/>
    <w:rsid w:val="003D2268"/>
    <w:rsid w:val="003D246A"/>
    <w:rsid w:val="003D2499"/>
    <w:rsid w:val="003D2DEE"/>
    <w:rsid w:val="003D3B05"/>
    <w:rsid w:val="003D3BBD"/>
    <w:rsid w:val="003D3F12"/>
    <w:rsid w:val="003D3F9F"/>
    <w:rsid w:val="003D3FB6"/>
    <w:rsid w:val="003D4B42"/>
    <w:rsid w:val="003D5C62"/>
    <w:rsid w:val="003D5FA7"/>
    <w:rsid w:val="003D658E"/>
    <w:rsid w:val="003D6AF5"/>
    <w:rsid w:val="003D701B"/>
    <w:rsid w:val="003D77BE"/>
    <w:rsid w:val="003D7A11"/>
    <w:rsid w:val="003D7CFA"/>
    <w:rsid w:val="003D7DA3"/>
    <w:rsid w:val="003E0B6F"/>
    <w:rsid w:val="003E1629"/>
    <w:rsid w:val="003E1680"/>
    <w:rsid w:val="003E1B24"/>
    <w:rsid w:val="003E1F17"/>
    <w:rsid w:val="003E22E0"/>
    <w:rsid w:val="003E2592"/>
    <w:rsid w:val="003E2AA4"/>
    <w:rsid w:val="003E3107"/>
    <w:rsid w:val="003E3439"/>
    <w:rsid w:val="003E3C0F"/>
    <w:rsid w:val="003E400C"/>
    <w:rsid w:val="003E4408"/>
    <w:rsid w:val="003E48F9"/>
    <w:rsid w:val="003E4C5B"/>
    <w:rsid w:val="003E4CC4"/>
    <w:rsid w:val="003E50DC"/>
    <w:rsid w:val="003E5496"/>
    <w:rsid w:val="003E57C2"/>
    <w:rsid w:val="003E5AD2"/>
    <w:rsid w:val="003E681C"/>
    <w:rsid w:val="003E7254"/>
    <w:rsid w:val="003E7825"/>
    <w:rsid w:val="003E7B2A"/>
    <w:rsid w:val="003E7DF2"/>
    <w:rsid w:val="003F01FF"/>
    <w:rsid w:val="003F0730"/>
    <w:rsid w:val="003F0C2D"/>
    <w:rsid w:val="003F0C35"/>
    <w:rsid w:val="003F0CAE"/>
    <w:rsid w:val="003F1492"/>
    <w:rsid w:val="003F15C7"/>
    <w:rsid w:val="003F1C6C"/>
    <w:rsid w:val="003F252E"/>
    <w:rsid w:val="003F3894"/>
    <w:rsid w:val="003F3AA4"/>
    <w:rsid w:val="003F3BD8"/>
    <w:rsid w:val="003F58AE"/>
    <w:rsid w:val="003F5BD9"/>
    <w:rsid w:val="003F609A"/>
    <w:rsid w:val="003F68DD"/>
    <w:rsid w:val="003F6B60"/>
    <w:rsid w:val="003F6BC3"/>
    <w:rsid w:val="003F6FD0"/>
    <w:rsid w:val="003F7025"/>
    <w:rsid w:val="003F7584"/>
    <w:rsid w:val="003F76E6"/>
    <w:rsid w:val="003F7908"/>
    <w:rsid w:val="003F7EB3"/>
    <w:rsid w:val="004007F7"/>
    <w:rsid w:val="0040105D"/>
    <w:rsid w:val="00401279"/>
    <w:rsid w:val="0040128F"/>
    <w:rsid w:val="00401607"/>
    <w:rsid w:val="004017CA"/>
    <w:rsid w:val="00401EF9"/>
    <w:rsid w:val="00402014"/>
    <w:rsid w:val="004020F4"/>
    <w:rsid w:val="004023B8"/>
    <w:rsid w:val="00402714"/>
    <w:rsid w:val="00403457"/>
    <w:rsid w:val="00403B0F"/>
    <w:rsid w:val="00403BD0"/>
    <w:rsid w:val="00403EE3"/>
    <w:rsid w:val="004043D1"/>
    <w:rsid w:val="0040445B"/>
    <w:rsid w:val="00404B24"/>
    <w:rsid w:val="00404C66"/>
    <w:rsid w:val="00405C89"/>
    <w:rsid w:val="00405E72"/>
    <w:rsid w:val="00406027"/>
    <w:rsid w:val="004062A8"/>
    <w:rsid w:val="00406DD6"/>
    <w:rsid w:val="00407008"/>
    <w:rsid w:val="00407047"/>
    <w:rsid w:val="004073BD"/>
    <w:rsid w:val="0040765F"/>
    <w:rsid w:val="00407A3D"/>
    <w:rsid w:val="004111E4"/>
    <w:rsid w:val="00411A9A"/>
    <w:rsid w:val="0041212D"/>
    <w:rsid w:val="00412188"/>
    <w:rsid w:val="004122E1"/>
    <w:rsid w:val="004124BB"/>
    <w:rsid w:val="00413449"/>
    <w:rsid w:val="00413720"/>
    <w:rsid w:val="00413C51"/>
    <w:rsid w:val="00414541"/>
    <w:rsid w:val="00414E50"/>
    <w:rsid w:val="00414F27"/>
    <w:rsid w:val="00414FAD"/>
    <w:rsid w:val="00415191"/>
    <w:rsid w:val="004159E0"/>
    <w:rsid w:val="00415AE5"/>
    <w:rsid w:val="00415B71"/>
    <w:rsid w:val="00415CFF"/>
    <w:rsid w:val="0041656B"/>
    <w:rsid w:val="00416F69"/>
    <w:rsid w:val="00416FA4"/>
    <w:rsid w:val="00416FCA"/>
    <w:rsid w:val="00417367"/>
    <w:rsid w:val="00417503"/>
    <w:rsid w:val="004202C3"/>
    <w:rsid w:val="004203BF"/>
    <w:rsid w:val="004204F4"/>
    <w:rsid w:val="004209AF"/>
    <w:rsid w:val="00420D51"/>
    <w:rsid w:val="00420F6C"/>
    <w:rsid w:val="004214A7"/>
    <w:rsid w:val="00421604"/>
    <w:rsid w:val="004216BE"/>
    <w:rsid w:val="00421893"/>
    <w:rsid w:val="004225D6"/>
    <w:rsid w:val="00422857"/>
    <w:rsid w:val="0042293F"/>
    <w:rsid w:val="00422F75"/>
    <w:rsid w:val="00423A5E"/>
    <w:rsid w:val="00423D0D"/>
    <w:rsid w:val="00423D16"/>
    <w:rsid w:val="00423D93"/>
    <w:rsid w:val="004247B1"/>
    <w:rsid w:val="00424C56"/>
    <w:rsid w:val="00425147"/>
    <w:rsid w:val="00425789"/>
    <w:rsid w:val="004257B2"/>
    <w:rsid w:val="00425D5D"/>
    <w:rsid w:val="00426247"/>
    <w:rsid w:val="00426803"/>
    <w:rsid w:val="004270AA"/>
    <w:rsid w:val="004274C2"/>
    <w:rsid w:val="00427C63"/>
    <w:rsid w:val="00430AA7"/>
    <w:rsid w:val="00431D9D"/>
    <w:rsid w:val="00432239"/>
    <w:rsid w:val="00432349"/>
    <w:rsid w:val="00432458"/>
    <w:rsid w:val="00432486"/>
    <w:rsid w:val="00433264"/>
    <w:rsid w:val="00433888"/>
    <w:rsid w:val="00433B1B"/>
    <w:rsid w:val="00433E35"/>
    <w:rsid w:val="00433F45"/>
    <w:rsid w:val="004344E7"/>
    <w:rsid w:val="00434769"/>
    <w:rsid w:val="0043496E"/>
    <w:rsid w:val="0043593B"/>
    <w:rsid w:val="00435B17"/>
    <w:rsid w:val="0043669D"/>
    <w:rsid w:val="00436DA8"/>
    <w:rsid w:val="00436DAF"/>
    <w:rsid w:val="0043711F"/>
    <w:rsid w:val="00437190"/>
    <w:rsid w:val="00437214"/>
    <w:rsid w:val="00437B74"/>
    <w:rsid w:val="00437C28"/>
    <w:rsid w:val="00437D6D"/>
    <w:rsid w:val="00440878"/>
    <w:rsid w:val="0044103A"/>
    <w:rsid w:val="00441681"/>
    <w:rsid w:val="004418A5"/>
    <w:rsid w:val="00441D54"/>
    <w:rsid w:val="00442373"/>
    <w:rsid w:val="0044263D"/>
    <w:rsid w:val="00442D0C"/>
    <w:rsid w:val="00442FE0"/>
    <w:rsid w:val="0044324B"/>
    <w:rsid w:val="00443425"/>
    <w:rsid w:val="004435AC"/>
    <w:rsid w:val="00443B7C"/>
    <w:rsid w:val="00443EC6"/>
    <w:rsid w:val="00443F2F"/>
    <w:rsid w:val="004441D5"/>
    <w:rsid w:val="00444B3E"/>
    <w:rsid w:val="00445080"/>
    <w:rsid w:val="004452F2"/>
    <w:rsid w:val="00445625"/>
    <w:rsid w:val="00445843"/>
    <w:rsid w:val="00445CA7"/>
    <w:rsid w:val="00446037"/>
    <w:rsid w:val="004461DE"/>
    <w:rsid w:val="0044640C"/>
    <w:rsid w:val="0044653C"/>
    <w:rsid w:val="0044659E"/>
    <w:rsid w:val="0044677D"/>
    <w:rsid w:val="00446872"/>
    <w:rsid w:val="00446AB2"/>
    <w:rsid w:val="00446E81"/>
    <w:rsid w:val="004470B8"/>
    <w:rsid w:val="0044745D"/>
    <w:rsid w:val="004503A4"/>
    <w:rsid w:val="00450723"/>
    <w:rsid w:val="00450A7D"/>
    <w:rsid w:val="00450BF8"/>
    <w:rsid w:val="004511A3"/>
    <w:rsid w:val="004511BD"/>
    <w:rsid w:val="00451F31"/>
    <w:rsid w:val="0045231A"/>
    <w:rsid w:val="00452335"/>
    <w:rsid w:val="0045233D"/>
    <w:rsid w:val="00452693"/>
    <w:rsid w:val="004527CF"/>
    <w:rsid w:val="00452EA7"/>
    <w:rsid w:val="00453125"/>
    <w:rsid w:val="00453142"/>
    <w:rsid w:val="0045362B"/>
    <w:rsid w:val="00453823"/>
    <w:rsid w:val="00453C3D"/>
    <w:rsid w:val="0045400C"/>
    <w:rsid w:val="00454089"/>
    <w:rsid w:val="00454B56"/>
    <w:rsid w:val="00454B8A"/>
    <w:rsid w:val="004552CB"/>
    <w:rsid w:val="004553AD"/>
    <w:rsid w:val="004555DE"/>
    <w:rsid w:val="00455B78"/>
    <w:rsid w:val="00455C83"/>
    <w:rsid w:val="00455D67"/>
    <w:rsid w:val="00455FD6"/>
    <w:rsid w:val="004560D6"/>
    <w:rsid w:val="0045663D"/>
    <w:rsid w:val="004568F3"/>
    <w:rsid w:val="0045697A"/>
    <w:rsid w:val="00457510"/>
    <w:rsid w:val="0045765D"/>
    <w:rsid w:val="00457AEA"/>
    <w:rsid w:val="00457D0B"/>
    <w:rsid w:val="00457DD1"/>
    <w:rsid w:val="004605B7"/>
    <w:rsid w:val="00460814"/>
    <w:rsid w:val="00460AD1"/>
    <w:rsid w:val="00460B95"/>
    <w:rsid w:val="004615AF"/>
    <w:rsid w:val="004616AA"/>
    <w:rsid w:val="00461F67"/>
    <w:rsid w:val="00462180"/>
    <w:rsid w:val="00463328"/>
    <w:rsid w:val="00463E81"/>
    <w:rsid w:val="0046412E"/>
    <w:rsid w:val="00464727"/>
    <w:rsid w:val="00464D7D"/>
    <w:rsid w:val="0046554E"/>
    <w:rsid w:val="00465783"/>
    <w:rsid w:val="004657F8"/>
    <w:rsid w:val="004659E7"/>
    <w:rsid w:val="00466508"/>
    <w:rsid w:val="0046723D"/>
    <w:rsid w:val="0046770E"/>
    <w:rsid w:val="0047010F"/>
    <w:rsid w:val="0047019D"/>
    <w:rsid w:val="004707FD"/>
    <w:rsid w:val="0047107A"/>
    <w:rsid w:val="004715A8"/>
    <w:rsid w:val="00471634"/>
    <w:rsid w:val="004717B8"/>
    <w:rsid w:val="00471A1C"/>
    <w:rsid w:val="00471C05"/>
    <w:rsid w:val="00471E5F"/>
    <w:rsid w:val="004728F8"/>
    <w:rsid w:val="00473A38"/>
    <w:rsid w:val="00473B0A"/>
    <w:rsid w:val="00473D7D"/>
    <w:rsid w:val="004740F0"/>
    <w:rsid w:val="00474E45"/>
    <w:rsid w:val="0047596C"/>
    <w:rsid w:val="00475ADA"/>
    <w:rsid w:val="00476026"/>
    <w:rsid w:val="00476D8C"/>
    <w:rsid w:val="004773A5"/>
    <w:rsid w:val="0047792D"/>
    <w:rsid w:val="00477BF7"/>
    <w:rsid w:val="004807C7"/>
    <w:rsid w:val="00480864"/>
    <w:rsid w:val="00481165"/>
    <w:rsid w:val="004815EA"/>
    <w:rsid w:val="004816A3"/>
    <w:rsid w:val="00481F2B"/>
    <w:rsid w:val="0048216F"/>
    <w:rsid w:val="004828B3"/>
    <w:rsid w:val="00483222"/>
    <w:rsid w:val="004832E5"/>
    <w:rsid w:val="00483420"/>
    <w:rsid w:val="0048356A"/>
    <w:rsid w:val="0048370B"/>
    <w:rsid w:val="00483CA1"/>
    <w:rsid w:val="00484155"/>
    <w:rsid w:val="00484487"/>
    <w:rsid w:val="0048470E"/>
    <w:rsid w:val="004849B5"/>
    <w:rsid w:val="00485081"/>
    <w:rsid w:val="00485187"/>
    <w:rsid w:val="00485590"/>
    <w:rsid w:val="004855F3"/>
    <w:rsid w:val="004856E2"/>
    <w:rsid w:val="00485BF7"/>
    <w:rsid w:val="00486177"/>
    <w:rsid w:val="00486AFA"/>
    <w:rsid w:val="00487570"/>
    <w:rsid w:val="00487726"/>
    <w:rsid w:val="00487C91"/>
    <w:rsid w:val="00487D34"/>
    <w:rsid w:val="00487DD3"/>
    <w:rsid w:val="00490AC7"/>
    <w:rsid w:val="00490B41"/>
    <w:rsid w:val="00490CF5"/>
    <w:rsid w:val="0049168C"/>
    <w:rsid w:val="00491DB0"/>
    <w:rsid w:val="0049203A"/>
    <w:rsid w:val="0049219E"/>
    <w:rsid w:val="0049223E"/>
    <w:rsid w:val="004925DB"/>
    <w:rsid w:val="004927C8"/>
    <w:rsid w:val="00493095"/>
    <w:rsid w:val="00493546"/>
    <w:rsid w:val="004935F1"/>
    <w:rsid w:val="0049399F"/>
    <w:rsid w:val="00493C73"/>
    <w:rsid w:val="004948F1"/>
    <w:rsid w:val="00494D40"/>
    <w:rsid w:val="00494DA0"/>
    <w:rsid w:val="0049542E"/>
    <w:rsid w:val="004966A0"/>
    <w:rsid w:val="00496C62"/>
    <w:rsid w:val="00497CB3"/>
    <w:rsid w:val="00497E9E"/>
    <w:rsid w:val="004A0880"/>
    <w:rsid w:val="004A0EF1"/>
    <w:rsid w:val="004A11A2"/>
    <w:rsid w:val="004A18FD"/>
    <w:rsid w:val="004A1F51"/>
    <w:rsid w:val="004A1F56"/>
    <w:rsid w:val="004A361B"/>
    <w:rsid w:val="004A3B17"/>
    <w:rsid w:val="004A426B"/>
    <w:rsid w:val="004A42B3"/>
    <w:rsid w:val="004A4A23"/>
    <w:rsid w:val="004A5638"/>
    <w:rsid w:val="004A5F62"/>
    <w:rsid w:val="004A61E6"/>
    <w:rsid w:val="004A6488"/>
    <w:rsid w:val="004A6A59"/>
    <w:rsid w:val="004A6F19"/>
    <w:rsid w:val="004A6F62"/>
    <w:rsid w:val="004A709B"/>
    <w:rsid w:val="004A73BF"/>
    <w:rsid w:val="004A7658"/>
    <w:rsid w:val="004A7BF2"/>
    <w:rsid w:val="004A7C59"/>
    <w:rsid w:val="004B0042"/>
    <w:rsid w:val="004B0747"/>
    <w:rsid w:val="004B1243"/>
    <w:rsid w:val="004B145A"/>
    <w:rsid w:val="004B1935"/>
    <w:rsid w:val="004B3539"/>
    <w:rsid w:val="004B4DDA"/>
    <w:rsid w:val="004B4E81"/>
    <w:rsid w:val="004B4FC6"/>
    <w:rsid w:val="004B5994"/>
    <w:rsid w:val="004B6444"/>
    <w:rsid w:val="004B6875"/>
    <w:rsid w:val="004B6FC1"/>
    <w:rsid w:val="004B7291"/>
    <w:rsid w:val="004B741E"/>
    <w:rsid w:val="004C018F"/>
    <w:rsid w:val="004C025E"/>
    <w:rsid w:val="004C0439"/>
    <w:rsid w:val="004C0780"/>
    <w:rsid w:val="004C0FE0"/>
    <w:rsid w:val="004C141E"/>
    <w:rsid w:val="004C15BC"/>
    <w:rsid w:val="004C16BC"/>
    <w:rsid w:val="004C1C5F"/>
    <w:rsid w:val="004C20ED"/>
    <w:rsid w:val="004C26CF"/>
    <w:rsid w:val="004C2725"/>
    <w:rsid w:val="004C2CE1"/>
    <w:rsid w:val="004C325A"/>
    <w:rsid w:val="004C33BE"/>
    <w:rsid w:val="004C3596"/>
    <w:rsid w:val="004C3780"/>
    <w:rsid w:val="004C3B11"/>
    <w:rsid w:val="004C3D09"/>
    <w:rsid w:val="004C42DD"/>
    <w:rsid w:val="004C4D71"/>
    <w:rsid w:val="004C4DDC"/>
    <w:rsid w:val="004C4F20"/>
    <w:rsid w:val="004C51C2"/>
    <w:rsid w:val="004C5867"/>
    <w:rsid w:val="004C5A2E"/>
    <w:rsid w:val="004C6885"/>
    <w:rsid w:val="004C6F0F"/>
    <w:rsid w:val="004C74B6"/>
    <w:rsid w:val="004C7BE5"/>
    <w:rsid w:val="004D0BEA"/>
    <w:rsid w:val="004D0D1C"/>
    <w:rsid w:val="004D0ED1"/>
    <w:rsid w:val="004D0ED2"/>
    <w:rsid w:val="004D15E8"/>
    <w:rsid w:val="004D1741"/>
    <w:rsid w:val="004D1B3A"/>
    <w:rsid w:val="004D1DB2"/>
    <w:rsid w:val="004D1F69"/>
    <w:rsid w:val="004D26B0"/>
    <w:rsid w:val="004D2F3D"/>
    <w:rsid w:val="004D315D"/>
    <w:rsid w:val="004D3303"/>
    <w:rsid w:val="004D36FC"/>
    <w:rsid w:val="004D3723"/>
    <w:rsid w:val="004D3B1C"/>
    <w:rsid w:val="004D3E57"/>
    <w:rsid w:val="004D4840"/>
    <w:rsid w:val="004D4A7B"/>
    <w:rsid w:val="004D4D95"/>
    <w:rsid w:val="004D518E"/>
    <w:rsid w:val="004D51F6"/>
    <w:rsid w:val="004D5318"/>
    <w:rsid w:val="004D564E"/>
    <w:rsid w:val="004D5CDD"/>
    <w:rsid w:val="004D647F"/>
    <w:rsid w:val="004D7551"/>
    <w:rsid w:val="004D776C"/>
    <w:rsid w:val="004D7801"/>
    <w:rsid w:val="004E005C"/>
    <w:rsid w:val="004E07BE"/>
    <w:rsid w:val="004E187F"/>
    <w:rsid w:val="004E193F"/>
    <w:rsid w:val="004E1A95"/>
    <w:rsid w:val="004E253D"/>
    <w:rsid w:val="004E25D5"/>
    <w:rsid w:val="004E3791"/>
    <w:rsid w:val="004E3923"/>
    <w:rsid w:val="004E3A12"/>
    <w:rsid w:val="004E3F83"/>
    <w:rsid w:val="004E4104"/>
    <w:rsid w:val="004E444A"/>
    <w:rsid w:val="004E4CE0"/>
    <w:rsid w:val="004E4D40"/>
    <w:rsid w:val="004E501E"/>
    <w:rsid w:val="004E506F"/>
    <w:rsid w:val="004E53B3"/>
    <w:rsid w:val="004E5D1E"/>
    <w:rsid w:val="004E69B4"/>
    <w:rsid w:val="004E69C4"/>
    <w:rsid w:val="004E6D6F"/>
    <w:rsid w:val="004E78AC"/>
    <w:rsid w:val="004F0025"/>
    <w:rsid w:val="004F1106"/>
    <w:rsid w:val="004F14E9"/>
    <w:rsid w:val="004F182F"/>
    <w:rsid w:val="004F2028"/>
    <w:rsid w:val="004F216A"/>
    <w:rsid w:val="004F4999"/>
    <w:rsid w:val="004F5507"/>
    <w:rsid w:val="004F57ED"/>
    <w:rsid w:val="004F5993"/>
    <w:rsid w:val="004F5AEF"/>
    <w:rsid w:val="004F5CEE"/>
    <w:rsid w:val="004F71F8"/>
    <w:rsid w:val="004F7FD0"/>
    <w:rsid w:val="0050000B"/>
    <w:rsid w:val="0050052E"/>
    <w:rsid w:val="00500788"/>
    <w:rsid w:val="005007D8"/>
    <w:rsid w:val="00500F82"/>
    <w:rsid w:val="00501673"/>
    <w:rsid w:val="00501FE6"/>
    <w:rsid w:val="005020C1"/>
    <w:rsid w:val="00502D2E"/>
    <w:rsid w:val="00502E15"/>
    <w:rsid w:val="00503716"/>
    <w:rsid w:val="00503D16"/>
    <w:rsid w:val="0050567D"/>
    <w:rsid w:val="005059CA"/>
    <w:rsid w:val="00505DD1"/>
    <w:rsid w:val="00506085"/>
    <w:rsid w:val="005068FD"/>
    <w:rsid w:val="00507243"/>
    <w:rsid w:val="00507638"/>
    <w:rsid w:val="00507872"/>
    <w:rsid w:val="00507BA8"/>
    <w:rsid w:val="00510061"/>
    <w:rsid w:val="0051037E"/>
    <w:rsid w:val="0051085E"/>
    <w:rsid w:val="005108A9"/>
    <w:rsid w:val="00510904"/>
    <w:rsid w:val="005128B7"/>
    <w:rsid w:val="00512E7F"/>
    <w:rsid w:val="0051357F"/>
    <w:rsid w:val="00514637"/>
    <w:rsid w:val="005150C4"/>
    <w:rsid w:val="00515510"/>
    <w:rsid w:val="0051597A"/>
    <w:rsid w:val="00516B29"/>
    <w:rsid w:val="00516D72"/>
    <w:rsid w:val="00516DFE"/>
    <w:rsid w:val="00516F9A"/>
    <w:rsid w:val="005176A4"/>
    <w:rsid w:val="005176E2"/>
    <w:rsid w:val="0052009F"/>
    <w:rsid w:val="005201C8"/>
    <w:rsid w:val="00520333"/>
    <w:rsid w:val="005213CC"/>
    <w:rsid w:val="0052150B"/>
    <w:rsid w:val="005215DA"/>
    <w:rsid w:val="00521884"/>
    <w:rsid w:val="005221BA"/>
    <w:rsid w:val="005229DF"/>
    <w:rsid w:val="005239D8"/>
    <w:rsid w:val="00523B6D"/>
    <w:rsid w:val="00523CCC"/>
    <w:rsid w:val="00524027"/>
    <w:rsid w:val="0052417B"/>
    <w:rsid w:val="00524254"/>
    <w:rsid w:val="0052446D"/>
    <w:rsid w:val="0052460C"/>
    <w:rsid w:val="00524891"/>
    <w:rsid w:val="00524A8F"/>
    <w:rsid w:val="00524FCC"/>
    <w:rsid w:val="005253B5"/>
    <w:rsid w:val="005253E3"/>
    <w:rsid w:val="005253F0"/>
    <w:rsid w:val="00525429"/>
    <w:rsid w:val="00525695"/>
    <w:rsid w:val="005258F9"/>
    <w:rsid w:val="00525BD3"/>
    <w:rsid w:val="00525F72"/>
    <w:rsid w:val="0052647A"/>
    <w:rsid w:val="005267DC"/>
    <w:rsid w:val="00527175"/>
    <w:rsid w:val="0052755F"/>
    <w:rsid w:val="0052758C"/>
    <w:rsid w:val="005278C6"/>
    <w:rsid w:val="00527FFB"/>
    <w:rsid w:val="0053004B"/>
    <w:rsid w:val="0053130D"/>
    <w:rsid w:val="00531CC0"/>
    <w:rsid w:val="005327CC"/>
    <w:rsid w:val="00532C66"/>
    <w:rsid w:val="0053325F"/>
    <w:rsid w:val="00533265"/>
    <w:rsid w:val="00533D6B"/>
    <w:rsid w:val="00533DE7"/>
    <w:rsid w:val="00533F0B"/>
    <w:rsid w:val="005341EE"/>
    <w:rsid w:val="00535536"/>
    <w:rsid w:val="00535D07"/>
    <w:rsid w:val="00535E92"/>
    <w:rsid w:val="00535F1D"/>
    <w:rsid w:val="00536713"/>
    <w:rsid w:val="0053681A"/>
    <w:rsid w:val="00536C8B"/>
    <w:rsid w:val="005374DF"/>
    <w:rsid w:val="005377DD"/>
    <w:rsid w:val="00537840"/>
    <w:rsid w:val="005379AB"/>
    <w:rsid w:val="00537B49"/>
    <w:rsid w:val="0054039C"/>
    <w:rsid w:val="0054108F"/>
    <w:rsid w:val="00541163"/>
    <w:rsid w:val="005411E4"/>
    <w:rsid w:val="005419F4"/>
    <w:rsid w:val="00542623"/>
    <w:rsid w:val="00542C78"/>
    <w:rsid w:val="005433B7"/>
    <w:rsid w:val="00543427"/>
    <w:rsid w:val="005438AB"/>
    <w:rsid w:val="00543962"/>
    <w:rsid w:val="00543A9E"/>
    <w:rsid w:val="00543B64"/>
    <w:rsid w:val="00544712"/>
    <w:rsid w:val="005457F4"/>
    <w:rsid w:val="00545B99"/>
    <w:rsid w:val="00545C17"/>
    <w:rsid w:val="00545DCE"/>
    <w:rsid w:val="00546121"/>
    <w:rsid w:val="005463A3"/>
    <w:rsid w:val="00546825"/>
    <w:rsid w:val="00546EE8"/>
    <w:rsid w:val="0054731F"/>
    <w:rsid w:val="0054742D"/>
    <w:rsid w:val="005475A1"/>
    <w:rsid w:val="005479DB"/>
    <w:rsid w:val="005500C7"/>
    <w:rsid w:val="00550D1B"/>
    <w:rsid w:val="0055117C"/>
    <w:rsid w:val="00551BA5"/>
    <w:rsid w:val="00552118"/>
    <w:rsid w:val="0055255A"/>
    <w:rsid w:val="00552A6C"/>
    <w:rsid w:val="00554426"/>
    <w:rsid w:val="00554570"/>
    <w:rsid w:val="00554A98"/>
    <w:rsid w:val="00554E87"/>
    <w:rsid w:val="005555A5"/>
    <w:rsid w:val="00555F51"/>
    <w:rsid w:val="00556081"/>
    <w:rsid w:val="00556373"/>
    <w:rsid w:val="00556951"/>
    <w:rsid w:val="00556E8B"/>
    <w:rsid w:val="00557265"/>
    <w:rsid w:val="00557EEC"/>
    <w:rsid w:val="00560AF5"/>
    <w:rsid w:val="00560C51"/>
    <w:rsid w:val="00560CC0"/>
    <w:rsid w:val="00561227"/>
    <w:rsid w:val="0056186E"/>
    <w:rsid w:val="00562561"/>
    <w:rsid w:val="00562AC3"/>
    <w:rsid w:val="00563FB1"/>
    <w:rsid w:val="00564933"/>
    <w:rsid w:val="00564BA7"/>
    <w:rsid w:val="00565492"/>
    <w:rsid w:val="005656E3"/>
    <w:rsid w:val="0056580D"/>
    <w:rsid w:val="00565A8C"/>
    <w:rsid w:val="00565C9F"/>
    <w:rsid w:val="00565D45"/>
    <w:rsid w:val="00565D9B"/>
    <w:rsid w:val="005663DB"/>
    <w:rsid w:val="00566401"/>
    <w:rsid w:val="005669E3"/>
    <w:rsid w:val="00566CC4"/>
    <w:rsid w:val="0056709C"/>
    <w:rsid w:val="005670A1"/>
    <w:rsid w:val="00567252"/>
    <w:rsid w:val="00567267"/>
    <w:rsid w:val="00567312"/>
    <w:rsid w:val="00567606"/>
    <w:rsid w:val="00567A61"/>
    <w:rsid w:val="00567F9B"/>
    <w:rsid w:val="0057068E"/>
    <w:rsid w:val="0057099A"/>
    <w:rsid w:val="00571251"/>
    <w:rsid w:val="0057228D"/>
    <w:rsid w:val="00573111"/>
    <w:rsid w:val="0057383D"/>
    <w:rsid w:val="0057384D"/>
    <w:rsid w:val="0057418A"/>
    <w:rsid w:val="0057436F"/>
    <w:rsid w:val="00574625"/>
    <w:rsid w:val="005746B2"/>
    <w:rsid w:val="00574700"/>
    <w:rsid w:val="005747FE"/>
    <w:rsid w:val="005749DF"/>
    <w:rsid w:val="00574A87"/>
    <w:rsid w:val="00574AC8"/>
    <w:rsid w:val="00574BBA"/>
    <w:rsid w:val="00575186"/>
    <w:rsid w:val="00576A3C"/>
    <w:rsid w:val="00576B00"/>
    <w:rsid w:val="00577185"/>
    <w:rsid w:val="005771EC"/>
    <w:rsid w:val="005800D9"/>
    <w:rsid w:val="005805AE"/>
    <w:rsid w:val="0058115E"/>
    <w:rsid w:val="005811F1"/>
    <w:rsid w:val="00581350"/>
    <w:rsid w:val="005813BF"/>
    <w:rsid w:val="005819EC"/>
    <w:rsid w:val="00581FDA"/>
    <w:rsid w:val="005826D0"/>
    <w:rsid w:val="00582AD5"/>
    <w:rsid w:val="00582E20"/>
    <w:rsid w:val="00583261"/>
    <w:rsid w:val="005835AD"/>
    <w:rsid w:val="00583941"/>
    <w:rsid w:val="00583DF0"/>
    <w:rsid w:val="005842D3"/>
    <w:rsid w:val="0058477F"/>
    <w:rsid w:val="0058488B"/>
    <w:rsid w:val="00584A35"/>
    <w:rsid w:val="0058591E"/>
    <w:rsid w:val="00585FA4"/>
    <w:rsid w:val="0058622B"/>
    <w:rsid w:val="00586244"/>
    <w:rsid w:val="0058654B"/>
    <w:rsid w:val="00586805"/>
    <w:rsid w:val="00586B38"/>
    <w:rsid w:val="00586DCF"/>
    <w:rsid w:val="0058701E"/>
    <w:rsid w:val="0058713D"/>
    <w:rsid w:val="0058741E"/>
    <w:rsid w:val="00587A6A"/>
    <w:rsid w:val="00587E62"/>
    <w:rsid w:val="00590066"/>
    <w:rsid w:val="00590372"/>
    <w:rsid w:val="005903B8"/>
    <w:rsid w:val="00590762"/>
    <w:rsid w:val="00590D90"/>
    <w:rsid w:val="00591B06"/>
    <w:rsid w:val="005920AB"/>
    <w:rsid w:val="0059286E"/>
    <w:rsid w:val="0059289C"/>
    <w:rsid w:val="0059383A"/>
    <w:rsid w:val="00593CC3"/>
    <w:rsid w:val="00593DE3"/>
    <w:rsid w:val="00593E0F"/>
    <w:rsid w:val="00594235"/>
    <w:rsid w:val="005949A0"/>
    <w:rsid w:val="00594EE1"/>
    <w:rsid w:val="00595091"/>
    <w:rsid w:val="00595374"/>
    <w:rsid w:val="00595558"/>
    <w:rsid w:val="005959FB"/>
    <w:rsid w:val="005960D0"/>
    <w:rsid w:val="00596C57"/>
    <w:rsid w:val="0059711F"/>
    <w:rsid w:val="0059772A"/>
    <w:rsid w:val="00597A17"/>
    <w:rsid w:val="00597AE6"/>
    <w:rsid w:val="00597AFB"/>
    <w:rsid w:val="00597BC7"/>
    <w:rsid w:val="005A008E"/>
    <w:rsid w:val="005A017E"/>
    <w:rsid w:val="005A019E"/>
    <w:rsid w:val="005A0410"/>
    <w:rsid w:val="005A0864"/>
    <w:rsid w:val="005A0A01"/>
    <w:rsid w:val="005A0B53"/>
    <w:rsid w:val="005A113D"/>
    <w:rsid w:val="005A1301"/>
    <w:rsid w:val="005A1346"/>
    <w:rsid w:val="005A14DD"/>
    <w:rsid w:val="005A150B"/>
    <w:rsid w:val="005A1BD2"/>
    <w:rsid w:val="005A22BC"/>
    <w:rsid w:val="005A2894"/>
    <w:rsid w:val="005A2D17"/>
    <w:rsid w:val="005A372C"/>
    <w:rsid w:val="005A3808"/>
    <w:rsid w:val="005A3AAF"/>
    <w:rsid w:val="005A3BA2"/>
    <w:rsid w:val="005A3D7C"/>
    <w:rsid w:val="005A3EE8"/>
    <w:rsid w:val="005A3F53"/>
    <w:rsid w:val="005A405E"/>
    <w:rsid w:val="005A41F3"/>
    <w:rsid w:val="005A543C"/>
    <w:rsid w:val="005A68A7"/>
    <w:rsid w:val="005A713B"/>
    <w:rsid w:val="005A721E"/>
    <w:rsid w:val="005A7301"/>
    <w:rsid w:val="005A75E1"/>
    <w:rsid w:val="005A7690"/>
    <w:rsid w:val="005A7C1E"/>
    <w:rsid w:val="005B023B"/>
    <w:rsid w:val="005B073D"/>
    <w:rsid w:val="005B0DA5"/>
    <w:rsid w:val="005B1505"/>
    <w:rsid w:val="005B1987"/>
    <w:rsid w:val="005B2205"/>
    <w:rsid w:val="005B314D"/>
    <w:rsid w:val="005B3202"/>
    <w:rsid w:val="005B3477"/>
    <w:rsid w:val="005B3622"/>
    <w:rsid w:val="005B3A82"/>
    <w:rsid w:val="005B3C6C"/>
    <w:rsid w:val="005B3E28"/>
    <w:rsid w:val="005B5091"/>
    <w:rsid w:val="005B569E"/>
    <w:rsid w:val="005B6100"/>
    <w:rsid w:val="005B6769"/>
    <w:rsid w:val="005B694A"/>
    <w:rsid w:val="005B6B9D"/>
    <w:rsid w:val="005B6D0F"/>
    <w:rsid w:val="005B7A98"/>
    <w:rsid w:val="005C035D"/>
    <w:rsid w:val="005C054F"/>
    <w:rsid w:val="005C0C05"/>
    <w:rsid w:val="005C0C46"/>
    <w:rsid w:val="005C1747"/>
    <w:rsid w:val="005C1BD0"/>
    <w:rsid w:val="005C21B6"/>
    <w:rsid w:val="005C336E"/>
    <w:rsid w:val="005C3436"/>
    <w:rsid w:val="005C416B"/>
    <w:rsid w:val="005C45CC"/>
    <w:rsid w:val="005C46FA"/>
    <w:rsid w:val="005C4C27"/>
    <w:rsid w:val="005C4C60"/>
    <w:rsid w:val="005C55C4"/>
    <w:rsid w:val="005C5A6C"/>
    <w:rsid w:val="005C5C2B"/>
    <w:rsid w:val="005C66E0"/>
    <w:rsid w:val="005C7097"/>
    <w:rsid w:val="005C71DA"/>
    <w:rsid w:val="005C78AB"/>
    <w:rsid w:val="005C79CE"/>
    <w:rsid w:val="005C7A91"/>
    <w:rsid w:val="005C7AB7"/>
    <w:rsid w:val="005C7FA3"/>
    <w:rsid w:val="005D04CA"/>
    <w:rsid w:val="005D0AEC"/>
    <w:rsid w:val="005D0CFD"/>
    <w:rsid w:val="005D1B67"/>
    <w:rsid w:val="005D2344"/>
    <w:rsid w:val="005D23D2"/>
    <w:rsid w:val="005D23F1"/>
    <w:rsid w:val="005D2624"/>
    <w:rsid w:val="005D2DEE"/>
    <w:rsid w:val="005D31BE"/>
    <w:rsid w:val="005D351D"/>
    <w:rsid w:val="005D3603"/>
    <w:rsid w:val="005D3EAF"/>
    <w:rsid w:val="005D3F56"/>
    <w:rsid w:val="005D4498"/>
    <w:rsid w:val="005D45EC"/>
    <w:rsid w:val="005D4B12"/>
    <w:rsid w:val="005D51E6"/>
    <w:rsid w:val="005D5568"/>
    <w:rsid w:val="005D55B6"/>
    <w:rsid w:val="005D5C34"/>
    <w:rsid w:val="005D643C"/>
    <w:rsid w:val="005D6485"/>
    <w:rsid w:val="005D68EB"/>
    <w:rsid w:val="005D6E4C"/>
    <w:rsid w:val="005D6F97"/>
    <w:rsid w:val="005D6FEB"/>
    <w:rsid w:val="005D7041"/>
    <w:rsid w:val="005D72C7"/>
    <w:rsid w:val="005D79E1"/>
    <w:rsid w:val="005D7B96"/>
    <w:rsid w:val="005E0090"/>
    <w:rsid w:val="005E06D8"/>
    <w:rsid w:val="005E133C"/>
    <w:rsid w:val="005E1348"/>
    <w:rsid w:val="005E1523"/>
    <w:rsid w:val="005E205B"/>
    <w:rsid w:val="005E24A7"/>
    <w:rsid w:val="005E2A50"/>
    <w:rsid w:val="005E3939"/>
    <w:rsid w:val="005E39D6"/>
    <w:rsid w:val="005E3DC6"/>
    <w:rsid w:val="005E3E1C"/>
    <w:rsid w:val="005E4F58"/>
    <w:rsid w:val="005E5264"/>
    <w:rsid w:val="005E581D"/>
    <w:rsid w:val="005E5C7E"/>
    <w:rsid w:val="005E608C"/>
    <w:rsid w:val="005E6247"/>
    <w:rsid w:val="005E654B"/>
    <w:rsid w:val="005E737F"/>
    <w:rsid w:val="005E780A"/>
    <w:rsid w:val="005E7A5C"/>
    <w:rsid w:val="005F05CD"/>
    <w:rsid w:val="005F0C87"/>
    <w:rsid w:val="005F0FEF"/>
    <w:rsid w:val="005F182C"/>
    <w:rsid w:val="005F19FB"/>
    <w:rsid w:val="005F1B7A"/>
    <w:rsid w:val="005F1D7A"/>
    <w:rsid w:val="005F214A"/>
    <w:rsid w:val="005F2600"/>
    <w:rsid w:val="005F2634"/>
    <w:rsid w:val="005F289B"/>
    <w:rsid w:val="005F2A1F"/>
    <w:rsid w:val="005F2D0C"/>
    <w:rsid w:val="005F2DD7"/>
    <w:rsid w:val="005F2E2C"/>
    <w:rsid w:val="005F3049"/>
    <w:rsid w:val="005F4B87"/>
    <w:rsid w:val="005F4EBD"/>
    <w:rsid w:val="005F50B8"/>
    <w:rsid w:val="005F5B70"/>
    <w:rsid w:val="005F6B33"/>
    <w:rsid w:val="005F79DE"/>
    <w:rsid w:val="006003D2"/>
    <w:rsid w:val="00601C2B"/>
    <w:rsid w:val="00602AE5"/>
    <w:rsid w:val="00602FB6"/>
    <w:rsid w:val="0060319E"/>
    <w:rsid w:val="00603DB6"/>
    <w:rsid w:val="00603DCB"/>
    <w:rsid w:val="006047BD"/>
    <w:rsid w:val="006056C6"/>
    <w:rsid w:val="00605EDF"/>
    <w:rsid w:val="00606077"/>
    <w:rsid w:val="0060612F"/>
    <w:rsid w:val="0060629B"/>
    <w:rsid w:val="0060637D"/>
    <w:rsid w:val="00606663"/>
    <w:rsid w:val="006069A8"/>
    <w:rsid w:val="00606B23"/>
    <w:rsid w:val="00607275"/>
    <w:rsid w:val="00607B45"/>
    <w:rsid w:val="00607F18"/>
    <w:rsid w:val="00607F61"/>
    <w:rsid w:val="006104AF"/>
    <w:rsid w:val="00610A87"/>
    <w:rsid w:val="00610B51"/>
    <w:rsid w:val="006110DF"/>
    <w:rsid w:val="0061190F"/>
    <w:rsid w:val="0061195A"/>
    <w:rsid w:val="00611A4E"/>
    <w:rsid w:val="00611D8B"/>
    <w:rsid w:val="006120C6"/>
    <w:rsid w:val="006120CB"/>
    <w:rsid w:val="00612107"/>
    <w:rsid w:val="006121E2"/>
    <w:rsid w:val="00612597"/>
    <w:rsid w:val="006125A4"/>
    <w:rsid w:val="00612C60"/>
    <w:rsid w:val="00612D97"/>
    <w:rsid w:val="00612E9D"/>
    <w:rsid w:val="00613100"/>
    <w:rsid w:val="006132F8"/>
    <w:rsid w:val="006133D8"/>
    <w:rsid w:val="006135A1"/>
    <w:rsid w:val="006139A1"/>
    <w:rsid w:val="0061405C"/>
    <w:rsid w:val="006148A2"/>
    <w:rsid w:val="00614FFA"/>
    <w:rsid w:val="006154A4"/>
    <w:rsid w:val="006157E9"/>
    <w:rsid w:val="00616CEF"/>
    <w:rsid w:val="00616D8B"/>
    <w:rsid w:val="00617193"/>
    <w:rsid w:val="00617272"/>
    <w:rsid w:val="00617632"/>
    <w:rsid w:val="006177C9"/>
    <w:rsid w:val="00617D1B"/>
    <w:rsid w:val="00617D21"/>
    <w:rsid w:val="00620511"/>
    <w:rsid w:val="00620FBD"/>
    <w:rsid w:val="006224AA"/>
    <w:rsid w:val="006224DA"/>
    <w:rsid w:val="00622B86"/>
    <w:rsid w:val="00622ECA"/>
    <w:rsid w:val="006230FB"/>
    <w:rsid w:val="006233B7"/>
    <w:rsid w:val="00623931"/>
    <w:rsid w:val="00623CA1"/>
    <w:rsid w:val="00623DA8"/>
    <w:rsid w:val="0062417E"/>
    <w:rsid w:val="006247D0"/>
    <w:rsid w:val="00624941"/>
    <w:rsid w:val="00625327"/>
    <w:rsid w:val="00627A56"/>
    <w:rsid w:val="00627A63"/>
    <w:rsid w:val="00627B19"/>
    <w:rsid w:val="00627F04"/>
    <w:rsid w:val="0063038A"/>
    <w:rsid w:val="00630434"/>
    <w:rsid w:val="006307A3"/>
    <w:rsid w:val="00631E18"/>
    <w:rsid w:val="00632018"/>
    <w:rsid w:val="00632CFD"/>
    <w:rsid w:val="00632FDD"/>
    <w:rsid w:val="006333BE"/>
    <w:rsid w:val="0063351F"/>
    <w:rsid w:val="00633F89"/>
    <w:rsid w:val="00634044"/>
    <w:rsid w:val="006341A7"/>
    <w:rsid w:val="0063487E"/>
    <w:rsid w:val="006348EF"/>
    <w:rsid w:val="006359FF"/>
    <w:rsid w:val="006362DF"/>
    <w:rsid w:val="00636920"/>
    <w:rsid w:val="00636D6D"/>
    <w:rsid w:val="00637063"/>
    <w:rsid w:val="00637226"/>
    <w:rsid w:val="00637C5A"/>
    <w:rsid w:val="00637D92"/>
    <w:rsid w:val="00637DBB"/>
    <w:rsid w:val="006402D8"/>
    <w:rsid w:val="00640534"/>
    <w:rsid w:val="006406E4"/>
    <w:rsid w:val="0064081C"/>
    <w:rsid w:val="00640B53"/>
    <w:rsid w:val="00640DEF"/>
    <w:rsid w:val="00640F36"/>
    <w:rsid w:val="00641374"/>
    <w:rsid w:val="00641626"/>
    <w:rsid w:val="00641D8B"/>
    <w:rsid w:val="00641DFD"/>
    <w:rsid w:val="00641ED1"/>
    <w:rsid w:val="00642324"/>
    <w:rsid w:val="0064275E"/>
    <w:rsid w:val="006428B5"/>
    <w:rsid w:val="00642B59"/>
    <w:rsid w:val="00642C7D"/>
    <w:rsid w:val="006432D2"/>
    <w:rsid w:val="006434F6"/>
    <w:rsid w:val="00644243"/>
    <w:rsid w:val="0064451F"/>
    <w:rsid w:val="0064490B"/>
    <w:rsid w:val="00645047"/>
    <w:rsid w:val="0064538C"/>
    <w:rsid w:val="00645442"/>
    <w:rsid w:val="006460B8"/>
    <w:rsid w:val="006467DD"/>
    <w:rsid w:val="006468E3"/>
    <w:rsid w:val="00646D0E"/>
    <w:rsid w:val="00646D38"/>
    <w:rsid w:val="00646DFC"/>
    <w:rsid w:val="00647266"/>
    <w:rsid w:val="00647BEB"/>
    <w:rsid w:val="00647C2C"/>
    <w:rsid w:val="00647EAA"/>
    <w:rsid w:val="00647F63"/>
    <w:rsid w:val="0065010A"/>
    <w:rsid w:val="0065014E"/>
    <w:rsid w:val="00650157"/>
    <w:rsid w:val="00650461"/>
    <w:rsid w:val="006506D8"/>
    <w:rsid w:val="00650993"/>
    <w:rsid w:val="00650E31"/>
    <w:rsid w:val="00650ECB"/>
    <w:rsid w:val="00651315"/>
    <w:rsid w:val="0065154C"/>
    <w:rsid w:val="00651AB1"/>
    <w:rsid w:val="00651E24"/>
    <w:rsid w:val="006520A5"/>
    <w:rsid w:val="0065263F"/>
    <w:rsid w:val="00653575"/>
    <w:rsid w:val="0065489C"/>
    <w:rsid w:val="006550B3"/>
    <w:rsid w:val="00655865"/>
    <w:rsid w:val="00655885"/>
    <w:rsid w:val="006562AD"/>
    <w:rsid w:val="00656351"/>
    <w:rsid w:val="00656ADD"/>
    <w:rsid w:val="00656BDB"/>
    <w:rsid w:val="00657234"/>
    <w:rsid w:val="00657545"/>
    <w:rsid w:val="006577FB"/>
    <w:rsid w:val="0065780E"/>
    <w:rsid w:val="0066094F"/>
    <w:rsid w:val="00660AD6"/>
    <w:rsid w:val="00660FC7"/>
    <w:rsid w:val="006611B3"/>
    <w:rsid w:val="0066168E"/>
    <w:rsid w:val="00661BEF"/>
    <w:rsid w:val="00662039"/>
    <w:rsid w:val="00662589"/>
    <w:rsid w:val="00663152"/>
    <w:rsid w:val="006631BB"/>
    <w:rsid w:val="006635A2"/>
    <w:rsid w:val="00663AFD"/>
    <w:rsid w:val="00664B56"/>
    <w:rsid w:val="00664F68"/>
    <w:rsid w:val="0066537F"/>
    <w:rsid w:val="00665E6E"/>
    <w:rsid w:val="0066601D"/>
    <w:rsid w:val="00666078"/>
    <w:rsid w:val="00666657"/>
    <w:rsid w:val="00666CA6"/>
    <w:rsid w:val="00666E8B"/>
    <w:rsid w:val="00667114"/>
    <w:rsid w:val="00667D98"/>
    <w:rsid w:val="006705B1"/>
    <w:rsid w:val="00670BF5"/>
    <w:rsid w:val="00670E8A"/>
    <w:rsid w:val="00671392"/>
    <w:rsid w:val="00671E24"/>
    <w:rsid w:val="00672107"/>
    <w:rsid w:val="006724AA"/>
    <w:rsid w:val="00672B26"/>
    <w:rsid w:val="006739AB"/>
    <w:rsid w:val="00674680"/>
    <w:rsid w:val="0067492D"/>
    <w:rsid w:val="0067571D"/>
    <w:rsid w:val="0067572B"/>
    <w:rsid w:val="00675F38"/>
    <w:rsid w:val="0067645B"/>
    <w:rsid w:val="006771E0"/>
    <w:rsid w:val="00677419"/>
    <w:rsid w:val="006775D0"/>
    <w:rsid w:val="00677703"/>
    <w:rsid w:val="00677779"/>
    <w:rsid w:val="00677C75"/>
    <w:rsid w:val="00680234"/>
    <w:rsid w:val="006805AA"/>
    <w:rsid w:val="00680B23"/>
    <w:rsid w:val="00680E01"/>
    <w:rsid w:val="0068123D"/>
    <w:rsid w:val="00681391"/>
    <w:rsid w:val="00681458"/>
    <w:rsid w:val="00681712"/>
    <w:rsid w:val="0068182B"/>
    <w:rsid w:val="0068190C"/>
    <w:rsid w:val="00681AFA"/>
    <w:rsid w:val="00681C9F"/>
    <w:rsid w:val="00681F6F"/>
    <w:rsid w:val="00682560"/>
    <w:rsid w:val="00682D4D"/>
    <w:rsid w:val="0068375C"/>
    <w:rsid w:val="00683910"/>
    <w:rsid w:val="00683AB2"/>
    <w:rsid w:val="0068458F"/>
    <w:rsid w:val="0068500C"/>
    <w:rsid w:val="0068516F"/>
    <w:rsid w:val="006858B7"/>
    <w:rsid w:val="006866A9"/>
    <w:rsid w:val="00686A69"/>
    <w:rsid w:val="00687211"/>
    <w:rsid w:val="00687535"/>
    <w:rsid w:val="0068784F"/>
    <w:rsid w:val="00690130"/>
    <w:rsid w:val="0069022A"/>
    <w:rsid w:val="00690B42"/>
    <w:rsid w:val="00690F15"/>
    <w:rsid w:val="0069110E"/>
    <w:rsid w:val="006912CB"/>
    <w:rsid w:val="00691961"/>
    <w:rsid w:val="006919B1"/>
    <w:rsid w:val="00692440"/>
    <w:rsid w:val="00692BDB"/>
    <w:rsid w:val="00692F9E"/>
    <w:rsid w:val="006931DD"/>
    <w:rsid w:val="00693687"/>
    <w:rsid w:val="00693AAF"/>
    <w:rsid w:val="00693C5B"/>
    <w:rsid w:val="00693EE8"/>
    <w:rsid w:val="00693FCE"/>
    <w:rsid w:val="00694554"/>
    <w:rsid w:val="006945F4"/>
    <w:rsid w:val="0069477F"/>
    <w:rsid w:val="00694F81"/>
    <w:rsid w:val="006952B2"/>
    <w:rsid w:val="0069582D"/>
    <w:rsid w:val="006959EA"/>
    <w:rsid w:val="00695D6A"/>
    <w:rsid w:val="00696317"/>
    <w:rsid w:val="00696513"/>
    <w:rsid w:val="00696679"/>
    <w:rsid w:val="006966F9"/>
    <w:rsid w:val="006969E7"/>
    <w:rsid w:val="00696A5C"/>
    <w:rsid w:val="00696BAC"/>
    <w:rsid w:val="00696BB4"/>
    <w:rsid w:val="00696FA1"/>
    <w:rsid w:val="0069733E"/>
    <w:rsid w:val="0069787D"/>
    <w:rsid w:val="00697C36"/>
    <w:rsid w:val="00697D45"/>
    <w:rsid w:val="006A0435"/>
    <w:rsid w:val="006A059A"/>
    <w:rsid w:val="006A08D5"/>
    <w:rsid w:val="006A0DE1"/>
    <w:rsid w:val="006A0F30"/>
    <w:rsid w:val="006A0FA5"/>
    <w:rsid w:val="006A19D4"/>
    <w:rsid w:val="006A2236"/>
    <w:rsid w:val="006A2584"/>
    <w:rsid w:val="006A2681"/>
    <w:rsid w:val="006A3122"/>
    <w:rsid w:val="006A348C"/>
    <w:rsid w:val="006A3BAB"/>
    <w:rsid w:val="006A3BAF"/>
    <w:rsid w:val="006A3F7E"/>
    <w:rsid w:val="006A4225"/>
    <w:rsid w:val="006A4535"/>
    <w:rsid w:val="006A4C2D"/>
    <w:rsid w:val="006A4E78"/>
    <w:rsid w:val="006A4F85"/>
    <w:rsid w:val="006A55BA"/>
    <w:rsid w:val="006A57A9"/>
    <w:rsid w:val="006A6712"/>
    <w:rsid w:val="006A7151"/>
    <w:rsid w:val="006A71C0"/>
    <w:rsid w:val="006A7583"/>
    <w:rsid w:val="006A77CF"/>
    <w:rsid w:val="006A7885"/>
    <w:rsid w:val="006B1227"/>
    <w:rsid w:val="006B1529"/>
    <w:rsid w:val="006B163A"/>
    <w:rsid w:val="006B164E"/>
    <w:rsid w:val="006B315B"/>
    <w:rsid w:val="006B35DA"/>
    <w:rsid w:val="006B35DB"/>
    <w:rsid w:val="006B36D0"/>
    <w:rsid w:val="006B3879"/>
    <w:rsid w:val="006B3EE4"/>
    <w:rsid w:val="006B4056"/>
    <w:rsid w:val="006B41C4"/>
    <w:rsid w:val="006B4632"/>
    <w:rsid w:val="006B49AE"/>
    <w:rsid w:val="006B5401"/>
    <w:rsid w:val="006B5BA4"/>
    <w:rsid w:val="006B5E14"/>
    <w:rsid w:val="006B6222"/>
    <w:rsid w:val="006B653F"/>
    <w:rsid w:val="006B66DC"/>
    <w:rsid w:val="006B6980"/>
    <w:rsid w:val="006B6C48"/>
    <w:rsid w:val="006B7461"/>
    <w:rsid w:val="006B7794"/>
    <w:rsid w:val="006B7EBF"/>
    <w:rsid w:val="006C0302"/>
    <w:rsid w:val="006C0428"/>
    <w:rsid w:val="006C1796"/>
    <w:rsid w:val="006C1945"/>
    <w:rsid w:val="006C1FB3"/>
    <w:rsid w:val="006C2449"/>
    <w:rsid w:val="006C2B32"/>
    <w:rsid w:val="006C342C"/>
    <w:rsid w:val="006C3DF2"/>
    <w:rsid w:val="006C3F2E"/>
    <w:rsid w:val="006C4052"/>
    <w:rsid w:val="006C4CAE"/>
    <w:rsid w:val="006C5AAD"/>
    <w:rsid w:val="006C63EA"/>
    <w:rsid w:val="006C6EF1"/>
    <w:rsid w:val="006C78DC"/>
    <w:rsid w:val="006C7973"/>
    <w:rsid w:val="006C7A00"/>
    <w:rsid w:val="006C7C77"/>
    <w:rsid w:val="006D0940"/>
    <w:rsid w:val="006D0945"/>
    <w:rsid w:val="006D109F"/>
    <w:rsid w:val="006D11B3"/>
    <w:rsid w:val="006D1B2D"/>
    <w:rsid w:val="006D1CA5"/>
    <w:rsid w:val="006D22D7"/>
    <w:rsid w:val="006D23A2"/>
    <w:rsid w:val="006D241D"/>
    <w:rsid w:val="006D2761"/>
    <w:rsid w:val="006D2C2E"/>
    <w:rsid w:val="006D2D63"/>
    <w:rsid w:val="006D2F11"/>
    <w:rsid w:val="006D3036"/>
    <w:rsid w:val="006D3788"/>
    <w:rsid w:val="006D3FBA"/>
    <w:rsid w:val="006D4006"/>
    <w:rsid w:val="006D4390"/>
    <w:rsid w:val="006D47BB"/>
    <w:rsid w:val="006D4B7E"/>
    <w:rsid w:val="006D4C44"/>
    <w:rsid w:val="006D4E64"/>
    <w:rsid w:val="006D61B2"/>
    <w:rsid w:val="006D6B4B"/>
    <w:rsid w:val="006D7475"/>
    <w:rsid w:val="006D75AE"/>
    <w:rsid w:val="006D7FD6"/>
    <w:rsid w:val="006E136C"/>
    <w:rsid w:val="006E13E9"/>
    <w:rsid w:val="006E1AA9"/>
    <w:rsid w:val="006E1D88"/>
    <w:rsid w:val="006E21AD"/>
    <w:rsid w:val="006E2419"/>
    <w:rsid w:val="006E2750"/>
    <w:rsid w:val="006E2A70"/>
    <w:rsid w:val="006E2B4D"/>
    <w:rsid w:val="006E2D6F"/>
    <w:rsid w:val="006E3006"/>
    <w:rsid w:val="006E33EF"/>
    <w:rsid w:val="006E3842"/>
    <w:rsid w:val="006E3CF2"/>
    <w:rsid w:val="006E4109"/>
    <w:rsid w:val="006E4378"/>
    <w:rsid w:val="006E555D"/>
    <w:rsid w:val="006E5893"/>
    <w:rsid w:val="006E62D9"/>
    <w:rsid w:val="006E6CE7"/>
    <w:rsid w:val="006E742B"/>
    <w:rsid w:val="006E7538"/>
    <w:rsid w:val="006E7B14"/>
    <w:rsid w:val="006F0593"/>
    <w:rsid w:val="006F1151"/>
    <w:rsid w:val="006F14F3"/>
    <w:rsid w:val="006F175C"/>
    <w:rsid w:val="006F19DA"/>
    <w:rsid w:val="006F1E28"/>
    <w:rsid w:val="006F225F"/>
    <w:rsid w:val="006F30CB"/>
    <w:rsid w:val="006F393D"/>
    <w:rsid w:val="006F3D97"/>
    <w:rsid w:val="006F3DD0"/>
    <w:rsid w:val="006F410F"/>
    <w:rsid w:val="006F4566"/>
    <w:rsid w:val="006F4A23"/>
    <w:rsid w:val="006F4C81"/>
    <w:rsid w:val="006F68BC"/>
    <w:rsid w:val="006F68BE"/>
    <w:rsid w:val="006F69CB"/>
    <w:rsid w:val="007001C1"/>
    <w:rsid w:val="00700618"/>
    <w:rsid w:val="007006F4"/>
    <w:rsid w:val="00700922"/>
    <w:rsid w:val="00700C2D"/>
    <w:rsid w:val="00701C27"/>
    <w:rsid w:val="00701E3F"/>
    <w:rsid w:val="0070203C"/>
    <w:rsid w:val="007027A9"/>
    <w:rsid w:val="00702A1D"/>
    <w:rsid w:val="00702DA8"/>
    <w:rsid w:val="00703D39"/>
    <w:rsid w:val="00704170"/>
    <w:rsid w:val="00704484"/>
    <w:rsid w:val="00704817"/>
    <w:rsid w:val="007048BC"/>
    <w:rsid w:val="007048F0"/>
    <w:rsid w:val="00704943"/>
    <w:rsid w:val="00704B14"/>
    <w:rsid w:val="00705228"/>
    <w:rsid w:val="00705AB5"/>
    <w:rsid w:val="00705AF9"/>
    <w:rsid w:val="00705E44"/>
    <w:rsid w:val="0070656C"/>
    <w:rsid w:val="00706935"/>
    <w:rsid w:val="00706C50"/>
    <w:rsid w:val="00706D35"/>
    <w:rsid w:val="00706D5D"/>
    <w:rsid w:val="00706FB2"/>
    <w:rsid w:val="0070728F"/>
    <w:rsid w:val="00707334"/>
    <w:rsid w:val="00707BD1"/>
    <w:rsid w:val="00710000"/>
    <w:rsid w:val="00710210"/>
    <w:rsid w:val="00710D2D"/>
    <w:rsid w:val="0071172C"/>
    <w:rsid w:val="0071178E"/>
    <w:rsid w:val="00711B95"/>
    <w:rsid w:val="00712319"/>
    <w:rsid w:val="007125EF"/>
    <w:rsid w:val="00712935"/>
    <w:rsid w:val="00712F45"/>
    <w:rsid w:val="00714940"/>
    <w:rsid w:val="00714E16"/>
    <w:rsid w:val="00716042"/>
    <w:rsid w:val="007161AA"/>
    <w:rsid w:val="00716542"/>
    <w:rsid w:val="00716C83"/>
    <w:rsid w:val="00716D1A"/>
    <w:rsid w:val="007173CD"/>
    <w:rsid w:val="007177D2"/>
    <w:rsid w:val="007178E1"/>
    <w:rsid w:val="00717CD0"/>
    <w:rsid w:val="0072050A"/>
    <w:rsid w:val="0072090E"/>
    <w:rsid w:val="0072093B"/>
    <w:rsid w:val="00720E9E"/>
    <w:rsid w:val="0072188E"/>
    <w:rsid w:val="00721AD9"/>
    <w:rsid w:val="00721B43"/>
    <w:rsid w:val="00721BB2"/>
    <w:rsid w:val="007222DF"/>
    <w:rsid w:val="007224A3"/>
    <w:rsid w:val="00722510"/>
    <w:rsid w:val="007239D6"/>
    <w:rsid w:val="00723BC6"/>
    <w:rsid w:val="00723E02"/>
    <w:rsid w:val="00724A2D"/>
    <w:rsid w:val="00724ACE"/>
    <w:rsid w:val="00724BF3"/>
    <w:rsid w:val="00725059"/>
    <w:rsid w:val="0072527D"/>
    <w:rsid w:val="007252DE"/>
    <w:rsid w:val="00725B89"/>
    <w:rsid w:val="0072613B"/>
    <w:rsid w:val="00726CDF"/>
    <w:rsid w:val="00726FA6"/>
    <w:rsid w:val="007272E3"/>
    <w:rsid w:val="00727854"/>
    <w:rsid w:val="00730F1E"/>
    <w:rsid w:val="00731306"/>
    <w:rsid w:val="00731448"/>
    <w:rsid w:val="00732033"/>
    <w:rsid w:val="00732586"/>
    <w:rsid w:val="007327C6"/>
    <w:rsid w:val="00732CC0"/>
    <w:rsid w:val="0073325C"/>
    <w:rsid w:val="0073396C"/>
    <w:rsid w:val="00734323"/>
    <w:rsid w:val="0073470C"/>
    <w:rsid w:val="00734B7F"/>
    <w:rsid w:val="007353C3"/>
    <w:rsid w:val="00735822"/>
    <w:rsid w:val="00735907"/>
    <w:rsid w:val="00736292"/>
    <w:rsid w:val="0073633D"/>
    <w:rsid w:val="007365D0"/>
    <w:rsid w:val="00736D3D"/>
    <w:rsid w:val="00736EFC"/>
    <w:rsid w:val="00737177"/>
    <w:rsid w:val="007376C2"/>
    <w:rsid w:val="00737A7C"/>
    <w:rsid w:val="0074096C"/>
    <w:rsid w:val="00740EE7"/>
    <w:rsid w:val="00740F15"/>
    <w:rsid w:val="00741304"/>
    <w:rsid w:val="0074134C"/>
    <w:rsid w:val="00741501"/>
    <w:rsid w:val="0074204C"/>
    <w:rsid w:val="0074244B"/>
    <w:rsid w:val="007425AC"/>
    <w:rsid w:val="00742822"/>
    <w:rsid w:val="00742C54"/>
    <w:rsid w:val="00742D43"/>
    <w:rsid w:val="00743235"/>
    <w:rsid w:val="007438F7"/>
    <w:rsid w:val="00743CE1"/>
    <w:rsid w:val="007445F9"/>
    <w:rsid w:val="00744817"/>
    <w:rsid w:val="00744D20"/>
    <w:rsid w:val="00745C08"/>
    <w:rsid w:val="00745E3C"/>
    <w:rsid w:val="007478F7"/>
    <w:rsid w:val="00747CB6"/>
    <w:rsid w:val="00747DB8"/>
    <w:rsid w:val="007509C1"/>
    <w:rsid w:val="00750DC6"/>
    <w:rsid w:val="00750DDC"/>
    <w:rsid w:val="0075160D"/>
    <w:rsid w:val="0075162B"/>
    <w:rsid w:val="0075282A"/>
    <w:rsid w:val="00752AF6"/>
    <w:rsid w:val="00753700"/>
    <w:rsid w:val="007538EC"/>
    <w:rsid w:val="00753E71"/>
    <w:rsid w:val="00754544"/>
    <w:rsid w:val="00754786"/>
    <w:rsid w:val="00754B1A"/>
    <w:rsid w:val="00755762"/>
    <w:rsid w:val="00755B19"/>
    <w:rsid w:val="007562A2"/>
    <w:rsid w:val="00756993"/>
    <w:rsid w:val="00756ADA"/>
    <w:rsid w:val="00756B1E"/>
    <w:rsid w:val="00756F01"/>
    <w:rsid w:val="0075794F"/>
    <w:rsid w:val="00757F97"/>
    <w:rsid w:val="00760C4F"/>
    <w:rsid w:val="007614C8"/>
    <w:rsid w:val="00761541"/>
    <w:rsid w:val="00761AD6"/>
    <w:rsid w:val="00761ECC"/>
    <w:rsid w:val="0076220D"/>
    <w:rsid w:val="00762552"/>
    <w:rsid w:val="00762F10"/>
    <w:rsid w:val="007642BF"/>
    <w:rsid w:val="00764416"/>
    <w:rsid w:val="007644C2"/>
    <w:rsid w:val="00764AB8"/>
    <w:rsid w:val="00764FC6"/>
    <w:rsid w:val="00765055"/>
    <w:rsid w:val="00765797"/>
    <w:rsid w:val="00765839"/>
    <w:rsid w:val="00765CCA"/>
    <w:rsid w:val="007663D0"/>
    <w:rsid w:val="007663FF"/>
    <w:rsid w:val="00766422"/>
    <w:rsid w:val="007669C0"/>
    <w:rsid w:val="00770620"/>
    <w:rsid w:val="0077068E"/>
    <w:rsid w:val="00770693"/>
    <w:rsid w:val="007708CF"/>
    <w:rsid w:val="0077103D"/>
    <w:rsid w:val="007719B2"/>
    <w:rsid w:val="00771AD2"/>
    <w:rsid w:val="00772310"/>
    <w:rsid w:val="00772943"/>
    <w:rsid w:val="00772DC0"/>
    <w:rsid w:val="00772EF3"/>
    <w:rsid w:val="0077313F"/>
    <w:rsid w:val="007731E8"/>
    <w:rsid w:val="00773B88"/>
    <w:rsid w:val="0077449A"/>
    <w:rsid w:val="0077480C"/>
    <w:rsid w:val="0077481E"/>
    <w:rsid w:val="00774D12"/>
    <w:rsid w:val="00774ED7"/>
    <w:rsid w:val="007750EB"/>
    <w:rsid w:val="00775E59"/>
    <w:rsid w:val="00775F8E"/>
    <w:rsid w:val="00776565"/>
    <w:rsid w:val="00777429"/>
    <w:rsid w:val="00777657"/>
    <w:rsid w:val="00777C97"/>
    <w:rsid w:val="00777CFC"/>
    <w:rsid w:val="00777DED"/>
    <w:rsid w:val="00780E54"/>
    <w:rsid w:val="0078131B"/>
    <w:rsid w:val="007815D4"/>
    <w:rsid w:val="00781832"/>
    <w:rsid w:val="00781BCA"/>
    <w:rsid w:val="00782D41"/>
    <w:rsid w:val="00782EA2"/>
    <w:rsid w:val="00783660"/>
    <w:rsid w:val="00783891"/>
    <w:rsid w:val="00783D34"/>
    <w:rsid w:val="00783D39"/>
    <w:rsid w:val="00783D91"/>
    <w:rsid w:val="00784277"/>
    <w:rsid w:val="00784BD7"/>
    <w:rsid w:val="0078549C"/>
    <w:rsid w:val="00785B0C"/>
    <w:rsid w:val="00785C4B"/>
    <w:rsid w:val="00785CF9"/>
    <w:rsid w:val="007869BB"/>
    <w:rsid w:val="00786D9A"/>
    <w:rsid w:val="007903CD"/>
    <w:rsid w:val="00790920"/>
    <w:rsid w:val="00790E6A"/>
    <w:rsid w:val="007917E8"/>
    <w:rsid w:val="00792311"/>
    <w:rsid w:val="0079249F"/>
    <w:rsid w:val="0079273A"/>
    <w:rsid w:val="007929C9"/>
    <w:rsid w:val="00792BFB"/>
    <w:rsid w:val="00793183"/>
    <w:rsid w:val="00793500"/>
    <w:rsid w:val="007936DE"/>
    <w:rsid w:val="00793DC1"/>
    <w:rsid w:val="00794029"/>
    <w:rsid w:val="00794B46"/>
    <w:rsid w:val="00794E88"/>
    <w:rsid w:val="00795080"/>
    <w:rsid w:val="007951C2"/>
    <w:rsid w:val="00795511"/>
    <w:rsid w:val="0079570A"/>
    <w:rsid w:val="007957F7"/>
    <w:rsid w:val="00795C90"/>
    <w:rsid w:val="00795DE4"/>
    <w:rsid w:val="0079637A"/>
    <w:rsid w:val="0079658D"/>
    <w:rsid w:val="00796718"/>
    <w:rsid w:val="00796CCD"/>
    <w:rsid w:val="00796D6B"/>
    <w:rsid w:val="00796E4C"/>
    <w:rsid w:val="00796E53"/>
    <w:rsid w:val="007970F6"/>
    <w:rsid w:val="007A025F"/>
    <w:rsid w:val="007A03BD"/>
    <w:rsid w:val="007A0522"/>
    <w:rsid w:val="007A0C0F"/>
    <w:rsid w:val="007A1AB8"/>
    <w:rsid w:val="007A1D1A"/>
    <w:rsid w:val="007A1D59"/>
    <w:rsid w:val="007A1DBC"/>
    <w:rsid w:val="007A2155"/>
    <w:rsid w:val="007A25E7"/>
    <w:rsid w:val="007A26BC"/>
    <w:rsid w:val="007A28CF"/>
    <w:rsid w:val="007A2B6D"/>
    <w:rsid w:val="007A3C32"/>
    <w:rsid w:val="007A407D"/>
    <w:rsid w:val="007A47D0"/>
    <w:rsid w:val="007A4D22"/>
    <w:rsid w:val="007A4F01"/>
    <w:rsid w:val="007A4F37"/>
    <w:rsid w:val="007A5122"/>
    <w:rsid w:val="007A5DE2"/>
    <w:rsid w:val="007A67F9"/>
    <w:rsid w:val="007A7288"/>
    <w:rsid w:val="007A7667"/>
    <w:rsid w:val="007A76D7"/>
    <w:rsid w:val="007A7CB1"/>
    <w:rsid w:val="007B0EE1"/>
    <w:rsid w:val="007B1A61"/>
    <w:rsid w:val="007B1CA0"/>
    <w:rsid w:val="007B1E36"/>
    <w:rsid w:val="007B2059"/>
    <w:rsid w:val="007B2084"/>
    <w:rsid w:val="007B260A"/>
    <w:rsid w:val="007B27B4"/>
    <w:rsid w:val="007B2AC1"/>
    <w:rsid w:val="007B2B30"/>
    <w:rsid w:val="007B2EDF"/>
    <w:rsid w:val="007B2F01"/>
    <w:rsid w:val="007B3425"/>
    <w:rsid w:val="007B3FDD"/>
    <w:rsid w:val="007B40E2"/>
    <w:rsid w:val="007B41A1"/>
    <w:rsid w:val="007B4770"/>
    <w:rsid w:val="007B490B"/>
    <w:rsid w:val="007B4DE1"/>
    <w:rsid w:val="007B535E"/>
    <w:rsid w:val="007B57A9"/>
    <w:rsid w:val="007B57B6"/>
    <w:rsid w:val="007B5A45"/>
    <w:rsid w:val="007B5DE8"/>
    <w:rsid w:val="007B6298"/>
    <w:rsid w:val="007B651A"/>
    <w:rsid w:val="007B66DB"/>
    <w:rsid w:val="007B6741"/>
    <w:rsid w:val="007B6BC7"/>
    <w:rsid w:val="007B77C5"/>
    <w:rsid w:val="007B7FAC"/>
    <w:rsid w:val="007C08EB"/>
    <w:rsid w:val="007C0DAA"/>
    <w:rsid w:val="007C0FFB"/>
    <w:rsid w:val="007C1022"/>
    <w:rsid w:val="007C1137"/>
    <w:rsid w:val="007C1501"/>
    <w:rsid w:val="007C1870"/>
    <w:rsid w:val="007C1B2C"/>
    <w:rsid w:val="007C209F"/>
    <w:rsid w:val="007C2B51"/>
    <w:rsid w:val="007C2F5E"/>
    <w:rsid w:val="007C35D2"/>
    <w:rsid w:val="007C4AC9"/>
    <w:rsid w:val="007C5446"/>
    <w:rsid w:val="007C5E95"/>
    <w:rsid w:val="007C67AB"/>
    <w:rsid w:val="007C6C6D"/>
    <w:rsid w:val="007C709B"/>
    <w:rsid w:val="007C7A94"/>
    <w:rsid w:val="007D030D"/>
    <w:rsid w:val="007D0C7E"/>
    <w:rsid w:val="007D15A6"/>
    <w:rsid w:val="007D1670"/>
    <w:rsid w:val="007D17C7"/>
    <w:rsid w:val="007D22E6"/>
    <w:rsid w:val="007D32CC"/>
    <w:rsid w:val="007D4401"/>
    <w:rsid w:val="007D49B6"/>
    <w:rsid w:val="007D4A84"/>
    <w:rsid w:val="007D56B1"/>
    <w:rsid w:val="007D57A5"/>
    <w:rsid w:val="007D5C3E"/>
    <w:rsid w:val="007D5E57"/>
    <w:rsid w:val="007E0426"/>
    <w:rsid w:val="007E0668"/>
    <w:rsid w:val="007E06AD"/>
    <w:rsid w:val="007E09AD"/>
    <w:rsid w:val="007E0D20"/>
    <w:rsid w:val="007E0EA5"/>
    <w:rsid w:val="007E10C6"/>
    <w:rsid w:val="007E1FD2"/>
    <w:rsid w:val="007E246C"/>
    <w:rsid w:val="007E2796"/>
    <w:rsid w:val="007E2EB0"/>
    <w:rsid w:val="007E34D1"/>
    <w:rsid w:val="007E36F9"/>
    <w:rsid w:val="007E398F"/>
    <w:rsid w:val="007E3D1E"/>
    <w:rsid w:val="007E4E0A"/>
    <w:rsid w:val="007E500E"/>
    <w:rsid w:val="007E5307"/>
    <w:rsid w:val="007E5CF9"/>
    <w:rsid w:val="007E5D0B"/>
    <w:rsid w:val="007E5D3F"/>
    <w:rsid w:val="007E5FB3"/>
    <w:rsid w:val="007E6928"/>
    <w:rsid w:val="007E6D8D"/>
    <w:rsid w:val="007E7328"/>
    <w:rsid w:val="007E771E"/>
    <w:rsid w:val="007F0108"/>
    <w:rsid w:val="007F139F"/>
    <w:rsid w:val="007F16D3"/>
    <w:rsid w:val="007F1B6D"/>
    <w:rsid w:val="007F1B80"/>
    <w:rsid w:val="007F23A4"/>
    <w:rsid w:val="007F3A1B"/>
    <w:rsid w:val="007F3A6C"/>
    <w:rsid w:val="007F3C81"/>
    <w:rsid w:val="007F41A2"/>
    <w:rsid w:val="007F4258"/>
    <w:rsid w:val="007F5215"/>
    <w:rsid w:val="007F5A22"/>
    <w:rsid w:val="007F6340"/>
    <w:rsid w:val="007F6735"/>
    <w:rsid w:val="007F6797"/>
    <w:rsid w:val="007F6B8E"/>
    <w:rsid w:val="007F79F2"/>
    <w:rsid w:val="0080031C"/>
    <w:rsid w:val="00800485"/>
    <w:rsid w:val="008005BD"/>
    <w:rsid w:val="00800DEB"/>
    <w:rsid w:val="0080147A"/>
    <w:rsid w:val="008014BE"/>
    <w:rsid w:val="00801722"/>
    <w:rsid w:val="00801A5F"/>
    <w:rsid w:val="00801DE6"/>
    <w:rsid w:val="00801F68"/>
    <w:rsid w:val="00802CF5"/>
    <w:rsid w:val="00802D2E"/>
    <w:rsid w:val="00802DDC"/>
    <w:rsid w:val="00803523"/>
    <w:rsid w:val="00803560"/>
    <w:rsid w:val="008039B2"/>
    <w:rsid w:val="00804236"/>
    <w:rsid w:val="00804290"/>
    <w:rsid w:val="00804B7E"/>
    <w:rsid w:val="00804CCC"/>
    <w:rsid w:val="00804F6A"/>
    <w:rsid w:val="008055AF"/>
    <w:rsid w:val="00805722"/>
    <w:rsid w:val="008057B9"/>
    <w:rsid w:val="00805B91"/>
    <w:rsid w:val="00807203"/>
    <w:rsid w:val="00807A6E"/>
    <w:rsid w:val="00807BD3"/>
    <w:rsid w:val="00807CAF"/>
    <w:rsid w:val="00810713"/>
    <w:rsid w:val="00812259"/>
    <w:rsid w:val="008127DF"/>
    <w:rsid w:val="00812856"/>
    <w:rsid w:val="00813041"/>
    <w:rsid w:val="00813661"/>
    <w:rsid w:val="008136E9"/>
    <w:rsid w:val="00813CD8"/>
    <w:rsid w:val="00814703"/>
    <w:rsid w:val="008148D5"/>
    <w:rsid w:val="00814A97"/>
    <w:rsid w:val="0081504A"/>
    <w:rsid w:val="00815206"/>
    <w:rsid w:val="00815215"/>
    <w:rsid w:val="00815F8E"/>
    <w:rsid w:val="0081708D"/>
    <w:rsid w:val="008170DB"/>
    <w:rsid w:val="00817545"/>
    <w:rsid w:val="00817923"/>
    <w:rsid w:val="00817954"/>
    <w:rsid w:val="0082094A"/>
    <w:rsid w:val="008209B5"/>
    <w:rsid w:val="00821385"/>
    <w:rsid w:val="00821696"/>
    <w:rsid w:val="00821724"/>
    <w:rsid w:val="00822405"/>
    <w:rsid w:val="008228B9"/>
    <w:rsid w:val="008232D3"/>
    <w:rsid w:val="00823AFF"/>
    <w:rsid w:val="0082432C"/>
    <w:rsid w:val="00824936"/>
    <w:rsid w:val="00825060"/>
    <w:rsid w:val="00825D3E"/>
    <w:rsid w:val="00825FBB"/>
    <w:rsid w:val="00826A59"/>
    <w:rsid w:val="0082713B"/>
    <w:rsid w:val="00827833"/>
    <w:rsid w:val="00827B5E"/>
    <w:rsid w:val="00827D2A"/>
    <w:rsid w:val="0083183F"/>
    <w:rsid w:val="00831BC6"/>
    <w:rsid w:val="008324CA"/>
    <w:rsid w:val="00832660"/>
    <w:rsid w:val="00832BEA"/>
    <w:rsid w:val="008334D6"/>
    <w:rsid w:val="008337A1"/>
    <w:rsid w:val="0083385B"/>
    <w:rsid w:val="00833B1C"/>
    <w:rsid w:val="008347CE"/>
    <w:rsid w:val="00834D5F"/>
    <w:rsid w:val="008357E7"/>
    <w:rsid w:val="008365B1"/>
    <w:rsid w:val="00836715"/>
    <w:rsid w:val="00836796"/>
    <w:rsid w:val="008367E5"/>
    <w:rsid w:val="00836B9A"/>
    <w:rsid w:val="008376A3"/>
    <w:rsid w:val="0083797D"/>
    <w:rsid w:val="008400C5"/>
    <w:rsid w:val="00840C68"/>
    <w:rsid w:val="00840F74"/>
    <w:rsid w:val="008420A5"/>
    <w:rsid w:val="008420BC"/>
    <w:rsid w:val="00842DB9"/>
    <w:rsid w:val="008452E0"/>
    <w:rsid w:val="0084545B"/>
    <w:rsid w:val="00845752"/>
    <w:rsid w:val="00845A12"/>
    <w:rsid w:val="00845C81"/>
    <w:rsid w:val="0084657E"/>
    <w:rsid w:val="00846A4E"/>
    <w:rsid w:val="00846D00"/>
    <w:rsid w:val="00847493"/>
    <w:rsid w:val="00847590"/>
    <w:rsid w:val="00847B38"/>
    <w:rsid w:val="00847CFE"/>
    <w:rsid w:val="008505BA"/>
    <w:rsid w:val="008506CC"/>
    <w:rsid w:val="008514EA"/>
    <w:rsid w:val="008517A2"/>
    <w:rsid w:val="00851D66"/>
    <w:rsid w:val="008523C5"/>
    <w:rsid w:val="00852BB1"/>
    <w:rsid w:val="00853837"/>
    <w:rsid w:val="00853CF7"/>
    <w:rsid w:val="008543E1"/>
    <w:rsid w:val="0085481D"/>
    <w:rsid w:val="00854DE3"/>
    <w:rsid w:val="00855AAF"/>
    <w:rsid w:val="008566DD"/>
    <w:rsid w:val="00856BDA"/>
    <w:rsid w:val="00856C88"/>
    <w:rsid w:val="00857704"/>
    <w:rsid w:val="00857705"/>
    <w:rsid w:val="00857E80"/>
    <w:rsid w:val="008604C6"/>
    <w:rsid w:val="00860D42"/>
    <w:rsid w:val="00860F1F"/>
    <w:rsid w:val="00861CA7"/>
    <w:rsid w:val="00863D67"/>
    <w:rsid w:val="00863E32"/>
    <w:rsid w:val="00864535"/>
    <w:rsid w:val="00864A4A"/>
    <w:rsid w:val="00864B58"/>
    <w:rsid w:val="00865304"/>
    <w:rsid w:val="008655C8"/>
    <w:rsid w:val="00865A9C"/>
    <w:rsid w:val="00865BB9"/>
    <w:rsid w:val="00865EAA"/>
    <w:rsid w:val="008662C1"/>
    <w:rsid w:val="0086671F"/>
    <w:rsid w:val="0086692F"/>
    <w:rsid w:val="00866C9C"/>
    <w:rsid w:val="008670B0"/>
    <w:rsid w:val="008678CF"/>
    <w:rsid w:val="008700BE"/>
    <w:rsid w:val="00870189"/>
    <w:rsid w:val="008701DF"/>
    <w:rsid w:val="0087064B"/>
    <w:rsid w:val="008707D1"/>
    <w:rsid w:val="00871519"/>
    <w:rsid w:val="0087179B"/>
    <w:rsid w:val="00872615"/>
    <w:rsid w:val="00872BEB"/>
    <w:rsid w:val="00872E5C"/>
    <w:rsid w:val="0087336A"/>
    <w:rsid w:val="008733F8"/>
    <w:rsid w:val="00873EE7"/>
    <w:rsid w:val="00874C55"/>
    <w:rsid w:val="00875A69"/>
    <w:rsid w:val="00875AF2"/>
    <w:rsid w:val="00875C1F"/>
    <w:rsid w:val="008761DD"/>
    <w:rsid w:val="008770AA"/>
    <w:rsid w:val="008771D9"/>
    <w:rsid w:val="00877945"/>
    <w:rsid w:val="00877C34"/>
    <w:rsid w:val="00880419"/>
    <w:rsid w:val="00880B04"/>
    <w:rsid w:val="00880DE7"/>
    <w:rsid w:val="00880F83"/>
    <w:rsid w:val="0088134F"/>
    <w:rsid w:val="008815BA"/>
    <w:rsid w:val="008817EA"/>
    <w:rsid w:val="008818A2"/>
    <w:rsid w:val="00881FC0"/>
    <w:rsid w:val="0088233A"/>
    <w:rsid w:val="0088241D"/>
    <w:rsid w:val="0088259F"/>
    <w:rsid w:val="00882D8E"/>
    <w:rsid w:val="00882F64"/>
    <w:rsid w:val="008833A0"/>
    <w:rsid w:val="00883990"/>
    <w:rsid w:val="00883C18"/>
    <w:rsid w:val="0088457E"/>
    <w:rsid w:val="00884868"/>
    <w:rsid w:val="00884D2F"/>
    <w:rsid w:val="008850EE"/>
    <w:rsid w:val="00886F58"/>
    <w:rsid w:val="00886F9F"/>
    <w:rsid w:val="00887818"/>
    <w:rsid w:val="0088792B"/>
    <w:rsid w:val="0089053B"/>
    <w:rsid w:val="00890B18"/>
    <w:rsid w:val="00891416"/>
    <w:rsid w:val="00891551"/>
    <w:rsid w:val="00891794"/>
    <w:rsid w:val="0089209D"/>
    <w:rsid w:val="00892161"/>
    <w:rsid w:val="008922B2"/>
    <w:rsid w:val="00892D48"/>
    <w:rsid w:val="00892EEE"/>
    <w:rsid w:val="0089338E"/>
    <w:rsid w:val="00893EB3"/>
    <w:rsid w:val="00894AF3"/>
    <w:rsid w:val="00894DD1"/>
    <w:rsid w:val="008951F1"/>
    <w:rsid w:val="00895607"/>
    <w:rsid w:val="00895CDE"/>
    <w:rsid w:val="00895E91"/>
    <w:rsid w:val="0089644A"/>
    <w:rsid w:val="008966E8"/>
    <w:rsid w:val="0089770C"/>
    <w:rsid w:val="00897D8D"/>
    <w:rsid w:val="00897FCE"/>
    <w:rsid w:val="008A12A1"/>
    <w:rsid w:val="008A1BE2"/>
    <w:rsid w:val="008A2677"/>
    <w:rsid w:val="008A2BE5"/>
    <w:rsid w:val="008A2C95"/>
    <w:rsid w:val="008A30E0"/>
    <w:rsid w:val="008A32BC"/>
    <w:rsid w:val="008A34E1"/>
    <w:rsid w:val="008A3C14"/>
    <w:rsid w:val="008A3E7F"/>
    <w:rsid w:val="008A4439"/>
    <w:rsid w:val="008A5350"/>
    <w:rsid w:val="008A5EED"/>
    <w:rsid w:val="008A6174"/>
    <w:rsid w:val="008A6288"/>
    <w:rsid w:val="008A645F"/>
    <w:rsid w:val="008A69A6"/>
    <w:rsid w:val="008A6D1A"/>
    <w:rsid w:val="008A6DF6"/>
    <w:rsid w:val="008A7037"/>
    <w:rsid w:val="008A707C"/>
    <w:rsid w:val="008A74C0"/>
    <w:rsid w:val="008A7B38"/>
    <w:rsid w:val="008A7DAD"/>
    <w:rsid w:val="008B01F0"/>
    <w:rsid w:val="008B02D7"/>
    <w:rsid w:val="008B10DB"/>
    <w:rsid w:val="008B1922"/>
    <w:rsid w:val="008B2C2D"/>
    <w:rsid w:val="008B2CFD"/>
    <w:rsid w:val="008B2D66"/>
    <w:rsid w:val="008B3C6C"/>
    <w:rsid w:val="008B3FE6"/>
    <w:rsid w:val="008B4551"/>
    <w:rsid w:val="008B46E8"/>
    <w:rsid w:val="008B52E6"/>
    <w:rsid w:val="008B5323"/>
    <w:rsid w:val="008B58EF"/>
    <w:rsid w:val="008B5E45"/>
    <w:rsid w:val="008B74B0"/>
    <w:rsid w:val="008B7549"/>
    <w:rsid w:val="008B7FB2"/>
    <w:rsid w:val="008C0105"/>
    <w:rsid w:val="008C022A"/>
    <w:rsid w:val="008C040E"/>
    <w:rsid w:val="008C09BB"/>
    <w:rsid w:val="008C0B53"/>
    <w:rsid w:val="008C0B7A"/>
    <w:rsid w:val="008C1392"/>
    <w:rsid w:val="008C13A6"/>
    <w:rsid w:val="008C169E"/>
    <w:rsid w:val="008C1739"/>
    <w:rsid w:val="008C1847"/>
    <w:rsid w:val="008C1FB7"/>
    <w:rsid w:val="008C23AF"/>
    <w:rsid w:val="008C2BEE"/>
    <w:rsid w:val="008C340D"/>
    <w:rsid w:val="008C4165"/>
    <w:rsid w:val="008C4208"/>
    <w:rsid w:val="008C42A3"/>
    <w:rsid w:val="008C42CD"/>
    <w:rsid w:val="008C4768"/>
    <w:rsid w:val="008C4814"/>
    <w:rsid w:val="008C5470"/>
    <w:rsid w:val="008C597C"/>
    <w:rsid w:val="008C5B08"/>
    <w:rsid w:val="008C5D50"/>
    <w:rsid w:val="008C6470"/>
    <w:rsid w:val="008C653B"/>
    <w:rsid w:val="008C67BE"/>
    <w:rsid w:val="008C6A86"/>
    <w:rsid w:val="008C6EF0"/>
    <w:rsid w:val="008C6FB2"/>
    <w:rsid w:val="008C7501"/>
    <w:rsid w:val="008C75CF"/>
    <w:rsid w:val="008C777E"/>
    <w:rsid w:val="008D0121"/>
    <w:rsid w:val="008D0EE6"/>
    <w:rsid w:val="008D1459"/>
    <w:rsid w:val="008D1A9E"/>
    <w:rsid w:val="008D1CB6"/>
    <w:rsid w:val="008D1CF2"/>
    <w:rsid w:val="008D1E9E"/>
    <w:rsid w:val="008D260B"/>
    <w:rsid w:val="008D27A4"/>
    <w:rsid w:val="008D342C"/>
    <w:rsid w:val="008D34BD"/>
    <w:rsid w:val="008D375D"/>
    <w:rsid w:val="008D3ADD"/>
    <w:rsid w:val="008D3D52"/>
    <w:rsid w:val="008D46A8"/>
    <w:rsid w:val="008D46CB"/>
    <w:rsid w:val="008D47FF"/>
    <w:rsid w:val="008D48E2"/>
    <w:rsid w:val="008D4AA2"/>
    <w:rsid w:val="008D4C1B"/>
    <w:rsid w:val="008D4C82"/>
    <w:rsid w:val="008D5056"/>
    <w:rsid w:val="008D600E"/>
    <w:rsid w:val="008E0625"/>
    <w:rsid w:val="008E151C"/>
    <w:rsid w:val="008E1571"/>
    <w:rsid w:val="008E1F65"/>
    <w:rsid w:val="008E2157"/>
    <w:rsid w:val="008E21EF"/>
    <w:rsid w:val="008E23F5"/>
    <w:rsid w:val="008E25D5"/>
    <w:rsid w:val="008E38B5"/>
    <w:rsid w:val="008E396A"/>
    <w:rsid w:val="008E3C3F"/>
    <w:rsid w:val="008E3EAA"/>
    <w:rsid w:val="008E4024"/>
    <w:rsid w:val="008E40D2"/>
    <w:rsid w:val="008E482E"/>
    <w:rsid w:val="008E4B37"/>
    <w:rsid w:val="008E4EB7"/>
    <w:rsid w:val="008E4FF7"/>
    <w:rsid w:val="008E54C3"/>
    <w:rsid w:val="008E551A"/>
    <w:rsid w:val="008E56DB"/>
    <w:rsid w:val="008E5808"/>
    <w:rsid w:val="008E5D01"/>
    <w:rsid w:val="008E5E13"/>
    <w:rsid w:val="008E6482"/>
    <w:rsid w:val="008E6836"/>
    <w:rsid w:val="008E6AC7"/>
    <w:rsid w:val="008E6C10"/>
    <w:rsid w:val="008E7473"/>
    <w:rsid w:val="008E7DED"/>
    <w:rsid w:val="008F07F6"/>
    <w:rsid w:val="008F107A"/>
    <w:rsid w:val="008F10F7"/>
    <w:rsid w:val="008F1AA7"/>
    <w:rsid w:val="008F2286"/>
    <w:rsid w:val="008F2471"/>
    <w:rsid w:val="008F25A2"/>
    <w:rsid w:val="008F2B3F"/>
    <w:rsid w:val="008F2BE6"/>
    <w:rsid w:val="008F3428"/>
    <w:rsid w:val="008F4624"/>
    <w:rsid w:val="008F48DC"/>
    <w:rsid w:val="008F5787"/>
    <w:rsid w:val="008F59C4"/>
    <w:rsid w:val="008F5B0D"/>
    <w:rsid w:val="008F614F"/>
    <w:rsid w:val="008F645B"/>
    <w:rsid w:val="008F74D7"/>
    <w:rsid w:val="008F7565"/>
    <w:rsid w:val="008F762E"/>
    <w:rsid w:val="008F76F8"/>
    <w:rsid w:val="008F7750"/>
    <w:rsid w:val="008F791E"/>
    <w:rsid w:val="00900A55"/>
    <w:rsid w:val="009010FF"/>
    <w:rsid w:val="009012E0"/>
    <w:rsid w:val="009014A2"/>
    <w:rsid w:val="009015E4"/>
    <w:rsid w:val="0090186E"/>
    <w:rsid w:val="00901B03"/>
    <w:rsid w:val="00901C06"/>
    <w:rsid w:val="00902980"/>
    <w:rsid w:val="00902E9D"/>
    <w:rsid w:val="009030C3"/>
    <w:rsid w:val="00903133"/>
    <w:rsid w:val="0090352D"/>
    <w:rsid w:val="009035C6"/>
    <w:rsid w:val="00903FDA"/>
    <w:rsid w:val="0090451F"/>
    <w:rsid w:val="009046BC"/>
    <w:rsid w:val="0090511C"/>
    <w:rsid w:val="00905ECC"/>
    <w:rsid w:val="00906947"/>
    <w:rsid w:val="00906AFC"/>
    <w:rsid w:val="009072F3"/>
    <w:rsid w:val="0090756E"/>
    <w:rsid w:val="00910640"/>
    <w:rsid w:val="0091166A"/>
    <w:rsid w:val="00912D25"/>
    <w:rsid w:val="009131B8"/>
    <w:rsid w:val="00913D56"/>
    <w:rsid w:val="00914237"/>
    <w:rsid w:val="00914452"/>
    <w:rsid w:val="0091472E"/>
    <w:rsid w:val="00916073"/>
    <w:rsid w:val="00916303"/>
    <w:rsid w:val="00916C09"/>
    <w:rsid w:val="00916D93"/>
    <w:rsid w:val="0092081B"/>
    <w:rsid w:val="00920846"/>
    <w:rsid w:val="00920A07"/>
    <w:rsid w:val="00920AC7"/>
    <w:rsid w:val="00920D7E"/>
    <w:rsid w:val="00921050"/>
    <w:rsid w:val="00921AAD"/>
    <w:rsid w:val="00921DC7"/>
    <w:rsid w:val="00921E13"/>
    <w:rsid w:val="009222A8"/>
    <w:rsid w:val="009226F7"/>
    <w:rsid w:val="00922E4D"/>
    <w:rsid w:val="00923403"/>
    <w:rsid w:val="00924B19"/>
    <w:rsid w:val="00924E31"/>
    <w:rsid w:val="009251B9"/>
    <w:rsid w:val="00925382"/>
    <w:rsid w:val="00925403"/>
    <w:rsid w:val="00925B4C"/>
    <w:rsid w:val="00925EAC"/>
    <w:rsid w:val="00925FED"/>
    <w:rsid w:val="009266F9"/>
    <w:rsid w:val="00926BCD"/>
    <w:rsid w:val="00926D4C"/>
    <w:rsid w:val="009278E6"/>
    <w:rsid w:val="00927A4C"/>
    <w:rsid w:val="00930029"/>
    <w:rsid w:val="00930AEB"/>
    <w:rsid w:val="00930BA6"/>
    <w:rsid w:val="00930DE7"/>
    <w:rsid w:val="00931BCD"/>
    <w:rsid w:val="00931F78"/>
    <w:rsid w:val="0093246B"/>
    <w:rsid w:val="00933A3A"/>
    <w:rsid w:val="00933F45"/>
    <w:rsid w:val="00933F49"/>
    <w:rsid w:val="00934196"/>
    <w:rsid w:val="00934424"/>
    <w:rsid w:val="00934BC2"/>
    <w:rsid w:val="00935EE5"/>
    <w:rsid w:val="00936872"/>
    <w:rsid w:val="0093741C"/>
    <w:rsid w:val="00937517"/>
    <w:rsid w:val="00937C22"/>
    <w:rsid w:val="00937F35"/>
    <w:rsid w:val="009409B2"/>
    <w:rsid w:val="00941156"/>
    <w:rsid w:val="009413B6"/>
    <w:rsid w:val="00941778"/>
    <w:rsid w:val="00941919"/>
    <w:rsid w:val="00941AE3"/>
    <w:rsid w:val="00941CEA"/>
    <w:rsid w:val="00941E93"/>
    <w:rsid w:val="00942CD0"/>
    <w:rsid w:val="00942F6F"/>
    <w:rsid w:val="009435C8"/>
    <w:rsid w:val="0094398B"/>
    <w:rsid w:val="00943F2E"/>
    <w:rsid w:val="00945476"/>
    <w:rsid w:val="00945B16"/>
    <w:rsid w:val="00946502"/>
    <w:rsid w:val="00946A35"/>
    <w:rsid w:val="00946E39"/>
    <w:rsid w:val="009508CB"/>
    <w:rsid w:val="00950D16"/>
    <w:rsid w:val="00951604"/>
    <w:rsid w:val="00951867"/>
    <w:rsid w:val="00951A7D"/>
    <w:rsid w:val="00951EBE"/>
    <w:rsid w:val="0095238E"/>
    <w:rsid w:val="00952618"/>
    <w:rsid w:val="009532CA"/>
    <w:rsid w:val="0095395C"/>
    <w:rsid w:val="009539D8"/>
    <w:rsid w:val="00953A68"/>
    <w:rsid w:val="00954152"/>
    <w:rsid w:val="0095455D"/>
    <w:rsid w:val="009549D3"/>
    <w:rsid w:val="00955099"/>
    <w:rsid w:val="00955ADD"/>
    <w:rsid w:val="00956741"/>
    <w:rsid w:val="009575D9"/>
    <w:rsid w:val="00957E94"/>
    <w:rsid w:val="009607E6"/>
    <w:rsid w:val="00960961"/>
    <w:rsid w:val="00961A99"/>
    <w:rsid w:val="00961FA2"/>
    <w:rsid w:val="00962503"/>
    <w:rsid w:val="00962B16"/>
    <w:rsid w:val="0096334F"/>
    <w:rsid w:val="009634B1"/>
    <w:rsid w:val="00963D96"/>
    <w:rsid w:val="00964E8E"/>
    <w:rsid w:val="00965239"/>
    <w:rsid w:val="00965A14"/>
    <w:rsid w:val="009671CB"/>
    <w:rsid w:val="009673C9"/>
    <w:rsid w:val="009673D2"/>
    <w:rsid w:val="009675BA"/>
    <w:rsid w:val="00967994"/>
    <w:rsid w:val="00967AD4"/>
    <w:rsid w:val="009706B1"/>
    <w:rsid w:val="00970B64"/>
    <w:rsid w:val="00970D16"/>
    <w:rsid w:val="009713F4"/>
    <w:rsid w:val="009715C2"/>
    <w:rsid w:val="00972259"/>
    <w:rsid w:val="00972585"/>
    <w:rsid w:val="00972A8A"/>
    <w:rsid w:val="00972D2F"/>
    <w:rsid w:val="00973120"/>
    <w:rsid w:val="009732EE"/>
    <w:rsid w:val="00973ECC"/>
    <w:rsid w:val="00974149"/>
    <w:rsid w:val="0097455C"/>
    <w:rsid w:val="009746F9"/>
    <w:rsid w:val="009747E4"/>
    <w:rsid w:val="00974A9F"/>
    <w:rsid w:val="00974B93"/>
    <w:rsid w:val="00974CF1"/>
    <w:rsid w:val="00974F3C"/>
    <w:rsid w:val="00975B33"/>
    <w:rsid w:val="00975E75"/>
    <w:rsid w:val="0097614A"/>
    <w:rsid w:val="0097650E"/>
    <w:rsid w:val="00976526"/>
    <w:rsid w:val="00976733"/>
    <w:rsid w:val="00976A56"/>
    <w:rsid w:val="00980255"/>
    <w:rsid w:val="009807FF"/>
    <w:rsid w:val="00980931"/>
    <w:rsid w:val="00980BD4"/>
    <w:rsid w:val="00980F94"/>
    <w:rsid w:val="00981715"/>
    <w:rsid w:val="00981CE5"/>
    <w:rsid w:val="00981D04"/>
    <w:rsid w:val="00981ED6"/>
    <w:rsid w:val="00981FA2"/>
    <w:rsid w:val="00982017"/>
    <w:rsid w:val="00982FA7"/>
    <w:rsid w:val="009830AF"/>
    <w:rsid w:val="00983581"/>
    <w:rsid w:val="009836A6"/>
    <w:rsid w:val="00983926"/>
    <w:rsid w:val="009848DB"/>
    <w:rsid w:val="00984C2A"/>
    <w:rsid w:val="0098526F"/>
    <w:rsid w:val="00985278"/>
    <w:rsid w:val="009855B8"/>
    <w:rsid w:val="00985C18"/>
    <w:rsid w:val="00985CD8"/>
    <w:rsid w:val="0098649A"/>
    <w:rsid w:val="009870B7"/>
    <w:rsid w:val="009875E5"/>
    <w:rsid w:val="00987B95"/>
    <w:rsid w:val="009908E6"/>
    <w:rsid w:val="0099091B"/>
    <w:rsid w:val="00991406"/>
    <w:rsid w:val="009922DC"/>
    <w:rsid w:val="00992502"/>
    <w:rsid w:val="009925B9"/>
    <w:rsid w:val="009926F7"/>
    <w:rsid w:val="00992B00"/>
    <w:rsid w:val="00993279"/>
    <w:rsid w:val="00993C3F"/>
    <w:rsid w:val="00994058"/>
    <w:rsid w:val="00994437"/>
    <w:rsid w:val="009944D5"/>
    <w:rsid w:val="009945C6"/>
    <w:rsid w:val="009946F1"/>
    <w:rsid w:val="009952F8"/>
    <w:rsid w:val="009956D3"/>
    <w:rsid w:val="00995968"/>
    <w:rsid w:val="00996A74"/>
    <w:rsid w:val="00996AFB"/>
    <w:rsid w:val="00996C0C"/>
    <w:rsid w:val="009973C6"/>
    <w:rsid w:val="009976D9"/>
    <w:rsid w:val="009A0003"/>
    <w:rsid w:val="009A042B"/>
    <w:rsid w:val="009A0460"/>
    <w:rsid w:val="009A0740"/>
    <w:rsid w:val="009A0D4D"/>
    <w:rsid w:val="009A0F94"/>
    <w:rsid w:val="009A215A"/>
    <w:rsid w:val="009A2A4F"/>
    <w:rsid w:val="009A2DE1"/>
    <w:rsid w:val="009A3F74"/>
    <w:rsid w:val="009A4294"/>
    <w:rsid w:val="009A5812"/>
    <w:rsid w:val="009A5ACC"/>
    <w:rsid w:val="009A5ACD"/>
    <w:rsid w:val="009A6066"/>
    <w:rsid w:val="009A68B3"/>
    <w:rsid w:val="009A6B45"/>
    <w:rsid w:val="009A735B"/>
    <w:rsid w:val="009B02DC"/>
    <w:rsid w:val="009B12DA"/>
    <w:rsid w:val="009B1A1C"/>
    <w:rsid w:val="009B25C3"/>
    <w:rsid w:val="009B2DA0"/>
    <w:rsid w:val="009B3055"/>
    <w:rsid w:val="009B3808"/>
    <w:rsid w:val="009B3FB3"/>
    <w:rsid w:val="009B44CF"/>
    <w:rsid w:val="009B49F5"/>
    <w:rsid w:val="009B4A98"/>
    <w:rsid w:val="009B4E68"/>
    <w:rsid w:val="009B54D4"/>
    <w:rsid w:val="009B5614"/>
    <w:rsid w:val="009B5735"/>
    <w:rsid w:val="009B5958"/>
    <w:rsid w:val="009B5EFD"/>
    <w:rsid w:val="009B6ACB"/>
    <w:rsid w:val="009B7FB4"/>
    <w:rsid w:val="009C0986"/>
    <w:rsid w:val="009C189B"/>
    <w:rsid w:val="009C21A7"/>
    <w:rsid w:val="009C2771"/>
    <w:rsid w:val="009C2863"/>
    <w:rsid w:val="009C2A6E"/>
    <w:rsid w:val="009C2BE6"/>
    <w:rsid w:val="009C2D35"/>
    <w:rsid w:val="009C2D95"/>
    <w:rsid w:val="009C3411"/>
    <w:rsid w:val="009C384C"/>
    <w:rsid w:val="009C3D84"/>
    <w:rsid w:val="009C507E"/>
    <w:rsid w:val="009C5462"/>
    <w:rsid w:val="009C5575"/>
    <w:rsid w:val="009C5DB3"/>
    <w:rsid w:val="009C6559"/>
    <w:rsid w:val="009C65B5"/>
    <w:rsid w:val="009C6EBF"/>
    <w:rsid w:val="009C72EA"/>
    <w:rsid w:val="009C7A44"/>
    <w:rsid w:val="009C7C08"/>
    <w:rsid w:val="009D03BF"/>
    <w:rsid w:val="009D08EE"/>
    <w:rsid w:val="009D0B37"/>
    <w:rsid w:val="009D1867"/>
    <w:rsid w:val="009D2135"/>
    <w:rsid w:val="009D2531"/>
    <w:rsid w:val="009D3969"/>
    <w:rsid w:val="009D39DE"/>
    <w:rsid w:val="009D3B0E"/>
    <w:rsid w:val="009D3BAE"/>
    <w:rsid w:val="009D427C"/>
    <w:rsid w:val="009D42D3"/>
    <w:rsid w:val="009D4A25"/>
    <w:rsid w:val="009D4DEE"/>
    <w:rsid w:val="009D6020"/>
    <w:rsid w:val="009D72B8"/>
    <w:rsid w:val="009D748E"/>
    <w:rsid w:val="009D780B"/>
    <w:rsid w:val="009D7C56"/>
    <w:rsid w:val="009E0356"/>
    <w:rsid w:val="009E0EE7"/>
    <w:rsid w:val="009E176B"/>
    <w:rsid w:val="009E25EE"/>
    <w:rsid w:val="009E27A1"/>
    <w:rsid w:val="009E2CAB"/>
    <w:rsid w:val="009E2D0F"/>
    <w:rsid w:val="009E301E"/>
    <w:rsid w:val="009E3554"/>
    <w:rsid w:val="009E37C8"/>
    <w:rsid w:val="009E3D96"/>
    <w:rsid w:val="009E55E1"/>
    <w:rsid w:val="009E6141"/>
    <w:rsid w:val="009E705D"/>
    <w:rsid w:val="009E7DD0"/>
    <w:rsid w:val="009E7DFC"/>
    <w:rsid w:val="009E7EB3"/>
    <w:rsid w:val="009F0C9A"/>
    <w:rsid w:val="009F1BB0"/>
    <w:rsid w:val="009F246B"/>
    <w:rsid w:val="009F260D"/>
    <w:rsid w:val="009F2A7A"/>
    <w:rsid w:val="009F3529"/>
    <w:rsid w:val="009F39EF"/>
    <w:rsid w:val="009F4321"/>
    <w:rsid w:val="009F4370"/>
    <w:rsid w:val="009F4637"/>
    <w:rsid w:val="009F4684"/>
    <w:rsid w:val="009F5230"/>
    <w:rsid w:val="009F5517"/>
    <w:rsid w:val="009F57D1"/>
    <w:rsid w:val="009F6ABC"/>
    <w:rsid w:val="00A00222"/>
    <w:rsid w:val="00A00A03"/>
    <w:rsid w:val="00A00F7E"/>
    <w:rsid w:val="00A0155D"/>
    <w:rsid w:val="00A01705"/>
    <w:rsid w:val="00A01C0F"/>
    <w:rsid w:val="00A01C52"/>
    <w:rsid w:val="00A0204E"/>
    <w:rsid w:val="00A02425"/>
    <w:rsid w:val="00A024E4"/>
    <w:rsid w:val="00A02899"/>
    <w:rsid w:val="00A028D4"/>
    <w:rsid w:val="00A02953"/>
    <w:rsid w:val="00A02A87"/>
    <w:rsid w:val="00A02AA3"/>
    <w:rsid w:val="00A02F42"/>
    <w:rsid w:val="00A03149"/>
    <w:rsid w:val="00A031DD"/>
    <w:rsid w:val="00A0377B"/>
    <w:rsid w:val="00A04B5F"/>
    <w:rsid w:val="00A04BA4"/>
    <w:rsid w:val="00A0584B"/>
    <w:rsid w:val="00A06468"/>
    <w:rsid w:val="00A06789"/>
    <w:rsid w:val="00A06B52"/>
    <w:rsid w:val="00A07A66"/>
    <w:rsid w:val="00A1004B"/>
    <w:rsid w:val="00A1055F"/>
    <w:rsid w:val="00A10999"/>
    <w:rsid w:val="00A10AAD"/>
    <w:rsid w:val="00A1136F"/>
    <w:rsid w:val="00A11B38"/>
    <w:rsid w:val="00A11D52"/>
    <w:rsid w:val="00A1238B"/>
    <w:rsid w:val="00A1283B"/>
    <w:rsid w:val="00A128B8"/>
    <w:rsid w:val="00A13986"/>
    <w:rsid w:val="00A13B2C"/>
    <w:rsid w:val="00A13F99"/>
    <w:rsid w:val="00A14013"/>
    <w:rsid w:val="00A14030"/>
    <w:rsid w:val="00A14064"/>
    <w:rsid w:val="00A14531"/>
    <w:rsid w:val="00A14855"/>
    <w:rsid w:val="00A15420"/>
    <w:rsid w:val="00A1587A"/>
    <w:rsid w:val="00A159C0"/>
    <w:rsid w:val="00A15AC3"/>
    <w:rsid w:val="00A16360"/>
    <w:rsid w:val="00A1654D"/>
    <w:rsid w:val="00A16B5C"/>
    <w:rsid w:val="00A16BB3"/>
    <w:rsid w:val="00A17F55"/>
    <w:rsid w:val="00A20006"/>
    <w:rsid w:val="00A20011"/>
    <w:rsid w:val="00A202B5"/>
    <w:rsid w:val="00A20BDA"/>
    <w:rsid w:val="00A21126"/>
    <w:rsid w:val="00A21663"/>
    <w:rsid w:val="00A22072"/>
    <w:rsid w:val="00A22273"/>
    <w:rsid w:val="00A22725"/>
    <w:rsid w:val="00A23068"/>
    <w:rsid w:val="00A232F2"/>
    <w:rsid w:val="00A233EA"/>
    <w:rsid w:val="00A23605"/>
    <w:rsid w:val="00A236CB"/>
    <w:rsid w:val="00A23A2A"/>
    <w:rsid w:val="00A23CFE"/>
    <w:rsid w:val="00A24062"/>
    <w:rsid w:val="00A2464C"/>
    <w:rsid w:val="00A24EDD"/>
    <w:rsid w:val="00A25184"/>
    <w:rsid w:val="00A25252"/>
    <w:rsid w:val="00A260E2"/>
    <w:rsid w:val="00A26254"/>
    <w:rsid w:val="00A268AD"/>
    <w:rsid w:val="00A26F58"/>
    <w:rsid w:val="00A27373"/>
    <w:rsid w:val="00A27582"/>
    <w:rsid w:val="00A30CE5"/>
    <w:rsid w:val="00A310D4"/>
    <w:rsid w:val="00A3189A"/>
    <w:rsid w:val="00A31EB8"/>
    <w:rsid w:val="00A3212D"/>
    <w:rsid w:val="00A326CB"/>
    <w:rsid w:val="00A32CE1"/>
    <w:rsid w:val="00A33F2F"/>
    <w:rsid w:val="00A340F7"/>
    <w:rsid w:val="00A34257"/>
    <w:rsid w:val="00A3461A"/>
    <w:rsid w:val="00A34BE3"/>
    <w:rsid w:val="00A35075"/>
    <w:rsid w:val="00A352F8"/>
    <w:rsid w:val="00A355CC"/>
    <w:rsid w:val="00A35B62"/>
    <w:rsid w:val="00A35F89"/>
    <w:rsid w:val="00A3621E"/>
    <w:rsid w:val="00A36396"/>
    <w:rsid w:val="00A36B67"/>
    <w:rsid w:val="00A36BA4"/>
    <w:rsid w:val="00A36BF0"/>
    <w:rsid w:val="00A37442"/>
    <w:rsid w:val="00A37B26"/>
    <w:rsid w:val="00A37E15"/>
    <w:rsid w:val="00A37E9B"/>
    <w:rsid w:val="00A37EEE"/>
    <w:rsid w:val="00A37F40"/>
    <w:rsid w:val="00A40C31"/>
    <w:rsid w:val="00A41E03"/>
    <w:rsid w:val="00A4278F"/>
    <w:rsid w:val="00A42D99"/>
    <w:rsid w:val="00A4332A"/>
    <w:rsid w:val="00A43373"/>
    <w:rsid w:val="00A43494"/>
    <w:rsid w:val="00A436EE"/>
    <w:rsid w:val="00A43BC1"/>
    <w:rsid w:val="00A43EC4"/>
    <w:rsid w:val="00A43F58"/>
    <w:rsid w:val="00A44744"/>
    <w:rsid w:val="00A454DC"/>
    <w:rsid w:val="00A45842"/>
    <w:rsid w:val="00A46425"/>
    <w:rsid w:val="00A466EC"/>
    <w:rsid w:val="00A47419"/>
    <w:rsid w:val="00A477A3"/>
    <w:rsid w:val="00A503A4"/>
    <w:rsid w:val="00A50889"/>
    <w:rsid w:val="00A508A2"/>
    <w:rsid w:val="00A50CA1"/>
    <w:rsid w:val="00A5113D"/>
    <w:rsid w:val="00A513D3"/>
    <w:rsid w:val="00A515B8"/>
    <w:rsid w:val="00A51986"/>
    <w:rsid w:val="00A51B47"/>
    <w:rsid w:val="00A51BC9"/>
    <w:rsid w:val="00A51F5A"/>
    <w:rsid w:val="00A52822"/>
    <w:rsid w:val="00A52EF8"/>
    <w:rsid w:val="00A539B4"/>
    <w:rsid w:val="00A53A70"/>
    <w:rsid w:val="00A53B51"/>
    <w:rsid w:val="00A5543F"/>
    <w:rsid w:val="00A55513"/>
    <w:rsid w:val="00A55721"/>
    <w:rsid w:val="00A55789"/>
    <w:rsid w:val="00A55883"/>
    <w:rsid w:val="00A55968"/>
    <w:rsid w:val="00A566CE"/>
    <w:rsid w:val="00A56AFF"/>
    <w:rsid w:val="00A56D53"/>
    <w:rsid w:val="00A6002D"/>
    <w:rsid w:val="00A60070"/>
    <w:rsid w:val="00A60B46"/>
    <w:rsid w:val="00A60BB0"/>
    <w:rsid w:val="00A60C26"/>
    <w:rsid w:val="00A60EDA"/>
    <w:rsid w:val="00A612B0"/>
    <w:rsid w:val="00A61552"/>
    <w:rsid w:val="00A623CA"/>
    <w:rsid w:val="00A62626"/>
    <w:rsid w:val="00A62936"/>
    <w:rsid w:val="00A62A3A"/>
    <w:rsid w:val="00A62F81"/>
    <w:rsid w:val="00A63165"/>
    <w:rsid w:val="00A63BED"/>
    <w:rsid w:val="00A642D7"/>
    <w:rsid w:val="00A6444F"/>
    <w:rsid w:val="00A64F51"/>
    <w:rsid w:val="00A656CD"/>
    <w:rsid w:val="00A65915"/>
    <w:rsid w:val="00A65D1A"/>
    <w:rsid w:val="00A6618B"/>
    <w:rsid w:val="00A66843"/>
    <w:rsid w:val="00A66A4B"/>
    <w:rsid w:val="00A67A23"/>
    <w:rsid w:val="00A67B87"/>
    <w:rsid w:val="00A7068F"/>
    <w:rsid w:val="00A72B04"/>
    <w:rsid w:val="00A72D17"/>
    <w:rsid w:val="00A72EBF"/>
    <w:rsid w:val="00A737AE"/>
    <w:rsid w:val="00A737CB"/>
    <w:rsid w:val="00A73840"/>
    <w:rsid w:val="00A7395A"/>
    <w:rsid w:val="00A73972"/>
    <w:rsid w:val="00A740AF"/>
    <w:rsid w:val="00A746B5"/>
    <w:rsid w:val="00A74A08"/>
    <w:rsid w:val="00A75524"/>
    <w:rsid w:val="00A7553A"/>
    <w:rsid w:val="00A755A4"/>
    <w:rsid w:val="00A76700"/>
    <w:rsid w:val="00A76ED1"/>
    <w:rsid w:val="00A7701A"/>
    <w:rsid w:val="00A77A1D"/>
    <w:rsid w:val="00A77E2C"/>
    <w:rsid w:val="00A77EE7"/>
    <w:rsid w:val="00A803AF"/>
    <w:rsid w:val="00A80447"/>
    <w:rsid w:val="00A80456"/>
    <w:rsid w:val="00A80B20"/>
    <w:rsid w:val="00A80C05"/>
    <w:rsid w:val="00A8106B"/>
    <w:rsid w:val="00A81F7B"/>
    <w:rsid w:val="00A8216B"/>
    <w:rsid w:val="00A821DD"/>
    <w:rsid w:val="00A826D8"/>
    <w:rsid w:val="00A82F95"/>
    <w:rsid w:val="00A830CF"/>
    <w:rsid w:val="00A834E6"/>
    <w:rsid w:val="00A83CB8"/>
    <w:rsid w:val="00A83CC5"/>
    <w:rsid w:val="00A8408A"/>
    <w:rsid w:val="00A84707"/>
    <w:rsid w:val="00A84F8B"/>
    <w:rsid w:val="00A852F5"/>
    <w:rsid w:val="00A8562C"/>
    <w:rsid w:val="00A85F4A"/>
    <w:rsid w:val="00A86448"/>
    <w:rsid w:val="00A8645C"/>
    <w:rsid w:val="00A864E4"/>
    <w:rsid w:val="00A87096"/>
    <w:rsid w:val="00A87DA4"/>
    <w:rsid w:val="00A900CC"/>
    <w:rsid w:val="00A90496"/>
    <w:rsid w:val="00A90D97"/>
    <w:rsid w:val="00A9136B"/>
    <w:rsid w:val="00A9152D"/>
    <w:rsid w:val="00A91CF8"/>
    <w:rsid w:val="00A92AC4"/>
    <w:rsid w:val="00A92F58"/>
    <w:rsid w:val="00A930C1"/>
    <w:rsid w:val="00A93360"/>
    <w:rsid w:val="00A9336E"/>
    <w:rsid w:val="00A9388A"/>
    <w:rsid w:val="00A93D68"/>
    <w:rsid w:val="00A94275"/>
    <w:rsid w:val="00A9435C"/>
    <w:rsid w:val="00A943F1"/>
    <w:rsid w:val="00A9495C"/>
    <w:rsid w:val="00A94E35"/>
    <w:rsid w:val="00A94F24"/>
    <w:rsid w:val="00A94FF0"/>
    <w:rsid w:val="00A95123"/>
    <w:rsid w:val="00A96370"/>
    <w:rsid w:val="00A96602"/>
    <w:rsid w:val="00A97662"/>
    <w:rsid w:val="00A97BD8"/>
    <w:rsid w:val="00A97E40"/>
    <w:rsid w:val="00A97F21"/>
    <w:rsid w:val="00AA017A"/>
    <w:rsid w:val="00AA0306"/>
    <w:rsid w:val="00AA111E"/>
    <w:rsid w:val="00AA125A"/>
    <w:rsid w:val="00AA16FB"/>
    <w:rsid w:val="00AA1C51"/>
    <w:rsid w:val="00AA223F"/>
    <w:rsid w:val="00AA2A79"/>
    <w:rsid w:val="00AA2CE4"/>
    <w:rsid w:val="00AA313A"/>
    <w:rsid w:val="00AA34B5"/>
    <w:rsid w:val="00AA3A16"/>
    <w:rsid w:val="00AA3F9D"/>
    <w:rsid w:val="00AA41D9"/>
    <w:rsid w:val="00AA5041"/>
    <w:rsid w:val="00AA57BE"/>
    <w:rsid w:val="00AA5995"/>
    <w:rsid w:val="00AA5A11"/>
    <w:rsid w:val="00AA5ACA"/>
    <w:rsid w:val="00AA6F6A"/>
    <w:rsid w:val="00AA72D0"/>
    <w:rsid w:val="00AA7BC6"/>
    <w:rsid w:val="00AA7E86"/>
    <w:rsid w:val="00AB009B"/>
    <w:rsid w:val="00AB096E"/>
    <w:rsid w:val="00AB0BAB"/>
    <w:rsid w:val="00AB177D"/>
    <w:rsid w:val="00AB24B7"/>
    <w:rsid w:val="00AB2E45"/>
    <w:rsid w:val="00AB2F5D"/>
    <w:rsid w:val="00AB2FC1"/>
    <w:rsid w:val="00AB37D4"/>
    <w:rsid w:val="00AB39F6"/>
    <w:rsid w:val="00AB3AD1"/>
    <w:rsid w:val="00AB4199"/>
    <w:rsid w:val="00AB46AF"/>
    <w:rsid w:val="00AB4C89"/>
    <w:rsid w:val="00AB5192"/>
    <w:rsid w:val="00AB5203"/>
    <w:rsid w:val="00AB53F7"/>
    <w:rsid w:val="00AB61C1"/>
    <w:rsid w:val="00AB6B01"/>
    <w:rsid w:val="00AB6CEE"/>
    <w:rsid w:val="00AB6CF5"/>
    <w:rsid w:val="00AB6EDD"/>
    <w:rsid w:val="00AB7608"/>
    <w:rsid w:val="00AC044A"/>
    <w:rsid w:val="00AC04E6"/>
    <w:rsid w:val="00AC132D"/>
    <w:rsid w:val="00AC156C"/>
    <w:rsid w:val="00AC1997"/>
    <w:rsid w:val="00AC199B"/>
    <w:rsid w:val="00AC2163"/>
    <w:rsid w:val="00AC2505"/>
    <w:rsid w:val="00AC254E"/>
    <w:rsid w:val="00AC2738"/>
    <w:rsid w:val="00AC2C9F"/>
    <w:rsid w:val="00AC3365"/>
    <w:rsid w:val="00AC3FEE"/>
    <w:rsid w:val="00AC4547"/>
    <w:rsid w:val="00AC4663"/>
    <w:rsid w:val="00AC4CF3"/>
    <w:rsid w:val="00AC5424"/>
    <w:rsid w:val="00AC5666"/>
    <w:rsid w:val="00AC5873"/>
    <w:rsid w:val="00AC5E01"/>
    <w:rsid w:val="00AC623C"/>
    <w:rsid w:val="00AC7A9B"/>
    <w:rsid w:val="00AC7EA9"/>
    <w:rsid w:val="00AC7FA3"/>
    <w:rsid w:val="00AD0156"/>
    <w:rsid w:val="00AD08F3"/>
    <w:rsid w:val="00AD0C8F"/>
    <w:rsid w:val="00AD137E"/>
    <w:rsid w:val="00AD15D8"/>
    <w:rsid w:val="00AD1DBF"/>
    <w:rsid w:val="00AD242A"/>
    <w:rsid w:val="00AD25E3"/>
    <w:rsid w:val="00AD3125"/>
    <w:rsid w:val="00AD3959"/>
    <w:rsid w:val="00AD3C4F"/>
    <w:rsid w:val="00AD4C72"/>
    <w:rsid w:val="00AD4D58"/>
    <w:rsid w:val="00AD4E63"/>
    <w:rsid w:val="00AD56E5"/>
    <w:rsid w:val="00AD5739"/>
    <w:rsid w:val="00AD5E03"/>
    <w:rsid w:val="00AD6595"/>
    <w:rsid w:val="00AD6ABC"/>
    <w:rsid w:val="00AD7ADA"/>
    <w:rsid w:val="00AE0316"/>
    <w:rsid w:val="00AE0D35"/>
    <w:rsid w:val="00AE0E27"/>
    <w:rsid w:val="00AE1242"/>
    <w:rsid w:val="00AE1536"/>
    <w:rsid w:val="00AE1C39"/>
    <w:rsid w:val="00AE2099"/>
    <w:rsid w:val="00AE2297"/>
    <w:rsid w:val="00AE349D"/>
    <w:rsid w:val="00AE3613"/>
    <w:rsid w:val="00AE39D1"/>
    <w:rsid w:val="00AE3E9B"/>
    <w:rsid w:val="00AE5475"/>
    <w:rsid w:val="00AE5AA9"/>
    <w:rsid w:val="00AE6138"/>
    <w:rsid w:val="00AE6C78"/>
    <w:rsid w:val="00AE7779"/>
    <w:rsid w:val="00AE793A"/>
    <w:rsid w:val="00AE7B47"/>
    <w:rsid w:val="00AE7D2C"/>
    <w:rsid w:val="00AE7FE4"/>
    <w:rsid w:val="00AF009E"/>
    <w:rsid w:val="00AF02AA"/>
    <w:rsid w:val="00AF0A98"/>
    <w:rsid w:val="00AF0C57"/>
    <w:rsid w:val="00AF0F39"/>
    <w:rsid w:val="00AF1208"/>
    <w:rsid w:val="00AF1385"/>
    <w:rsid w:val="00AF1449"/>
    <w:rsid w:val="00AF282D"/>
    <w:rsid w:val="00AF3041"/>
    <w:rsid w:val="00AF3352"/>
    <w:rsid w:val="00AF34AA"/>
    <w:rsid w:val="00AF46CC"/>
    <w:rsid w:val="00AF4D81"/>
    <w:rsid w:val="00AF4E14"/>
    <w:rsid w:val="00AF4EBD"/>
    <w:rsid w:val="00AF4F03"/>
    <w:rsid w:val="00AF502A"/>
    <w:rsid w:val="00AF5103"/>
    <w:rsid w:val="00AF5568"/>
    <w:rsid w:val="00AF567C"/>
    <w:rsid w:val="00AF58D7"/>
    <w:rsid w:val="00AF5AF5"/>
    <w:rsid w:val="00AF5FFF"/>
    <w:rsid w:val="00AF6C27"/>
    <w:rsid w:val="00AF6C98"/>
    <w:rsid w:val="00AF6D97"/>
    <w:rsid w:val="00B009EA"/>
    <w:rsid w:val="00B00DF9"/>
    <w:rsid w:val="00B00DFD"/>
    <w:rsid w:val="00B01F03"/>
    <w:rsid w:val="00B0241D"/>
    <w:rsid w:val="00B025B8"/>
    <w:rsid w:val="00B02686"/>
    <w:rsid w:val="00B02B2C"/>
    <w:rsid w:val="00B02B3A"/>
    <w:rsid w:val="00B02B63"/>
    <w:rsid w:val="00B02EDE"/>
    <w:rsid w:val="00B0372F"/>
    <w:rsid w:val="00B03857"/>
    <w:rsid w:val="00B04333"/>
    <w:rsid w:val="00B04DAC"/>
    <w:rsid w:val="00B04EF7"/>
    <w:rsid w:val="00B05036"/>
    <w:rsid w:val="00B058E7"/>
    <w:rsid w:val="00B06DB7"/>
    <w:rsid w:val="00B07082"/>
    <w:rsid w:val="00B07BE2"/>
    <w:rsid w:val="00B07C8E"/>
    <w:rsid w:val="00B07EEF"/>
    <w:rsid w:val="00B10228"/>
    <w:rsid w:val="00B1030C"/>
    <w:rsid w:val="00B10476"/>
    <w:rsid w:val="00B1047D"/>
    <w:rsid w:val="00B10A60"/>
    <w:rsid w:val="00B10D8A"/>
    <w:rsid w:val="00B1167F"/>
    <w:rsid w:val="00B118CA"/>
    <w:rsid w:val="00B11F1D"/>
    <w:rsid w:val="00B1215E"/>
    <w:rsid w:val="00B1245F"/>
    <w:rsid w:val="00B1282C"/>
    <w:rsid w:val="00B12855"/>
    <w:rsid w:val="00B1288E"/>
    <w:rsid w:val="00B12AFC"/>
    <w:rsid w:val="00B12F2C"/>
    <w:rsid w:val="00B1317B"/>
    <w:rsid w:val="00B133E7"/>
    <w:rsid w:val="00B136A1"/>
    <w:rsid w:val="00B136B2"/>
    <w:rsid w:val="00B13A67"/>
    <w:rsid w:val="00B13F0F"/>
    <w:rsid w:val="00B147F2"/>
    <w:rsid w:val="00B14938"/>
    <w:rsid w:val="00B149E4"/>
    <w:rsid w:val="00B14A6C"/>
    <w:rsid w:val="00B15026"/>
    <w:rsid w:val="00B15576"/>
    <w:rsid w:val="00B157D7"/>
    <w:rsid w:val="00B158F0"/>
    <w:rsid w:val="00B16916"/>
    <w:rsid w:val="00B16B38"/>
    <w:rsid w:val="00B16DF7"/>
    <w:rsid w:val="00B170A6"/>
    <w:rsid w:val="00B17481"/>
    <w:rsid w:val="00B1795A"/>
    <w:rsid w:val="00B17A35"/>
    <w:rsid w:val="00B17F6A"/>
    <w:rsid w:val="00B17F6D"/>
    <w:rsid w:val="00B2013E"/>
    <w:rsid w:val="00B20738"/>
    <w:rsid w:val="00B20D97"/>
    <w:rsid w:val="00B20F9B"/>
    <w:rsid w:val="00B217FA"/>
    <w:rsid w:val="00B2274C"/>
    <w:rsid w:val="00B228C9"/>
    <w:rsid w:val="00B22A51"/>
    <w:rsid w:val="00B2338F"/>
    <w:rsid w:val="00B23695"/>
    <w:rsid w:val="00B23A81"/>
    <w:rsid w:val="00B24850"/>
    <w:rsid w:val="00B24A4F"/>
    <w:rsid w:val="00B252B2"/>
    <w:rsid w:val="00B2634A"/>
    <w:rsid w:val="00B26521"/>
    <w:rsid w:val="00B26CBD"/>
    <w:rsid w:val="00B26F44"/>
    <w:rsid w:val="00B27733"/>
    <w:rsid w:val="00B27893"/>
    <w:rsid w:val="00B2797D"/>
    <w:rsid w:val="00B30067"/>
    <w:rsid w:val="00B3009C"/>
    <w:rsid w:val="00B30436"/>
    <w:rsid w:val="00B30B23"/>
    <w:rsid w:val="00B313B6"/>
    <w:rsid w:val="00B31551"/>
    <w:rsid w:val="00B31718"/>
    <w:rsid w:val="00B31AFF"/>
    <w:rsid w:val="00B31CE2"/>
    <w:rsid w:val="00B321B8"/>
    <w:rsid w:val="00B327D7"/>
    <w:rsid w:val="00B329CF"/>
    <w:rsid w:val="00B32E11"/>
    <w:rsid w:val="00B32EAA"/>
    <w:rsid w:val="00B33E2D"/>
    <w:rsid w:val="00B344E7"/>
    <w:rsid w:val="00B34B17"/>
    <w:rsid w:val="00B34C81"/>
    <w:rsid w:val="00B350DA"/>
    <w:rsid w:val="00B356C0"/>
    <w:rsid w:val="00B358B0"/>
    <w:rsid w:val="00B358B6"/>
    <w:rsid w:val="00B3598D"/>
    <w:rsid w:val="00B35BC1"/>
    <w:rsid w:val="00B35F30"/>
    <w:rsid w:val="00B367AF"/>
    <w:rsid w:val="00B368D5"/>
    <w:rsid w:val="00B36D5F"/>
    <w:rsid w:val="00B36F08"/>
    <w:rsid w:val="00B3714F"/>
    <w:rsid w:val="00B375A6"/>
    <w:rsid w:val="00B375BC"/>
    <w:rsid w:val="00B3780D"/>
    <w:rsid w:val="00B37953"/>
    <w:rsid w:val="00B37A4B"/>
    <w:rsid w:val="00B402E1"/>
    <w:rsid w:val="00B409AB"/>
    <w:rsid w:val="00B41215"/>
    <w:rsid w:val="00B41D87"/>
    <w:rsid w:val="00B425CC"/>
    <w:rsid w:val="00B42E1F"/>
    <w:rsid w:val="00B43417"/>
    <w:rsid w:val="00B434E7"/>
    <w:rsid w:val="00B435F3"/>
    <w:rsid w:val="00B4364F"/>
    <w:rsid w:val="00B4554B"/>
    <w:rsid w:val="00B46062"/>
    <w:rsid w:val="00B463C8"/>
    <w:rsid w:val="00B46B88"/>
    <w:rsid w:val="00B47707"/>
    <w:rsid w:val="00B47AB1"/>
    <w:rsid w:val="00B47FEC"/>
    <w:rsid w:val="00B506A4"/>
    <w:rsid w:val="00B511EB"/>
    <w:rsid w:val="00B52B29"/>
    <w:rsid w:val="00B52DAD"/>
    <w:rsid w:val="00B53508"/>
    <w:rsid w:val="00B5397A"/>
    <w:rsid w:val="00B5484C"/>
    <w:rsid w:val="00B54ACB"/>
    <w:rsid w:val="00B55273"/>
    <w:rsid w:val="00B55720"/>
    <w:rsid w:val="00B559FD"/>
    <w:rsid w:val="00B56608"/>
    <w:rsid w:val="00B56A32"/>
    <w:rsid w:val="00B574AD"/>
    <w:rsid w:val="00B57D60"/>
    <w:rsid w:val="00B57FCE"/>
    <w:rsid w:val="00B60498"/>
    <w:rsid w:val="00B6130E"/>
    <w:rsid w:val="00B61604"/>
    <w:rsid w:val="00B61BDD"/>
    <w:rsid w:val="00B61D0B"/>
    <w:rsid w:val="00B61F51"/>
    <w:rsid w:val="00B61F56"/>
    <w:rsid w:val="00B629DF"/>
    <w:rsid w:val="00B63D52"/>
    <w:rsid w:val="00B64EEB"/>
    <w:rsid w:val="00B6578D"/>
    <w:rsid w:val="00B65BD4"/>
    <w:rsid w:val="00B66047"/>
    <w:rsid w:val="00B66F6D"/>
    <w:rsid w:val="00B6709F"/>
    <w:rsid w:val="00B679E9"/>
    <w:rsid w:val="00B67E5A"/>
    <w:rsid w:val="00B7017C"/>
    <w:rsid w:val="00B70246"/>
    <w:rsid w:val="00B70A62"/>
    <w:rsid w:val="00B71462"/>
    <w:rsid w:val="00B717DE"/>
    <w:rsid w:val="00B718E1"/>
    <w:rsid w:val="00B71D8D"/>
    <w:rsid w:val="00B72118"/>
    <w:rsid w:val="00B722E4"/>
    <w:rsid w:val="00B723D6"/>
    <w:rsid w:val="00B725CB"/>
    <w:rsid w:val="00B7293C"/>
    <w:rsid w:val="00B731A9"/>
    <w:rsid w:val="00B734C4"/>
    <w:rsid w:val="00B73510"/>
    <w:rsid w:val="00B735C9"/>
    <w:rsid w:val="00B73D7F"/>
    <w:rsid w:val="00B74431"/>
    <w:rsid w:val="00B7478A"/>
    <w:rsid w:val="00B748CC"/>
    <w:rsid w:val="00B75526"/>
    <w:rsid w:val="00B758F2"/>
    <w:rsid w:val="00B76340"/>
    <w:rsid w:val="00B76920"/>
    <w:rsid w:val="00B81116"/>
    <w:rsid w:val="00B8113B"/>
    <w:rsid w:val="00B814C4"/>
    <w:rsid w:val="00B816A7"/>
    <w:rsid w:val="00B81DD1"/>
    <w:rsid w:val="00B82891"/>
    <w:rsid w:val="00B82C0D"/>
    <w:rsid w:val="00B83419"/>
    <w:rsid w:val="00B83D73"/>
    <w:rsid w:val="00B8474F"/>
    <w:rsid w:val="00B847F7"/>
    <w:rsid w:val="00B84D09"/>
    <w:rsid w:val="00B84DA1"/>
    <w:rsid w:val="00B86052"/>
    <w:rsid w:val="00B86AED"/>
    <w:rsid w:val="00B87387"/>
    <w:rsid w:val="00B87741"/>
    <w:rsid w:val="00B87E90"/>
    <w:rsid w:val="00B87F17"/>
    <w:rsid w:val="00B87FBA"/>
    <w:rsid w:val="00B90B93"/>
    <w:rsid w:val="00B90DB3"/>
    <w:rsid w:val="00B912FD"/>
    <w:rsid w:val="00B91625"/>
    <w:rsid w:val="00B92155"/>
    <w:rsid w:val="00B92F54"/>
    <w:rsid w:val="00B93116"/>
    <w:rsid w:val="00B931C8"/>
    <w:rsid w:val="00B93208"/>
    <w:rsid w:val="00B933EA"/>
    <w:rsid w:val="00B938CE"/>
    <w:rsid w:val="00B93A83"/>
    <w:rsid w:val="00B94346"/>
    <w:rsid w:val="00B94AA5"/>
    <w:rsid w:val="00B94BE5"/>
    <w:rsid w:val="00B950A8"/>
    <w:rsid w:val="00B95821"/>
    <w:rsid w:val="00B95837"/>
    <w:rsid w:val="00B96F90"/>
    <w:rsid w:val="00B97F61"/>
    <w:rsid w:val="00BA057E"/>
    <w:rsid w:val="00BA0810"/>
    <w:rsid w:val="00BA086C"/>
    <w:rsid w:val="00BA1011"/>
    <w:rsid w:val="00BA1A91"/>
    <w:rsid w:val="00BA1C61"/>
    <w:rsid w:val="00BA2EDF"/>
    <w:rsid w:val="00BA3402"/>
    <w:rsid w:val="00BA34FA"/>
    <w:rsid w:val="00BA3D9A"/>
    <w:rsid w:val="00BA435E"/>
    <w:rsid w:val="00BA508D"/>
    <w:rsid w:val="00BA5707"/>
    <w:rsid w:val="00BA578A"/>
    <w:rsid w:val="00BA578E"/>
    <w:rsid w:val="00BA5A71"/>
    <w:rsid w:val="00BA6112"/>
    <w:rsid w:val="00BA6A33"/>
    <w:rsid w:val="00BA7688"/>
    <w:rsid w:val="00BA7A90"/>
    <w:rsid w:val="00BB0FD8"/>
    <w:rsid w:val="00BB14EF"/>
    <w:rsid w:val="00BB1628"/>
    <w:rsid w:val="00BB1808"/>
    <w:rsid w:val="00BB1C6F"/>
    <w:rsid w:val="00BB27EE"/>
    <w:rsid w:val="00BB4C37"/>
    <w:rsid w:val="00BB4EF2"/>
    <w:rsid w:val="00BB5856"/>
    <w:rsid w:val="00BB7047"/>
    <w:rsid w:val="00BB73C7"/>
    <w:rsid w:val="00BB7640"/>
    <w:rsid w:val="00BB79CF"/>
    <w:rsid w:val="00BB7E5D"/>
    <w:rsid w:val="00BC090C"/>
    <w:rsid w:val="00BC17A8"/>
    <w:rsid w:val="00BC236E"/>
    <w:rsid w:val="00BC25E4"/>
    <w:rsid w:val="00BC27DC"/>
    <w:rsid w:val="00BC2AB7"/>
    <w:rsid w:val="00BC2B1D"/>
    <w:rsid w:val="00BC2C0E"/>
    <w:rsid w:val="00BC3B95"/>
    <w:rsid w:val="00BC3CB5"/>
    <w:rsid w:val="00BC3D2B"/>
    <w:rsid w:val="00BC4A7A"/>
    <w:rsid w:val="00BC5089"/>
    <w:rsid w:val="00BC5441"/>
    <w:rsid w:val="00BC5CC8"/>
    <w:rsid w:val="00BC5ED1"/>
    <w:rsid w:val="00BC66F7"/>
    <w:rsid w:val="00BC69E5"/>
    <w:rsid w:val="00BC69F7"/>
    <w:rsid w:val="00BC7811"/>
    <w:rsid w:val="00BD048E"/>
    <w:rsid w:val="00BD0621"/>
    <w:rsid w:val="00BD094E"/>
    <w:rsid w:val="00BD0B32"/>
    <w:rsid w:val="00BD0C87"/>
    <w:rsid w:val="00BD12C1"/>
    <w:rsid w:val="00BD1522"/>
    <w:rsid w:val="00BD216E"/>
    <w:rsid w:val="00BD2C04"/>
    <w:rsid w:val="00BD31EE"/>
    <w:rsid w:val="00BD324F"/>
    <w:rsid w:val="00BD327D"/>
    <w:rsid w:val="00BD3BF7"/>
    <w:rsid w:val="00BD3D81"/>
    <w:rsid w:val="00BD3EB5"/>
    <w:rsid w:val="00BD44BE"/>
    <w:rsid w:val="00BD4676"/>
    <w:rsid w:val="00BD47F6"/>
    <w:rsid w:val="00BD488E"/>
    <w:rsid w:val="00BD525D"/>
    <w:rsid w:val="00BD550F"/>
    <w:rsid w:val="00BD5FE6"/>
    <w:rsid w:val="00BD6574"/>
    <w:rsid w:val="00BD6821"/>
    <w:rsid w:val="00BD6D8A"/>
    <w:rsid w:val="00BD7A59"/>
    <w:rsid w:val="00BD7F11"/>
    <w:rsid w:val="00BE0833"/>
    <w:rsid w:val="00BE0FB2"/>
    <w:rsid w:val="00BE1024"/>
    <w:rsid w:val="00BE1264"/>
    <w:rsid w:val="00BE1E9B"/>
    <w:rsid w:val="00BE21CC"/>
    <w:rsid w:val="00BE254C"/>
    <w:rsid w:val="00BE2580"/>
    <w:rsid w:val="00BE2B7F"/>
    <w:rsid w:val="00BE314D"/>
    <w:rsid w:val="00BE317F"/>
    <w:rsid w:val="00BE3C4C"/>
    <w:rsid w:val="00BE3E1F"/>
    <w:rsid w:val="00BE4E7B"/>
    <w:rsid w:val="00BE54C2"/>
    <w:rsid w:val="00BE627C"/>
    <w:rsid w:val="00BE650B"/>
    <w:rsid w:val="00BE6A16"/>
    <w:rsid w:val="00BE6BB8"/>
    <w:rsid w:val="00BE6E8A"/>
    <w:rsid w:val="00BE6F01"/>
    <w:rsid w:val="00BE7567"/>
    <w:rsid w:val="00BE7F63"/>
    <w:rsid w:val="00BE7F66"/>
    <w:rsid w:val="00BE7FD2"/>
    <w:rsid w:val="00BF05E4"/>
    <w:rsid w:val="00BF0713"/>
    <w:rsid w:val="00BF1181"/>
    <w:rsid w:val="00BF1B17"/>
    <w:rsid w:val="00BF22ED"/>
    <w:rsid w:val="00BF2458"/>
    <w:rsid w:val="00BF2A9D"/>
    <w:rsid w:val="00BF2D19"/>
    <w:rsid w:val="00BF3458"/>
    <w:rsid w:val="00BF3910"/>
    <w:rsid w:val="00BF3C53"/>
    <w:rsid w:val="00BF4C64"/>
    <w:rsid w:val="00BF5191"/>
    <w:rsid w:val="00BF59EB"/>
    <w:rsid w:val="00BF5A4A"/>
    <w:rsid w:val="00BF5A5C"/>
    <w:rsid w:val="00BF614A"/>
    <w:rsid w:val="00BF6C66"/>
    <w:rsid w:val="00BF6FCA"/>
    <w:rsid w:val="00BF715D"/>
    <w:rsid w:val="00C000E5"/>
    <w:rsid w:val="00C00159"/>
    <w:rsid w:val="00C002AB"/>
    <w:rsid w:val="00C00337"/>
    <w:rsid w:val="00C0079C"/>
    <w:rsid w:val="00C00979"/>
    <w:rsid w:val="00C00D30"/>
    <w:rsid w:val="00C00D6D"/>
    <w:rsid w:val="00C01734"/>
    <w:rsid w:val="00C02552"/>
    <w:rsid w:val="00C02DE4"/>
    <w:rsid w:val="00C03220"/>
    <w:rsid w:val="00C03513"/>
    <w:rsid w:val="00C0383F"/>
    <w:rsid w:val="00C04375"/>
    <w:rsid w:val="00C044CE"/>
    <w:rsid w:val="00C046F5"/>
    <w:rsid w:val="00C04918"/>
    <w:rsid w:val="00C04A93"/>
    <w:rsid w:val="00C04C48"/>
    <w:rsid w:val="00C04C53"/>
    <w:rsid w:val="00C0529E"/>
    <w:rsid w:val="00C0606C"/>
    <w:rsid w:val="00C060A2"/>
    <w:rsid w:val="00C061A2"/>
    <w:rsid w:val="00C06703"/>
    <w:rsid w:val="00C0785E"/>
    <w:rsid w:val="00C10052"/>
    <w:rsid w:val="00C10340"/>
    <w:rsid w:val="00C1035C"/>
    <w:rsid w:val="00C10681"/>
    <w:rsid w:val="00C10DF4"/>
    <w:rsid w:val="00C1109A"/>
    <w:rsid w:val="00C1190B"/>
    <w:rsid w:val="00C121A5"/>
    <w:rsid w:val="00C121F0"/>
    <w:rsid w:val="00C125E1"/>
    <w:rsid w:val="00C1284D"/>
    <w:rsid w:val="00C13806"/>
    <w:rsid w:val="00C139C0"/>
    <w:rsid w:val="00C1461A"/>
    <w:rsid w:val="00C14CF9"/>
    <w:rsid w:val="00C1543B"/>
    <w:rsid w:val="00C15564"/>
    <w:rsid w:val="00C157F9"/>
    <w:rsid w:val="00C15964"/>
    <w:rsid w:val="00C173EC"/>
    <w:rsid w:val="00C175FB"/>
    <w:rsid w:val="00C17C4F"/>
    <w:rsid w:val="00C17D90"/>
    <w:rsid w:val="00C17F7F"/>
    <w:rsid w:val="00C20257"/>
    <w:rsid w:val="00C206A4"/>
    <w:rsid w:val="00C206B7"/>
    <w:rsid w:val="00C20949"/>
    <w:rsid w:val="00C20989"/>
    <w:rsid w:val="00C20DAC"/>
    <w:rsid w:val="00C21321"/>
    <w:rsid w:val="00C21D86"/>
    <w:rsid w:val="00C22460"/>
    <w:rsid w:val="00C2281C"/>
    <w:rsid w:val="00C22A05"/>
    <w:rsid w:val="00C22F90"/>
    <w:rsid w:val="00C23D9F"/>
    <w:rsid w:val="00C23DF5"/>
    <w:rsid w:val="00C23F42"/>
    <w:rsid w:val="00C242FA"/>
    <w:rsid w:val="00C24934"/>
    <w:rsid w:val="00C24C3A"/>
    <w:rsid w:val="00C25283"/>
    <w:rsid w:val="00C25A95"/>
    <w:rsid w:val="00C25ABA"/>
    <w:rsid w:val="00C265E6"/>
    <w:rsid w:val="00C27400"/>
    <w:rsid w:val="00C276FE"/>
    <w:rsid w:val="00C278B5"/>
    <w:rsid w:val="00C27CBC"/>
    <w:rsid w:val="00C27F77"/>
    <w:rsid w:val="00C27FF5"/>
    <w:rsid w:val="00C31054"/>
    <w:rsid w:val="00C318C6"/>
    <w:rsid w:val="00C32423"/>
    <w:rsid w:val="00C32BC6"/>
    <w:rsid w:val="00C33547"/>
    <w:rsid w:val="00C336E2"/>
    <w:rsid w:val="00C33E62"/>
    <w:rsid w:val="00C342AA"/>
    <w:rsid w:val="00C35606"/>
    <w:rsid w:val="00C35CBC"/>
    <w:rsid w:val="00C35DAA"/>
    <w:rsid w:val="00C3625E"/>
    <w:rsid w:val="00C3667C"/>
    <w:rsid w:val="00C36E83"/>
    <w:rsid w:val="00C37D4B"/>
    <w:rsid w:val="00C37D9A"/>
    <w:rsid w:val="00C406AC"/>
    <w:rsid w:val="00C406F8"/>
    <w:rsid w:val="00C406FC"/>
    <w:rsid w:val="00C40A82"/>
    <w:rsid w:val="00C40B17"/>
    <w:rsid w:val="00C40C87"/>
    <w:rsid w:val="00C40DF7"/>
    <w:rsid w:val="00C411FC"/>
    <w:rsid w:val="00C4145D"/>
    <w:rsid w:val="00C41B2D"/>
    <w:rsid w:val="00C41E31"/>
    <w:rsid w:val="00C420FE"/>
    <w:rsid w:val="00C42525"/>
    <w:rsid w:val="00C43E92"/>
    <w:rsid w:val="00C44927"/>
    <w:rsid w:val="00C44996"/>
    <w:rsid w:val="00C44C29"/>
    <w:rsid w:val="00C44FC3"/>
    <w:rsid w:val="00C4592E"/>
    <w:rsid w:val="00C45A07"/>
    <w:rsid w:val="00C45C0A"/>
    <w:rsid w:val="00C45C80"/>
    <w:rsid w:val="00C460F5"/>
    <w:rsid w:val="00C46E17"/>
    <w:rsid w:val="00C46FAE"/>
    <w:rsid w:val="00C4730E"/>
    <w:rsid w:val="00C475B7"/>
    <w:rsid w:val="00C47969"/>
    <w:rsid w:val="00C47E57"/>
    <w:rsid w:val="00C50254"/>
    <w:rsid w:val="00C50E57"/>
    <w:rsid w:val="00C51487"/>
    <w:rsid w:val="00C51B42"/>
    <w:rsid w:val="00C523A9"/>
    <w:rsid w:val="00C523F0"/>
    <w:rsid w:val="00C527AD"/>
    <w:rsid w:val="00C52A91"/>
    <w:rsid w:val="00C54A5A"/>
    <w:rsid w:val="00C54FAA"/>
    <w:rsid w:val="00C55500"/>
    <w:rsid w:val="00C562F2"/>
    <w:rsid w:val="00C56892"/>
    <w:rsid w:val="00C56F32"/>
    <w:rsid w:val="00C56F90"/>
    <w:rsid w:val="00C570DF"/>
    <w:rsid w:val="00C57213"/>
    <w:rsid w:val="00C57957"/>
    <w:rsid w:val="00C600B5"/>
    <w:rsid w:val="00C6112F"/>
    <w:rsid w:val="00C623D3"/>
    <w:rsid w:val="00C62511"/>
    <w:rsid w:val="00C62549"/>
    <w:rsid w:val="00C6284B"/>
    <w:rsid w:val="00C62B7E"/>
    <w:rsid w:val="00C63355"/>
    <w:rsid w:val="00C641EF"/>
    <w:rsid w:val="00C649B0"/>
    <w:rsid w:val="00C64F70"/>
    <w:rsid w:val="00C65031"/>
    <w:rsid w:val="00C658A1"/>
    <w:rsid w:val="00C65927"/>
    <w:rsid w:val="00C6624D"/>
    <w:rsid w:val="00C675F9"/>
    <w:rsid w:val="00C67940"/>
    <w:rsid w:val="00C67B4D"/>
    <w:rsid w:val="00C67BAD"/>
    <w:rsid w:val="00C702ED"/>
    <w:rsid w:val="00C70365"/>
    <w:rsid w:val="00C707C8"/>
    <w:rsid w:val="00C70BB3"/>
    <w:rsid w:val="00C710A6"/>
    <w:rsid w:val="00C714B3"/>
    <w:rsid w:val="00C71C32"/>
    <w:rsid w:val="00C72211"/>
    <w:rsid w:val="00C72EF4"/>
    <w:rsid w:val="00C733C7"/>
    <w:rsid w:val="00C733E3"/>
    <w:rsid w:val="00C735BD"/>
    <w:rsid w:val="00C73E1F"/>
    <w:rsid w:val="00C748E7"/>
    <w:rsid w:val="00C74B68"/>
    <w:rsid w:val="00C74B69"/>
    <w:rsid w:val="00C74DDF"/>
    <w:rsid w:val="00C74E1B"/>
    <w:rsid w:val="00C76308"/>
    <w:rsid w:val="00C76C96"/>
    <w:rsid w:val="00C76F31"/>
    <w:rsid w:val="00C772E3"/>
    <w:rsid w:val="00C77854"/>
    <w:rsid w:val="00C77A69"/>
    <w:rsid w:val="00C77BE4"/>
    <w:rsid w:val="00C77C85"/>
    <w:rsid w:val="00C77D0B"/>
    <w:rsid w:val="00C77E1A"/>
    <w:rsid w:val="00C8033B"/>
    <w:rsid w:val="00C80588"/>
    <w:rsid w:val="00C805F5"/>
    <w:rsid w:val="00C81584"/>
    <w:rsid w:val="00C8161D"/>
    <w:rsid w:val="00C81B5B"/>
    <w:rsid w:val="00C82522"/>
    <w:rsid w:val="00C827F0"/>
    <w:rsid w:val="00C82BCE"/>
    <w:rsid w:val="00C82E4D"/>
    <w:rsid w:val="00C837B5"/>
    <w:rsid w:val="00C83DEE"/>
    <w:rsid w:val="00C8439E"/>
    <w:rsid w:val="00C844CB"/>
    <w:rsid w:val="00C84E5B"/>
    <w:rsid w:val="00C85A35"/>
    <w:rsid w:val="00C85B77"/>
    <w:rsid w:val="00C85EF8"/>
    <w:rsid w:val="00C8608F"/>
    <w:rsid w:val="00C86203"/>
    <w:rsid w:val="00C86499"/>
    <w:rsid w:val="00C864A4"/>
    <w:rsid w:val="00C8650C"/>
    <w:rsid w:val="00C86FBB"/>
    <w:rsid w:val="00C871F5"/>
    <w:rsid w:val="00C8755E"/>
    <w:rsid w:val="00C876BC"/>
    <w:rsid w:val="00C87A1C"/>
    <w:rsid w:val="00C87D85"/>
    <w:rsid w:val="00C905E1"/>
    <w:rsid w:val="00C90B4B"/>
    <w:rsid w:val="00C90EE0"/>
    <w:rsid w:val="00C91436"/>
    <w:rsid w:val="00C91B9A"/>
    <w:rsid w:val="00C92417"/>
    <w:rsid w:val="00C92584"/>
    <w:rsid w:val="00C92611"/>
    <w:rsid w:val="00C92786"/>
    <w:rsid w:val="00C92B3C"/>
    <w:rsid w:val="00C936C2"/>
    <w:rsid w:val="00C9402F"/>
    <w:rsid w:val="00C9497D"/>
    <w:rsid w:val="00C94CE4"/>
    <w:rsid w:val="00C94ED2"/>
    <w:rsid w:val="00C94FA3"/>
    <w:rsid w:val="00C9501E"/>
    <w:rsid w:val="00C9556D"/>
    <w:rsid w:val="00C972C5"/>
    <w:rsid w:val="00C97A63"/>
    <w:rsid w:val="00C97AE5"/>
    <w:rsid w:val="00CA07A6"/>
    <w:rsid w:val="00CA0BE1"/>
    <w:rsid w:val="00CA0C2C"/>
    <w:rsid w:val="00CA1479"/>
    <w:rsid w:val="00CA1542"/>
    <w:rsid w:val="00CA1657"/>
    <w:rsid w:val="00CA1D25"/>
    <w:rsid w:val="00CA26FD"/>
    <w:rsid w:val="00CA27A4"/>
    <w:rsid w:val="00CA2D08"/>
    <w:rsid w:val="00CA2E92"/>
    <w:rsid w:val="00CA2F9D"/>
    <w:rsid w:val="00CA385F"/>
    <w:rsid w:val="00CA3BFA"/>
    <w:rsid w:val="00CA40C9"/>
    <w:rsid w:val="00CA472D"/>
    <w:rsid w:val="00CA48A2"/>
    <w:rsid w:val="00CA4A44"/>
    <w:rsid w:val="00CA4AD7"/>
    <w:rsid w:val="00CA506A"/>
    <w:rsid w:val="00CA56FD"/>
    <w:rsid w:val="00CA58AE"/>
    <w:rsid w:val="00CA5CAA"/>
    <w:rsid w:val="00CA7921"/>
    <w:rsid w:val="00CA7A3F"/>
    <w:rsid w:val="00CA7B7E"/>
    <w:rsid w:val="00CB015C"/>
    <w:rsid w:val="00CB0A58"/>
    <w:rsid w:val="00CB0A93"/>
    <w:rsid w:val="00CB1181"/>
    <w:rsid w:val="00CB144B"/>
    <w:rsid w:val="00CB1E38"/>
    <w:rsid w:val="00CB25AE"/>
    <w:rsid w:val="00CB27B9"/>
    <w:rsid w:val="00CB346E"/>
    <w:rsid w:val="00CB4F88"/>
    <w:rsid w:val="00CB57C9"/>
    <w:rsid w:val="00CB62D9"/>
    <w:rsid w:val="00CB749A"/>
    <w:rsid w:val="00CB7ADA"/>
    <w:rsid w:val="00CB7C6D"/>
    <w:rsid w:val="00CC0892"/>
    <w:rsid w:val="00CC14C2"/>
    <w:rsid w:val="00CC16BD"/>
    <w:rsid w:val="00CC1C4E"/>
    <w:rsid w:val="00CC226A"/>
    <w:rsid w:val="00CC22FE"/>
    <w:rsid w:val="00CC2717"/>
    <w:rsid w:val="00CC3048"/>
    <w:rsid w:val="00CC349F"/>
    <w:rsid w:val="00CC34A2"/>
    <w:rsid w:val="00CC3B63"/>
    <w:rsid w:val="00CC42C0"/>
    <w:rsid w:val="00CC472F"/>
    <w:rsid w:val="00CC4C57"/>
    <w:rsid w:val="00CC4C68"/>
    <w:rsid w:val="00CC4FB4"/>
    <w:rsid w:val="00CC5DA4"/>
    <w:rsid w:val="00CC62C6"/>
    <w:rsid w:val="00CC6559"/>
    <w:rsid w:val="00CC6D69"/>
    <w:rsid w:val="00CC6F54"/>
    <w:rsid w:val="00CC72A6"/>
    <w:rsid w:val="00CC75F4"/>
    <w:rsid w:val="00CC77DA"/>
    <w:rsid w:val="00CC78BB"/>
    <w:rsid w:val="00CC7917"/>
    <w:rsid w:val="00CC79AB"/>
    <w:rsid w:val="00CD04E7"/>
    <w:rsid w:val="00CD06DD"/>
    <w:rsid w:val="00CD08F8"/>
    <w:rsid w:val="00CD0C08"/>
    <w:rsid w:val="00CD112F"/>
    <w:rsid w:val="00CD1408"/>
    <w:rsid w:val="00CD16AF"/>
    <w:rsid w:val="00CD1FDC"/>
    <w:rsid w:val="00CD26EA"/>
    <w:rsid w:val="00CD2DB6"/>
    <w:rsid w:val="00CD33DF"/>
    <w:rsid w:val="00CD3E66"/>
    <w:rsid w:val="00CD3F91"/>
    <w:rsid w:val="00CD3FE1"/>
    <w:rsid w:val="00CD5DD1"/>
    <w:rsid w:val="00CD5E88"/>
    <w:rsid w:val="00CD671A"/>
    <w:rsid w:val="00CD6959"/>
    <w:rsid w:val="00CD6C8C"/>
    <w:rsid w:val="00CD7274"/>
    <w:rsid w:val="00CD754B"/>
    <w:rsid w:val="00CD7C83"/>
    <w:rsid w:val="00CD7F21"/>
    <w:rsid w:val="00CE0064"/>
    <w:rsid w:val="00CE0801"/>
    <w:rsid w:val="00CE1C24"/>
    <w:rsid w:val="00CE2676"/>
    <w:rsid w:val="00CE2E2D"/>
    <w:rsid w:val="00CE3342"/>
    <w:rsid w:val="00CE43E3"/>
    <w:rsid w:val="00CE4D78"/>
    <w:rsid w:val="00CE4F29"/>
    <w:rsid w:val="00CE4F84"/>
    <w:rsid w:val="00CE5968"/>
    <w:rsid w:val="00CE5DA7"/>
    <w:rsid w:val="00CE5DB5"/>
    <w:rsid w:val="00CE64A2"/>
    <w:rsid w:val="00CE65E5"/>
    <w:rsid w:val="00CE69D0"/>
    <w:rsid w:val="00CE6A54"/>
    <w:rsid w:val="00CE7186"/>
    <w:rsid w:val="00CE776C"/>
    <w:rsid w:val="00CE776E"/>
    <w:rsid w:val="00CF1441"/>
    <w:rsid w:val="00CF16F3"/>
    <w:rsid w:val="00CF17CA"/>
    <w:rsid w:val="00CF27FB"/>
    <w:rsid w:val="00CF28B0"/>
    <w:rsid w:val="00CF2D53"/>
    <w:rsid w:val="00CF31FB"/>
    <w:rsid w:val="00CF3D52"/>
    <w:rsid w:val="00CF4DB6"/>
    <w:rsid w:val="00CF5D85"/>
    <w:rsid w:val="00CF6184"/>
    <w:rsid w:val="00CF66C7"/>
    <w:rsid w:val="00CF6C0B"/>
    <w:rsid w:val="00CF742D"/>
    <w:rsid w:val="00CF7DD8"/>
    <w:rsid w:val="00D0004A"/>
    <w:rsid w:val="00D0059C"/>
    <w:rsid w:val="00D01146"/>
    <w:rsid w:val="00D0124C"/>
    <w:rsid w:val="00D0124F"/>
    <w:rsid w:val="00D02278"/>
    <w:rsid w:val="00D02716"/>
    <w:rsid w:val="00D027FA"/>
    <w:rsid w:val="00D02BDD"/>
    <w:rsid w:val="00D02D35"/>
    <w:rsid w:val="00D03036"/>
    <w:rsid w:val="00D03E94"/>
    <w:rsid w:val="00D04793"/>
    <w:rsid w:val="00D051AD"/>
    <w:rsid w:val="00D05270"/>
    <w:rsid w:val="00D05831"/>
    <w:rsid w:val="00D07E60"/>
    <w:rsid w:val="00D100E4"/>
    <w:rsid w:val="00D10699"/>
    <w:rsid w:val="00D1129E"/>
    <w:rsid w:val="00D116A6"/>
    <w:rsid w:val="00D11BBE"/>
    <w:rsid w:val="00D11EB4"/>
    <w:rsid w:val="00D12632"/>
    <w:rsid w:val="00D126B2"/>
    <w:rsid w:val="00D12AD9"/>
    <w:rsid w:val="00D12E14"/>
    <w:rsid w:val="00D139DB"/>
    <w:rsid w:val="00D13B5C"/>
    <w:rsid w:val="00D140AC"/>
    <w:rsid w:val="00D148FF"/>
    <w:rsid w:val="00D14BBE"/>
    <w:rsid w:val="00D14DBE"/>
    <w:rsid w:val="00D15F28"/>
    <w:rsid w:val="00D1643A"/>
    <w:rsid w:val="00D165A9"/>
    <w:rsid w:val="00D166DB"/>
    <w:rsid w:val="00D16836"/>
    <w:rsid w:val="00D16846"/>
    <w:rsid w:val="00D168EC"/>
    <w:rsid w:val="00D16D41"/>
    <w:rsid w:val="00D17168"/>
    <w:rsid w:val="00D17A1F"/>
    <w:rsid w:val="00D2001F"/>
    <w:rsid w:val="00D20C3D"/>
    <w:rsid w:val="00D20C80"/>
    <w:rsid w:val="00D20DC2"/>
    <w:rsid w:val="00D20DF2"/>
    <w:rsid w:val="00D21236"/>
    <w:rsid w:val="00D21403"/>
    <w:rsid w:val="00D21EE9"/>
    <w:rsid w:val="00D22833"/>
    <w:rsid w:val="00D22E9F"/>
    <w:rsid w:val="00D230C4"/>
    <w:rsid w:val="00D23278"/>
    <w:rsid w:val="00D23363"/>
    <w:rsid w:val="00D23F6D"/>
    <w:rsid w:val="00D2445E"/>
    <w:rsid w:val="00D24A47"/>
    <w:rsid w:val="00D24D3F"/>
    <w:rsid w:val="00D25743"/>
    <w:rsid w:val="00D25B53"/>
    <w:rsid w:val="00D25E02"/>
    <w:rsid w:val="00D25EE9"/>
    <w:rsid w:val="00D2638E"/>
    <w:rsid w:val="00D2693F"/>
    <w:rsid w:val="00D26AF4"/>
    <w:rsid w:val="00D270AE"/>
    <w:rsid w:val="00D2732F"/>
    <w:rsid w:val="00D273BC"/>
    <w:rsid w:val="00D27873"/>
    <w:rsid w:val="00D27939"/>
    <w:rsid w:val="00D279BC"/>
    <w:rsid w:val="00D27D84"/>
    <w:rsid w:val="00D30458"/>
    <w:rsid w:val="00D304C9"/>
    <w:rsid w:val="00D309E5"/>
    <w:rsid w:val="00D30D2E"/>
    <w:rsid w:val="00D30EDD"/>
    <w:rsid w:val="00D312E3"/>
    <w:rsid w:val="00D31408"/>
    <w:rsid w:val="00D316A1"/>
    <w:rsid w:val="00D31A1F"/>
    <w:rsid w:val="00D31A86"/>
    <w:rsid w:val="00D31ABB"/>
    <w:rsid w:val="00D31BD3"/>
    <w:rsid w:val="00D32326"/>
    <w:rsid w:val="00D3269D"/>
    <w:rsid w:val="00D32B61"/>
    <w:rsid w:val="00D333A2"/>
    <w:rsid w:val="00D33950"/>
    <w:rsid w:val="00D342FB"/>
    <w:rsid w:val="00D3438C"/>
    <w:rsid w:val="00D3440B"/>
    <w:rsid w:val="00D34AB9"/>
    <w:rsid w:val="00D35058"/>
    <w:rsid w:val="00D3507C"/>
    <w:rsid w:val="00D35902"/>
    <w:rsid w:val="00D359F9"/>
    <w:rsid w:val="00D35CA3"/>
    <w:rsid w:val="00D36099"/>
    <w:rsid w:val="00D362E5"/>
    <w:rsid w:val="00D36886"/>
    <w:rsid w:val="00D36F50"/>
    <w:rsid w:val="00D371D1"/>
    <w:rsid w:val="00D40332"/>
    <w:rsid w:val="00D411EB"/>
    <w:rsid w:val="00D413FC"/>
    <w:rsid w:val="00D4158A"/>
    <w:rsid w:val="00D419CC"/>
    <w:rsid w:val="00D41D59"/>
    <w:rsid w:val="00D41E6B"/>
    <w:rsid w:val="00D43487"/>
    <w:rsid w:val="00D4371B"/>
    <w:rsid w:val="00D43734"/>
    <w:rsid w:val="00D43D23"/>
    <w:rsid w:val="00D445AF"/>
    <w:rsid w:val="00D446A8"/>
    <w:rsid w:val="00D44745"/>
    <w:rsid w:val="00D44C63"/>
    <w:rsid w:val="00D44DF4"/>
    <w:rsid w:val="00D45692"/>
    <w:rsid w:val="00D457A2"/>
    <w:rsid w:val="00D459AB"/>
    <w:rsid w:val="00D4600C"/>
    <w:rsid w:val="00D46757"/>
    <w:rsid w:val="00D47183"/>
    <w:rsid w:val="00D471DD"/>
    <w:rsid w:val="00D47342"/>
    <w:rsid w:val="00D478B0"/>
    <w:rsid w:val="00D50328"/>
    <w:rsid w:val="00D506F9"/>
    <w:rsid w:val="00D50C77"/>
    <w:rsid w:val="00D50EC4"/>
    <w:rsid w:val="00D51213"/>
    <w:rsid w:val="00D512F6"/>
    <w:rsid w:val="00D5176F"/>
    <w:rsid w:val="00D522BE"/>
    <w:rsid w:val="00D52556"/>
    <w:rsid w:val="00D52619"/>
    <w:rsid w:val="00D530B3"/>
    <w:rsid w:val="00D53144"/>
    <w:rsid w:val="00D53A31"/>
    <w:rsid w:val="00D53B5F"/>
    <w:rsid w:val="00D53DA2"/>
    <w:rsid w:val="00D54048"/>
    <w:rsid w:val="00D5451E"/>
    <w:rsid w:val="00D55B9D"/>
    <w:rsid w:val="00D55C25"/>
    <w:rsid w:val="00D55F98"/>
    <w:rsid w:val="00D56082"/>
    <w:rsid w:val="00D561C3"/>
    <w:rsid w:val="00D56E91"/>
    <w:rsid w:val="00D5727E"/>
    <w:rsid w:val="00D5740C"/>
    <w:rsid w:val="00D5746F"/>
    <w:rsid w:val="00D5765E"/>
    <w:rsid w:val="00D60504"/>
    <w:rsid w:val="00D60B56"/>
    <w:rsid w:val="00D60FAF"/>
    <w:rsid w:val="00D610DB"/>
    <w:rsid w:val="00D614D8"/>
    <w:rsid w:val="00D6197F"/>
    <w:rsid w:val="00D61ABC"/>
    <w:rsid w:val="00D61D6F"/>
    <w:rsid w:val="00D61E1C"/>
    <w:rsid w:val="00D61EA8"/>
    <w:rsid w:val="00D62DAE"/>
    <w:rsid w:val="00D62EB5"/>
    <w:rsid w:val="00D62F32"/>
    <w:rsid w:val="00D63084"/>
    <w:rsid w:val="00D63287"/>
    <w:rsid w:val="00D638AE"/>
    <w:rsid w:val="00D63E46"/>
    <w:rsid w:val="00D643E0"/>
    <w:rsid w:val="00D64A2B"/>
    <w:rsid w:val="00D64A81"/>
    <w:rsid w:val="00D64CE6"/>
    <w:rsid w:val="00D65377"/>
    <w:rsid w:val="00D65C74"/>
    <w:rsid w:val="00D65D93"/>
    <w:rsid w:val="00D66A7B"/>
    <w:rsid w:val="00D674C4"/>
    <w:rsid w:val="00D70798"/>
    <w:rsid w:val="00D707AA"/>
    <w:rsid w:val="00D70DCE"/>
    <w:rsid w:val="00D71063"/>
    <w:rsid w:val="00D7152E"/>
    <w:rsid w:val="00D71905"/>
    <w:rsid w:val="00D71FF2"/>
    <w:rsid w:val="00D72703"/>
    <w:rsid w:val="00D72A1F"/>
    <w:rsid w:val="00D72A76"/>
    <w:rsid w:val="00D72B85"/>
    <w:rsid w:val="00D72D63"/>
    <w:rsid w:val="00D72FEC"/>
    <w:rsid w:val="00D733B1"/>
    <w:rsid w:val="00D73810"/>
    <w:rsid w:val="00D73E47"/>
    <w:rsid w:val="00D74C4E"/>
    <w:rsid w:val="00D750B5"/>
    <w:rsid w:val="00D76066"/>
    <w:rsid w:val="00D7643F"/>
    <w:rsid w:val="00D76627"/>
    <w:rsid w:val="00D76AD6"/>
    <w:rsid w:val="00D77308"/>
    <w:rsid w:val="00D80695"/>
    <w:rsid w:val="00D80925"/>
    <w:rsid w:val="00D81010"/>
    <w:rsid w:val="00D81221"/>
    <w:rsid w:val="00D81531"/>
    <w:rsid w:val="00D816F8"/>
    <w:rsid w:val="00D81D17"/>
    <w:rsid w:val="00D82086"/>
    <w:rsid w:val="00D822EC"/>
    <w:rsid w:val="00D82BD4"/>
    <w:rsid w:val="00D83385"/>
    <w:rsid w:val="00D83560"/>
    <w:rsid w:val="00D8368C"/>
    <w:rsid w:val="00D83B13"/>
    <w:rsid w:val="00D83DA4"/>
    <w:rsid w:val="00D83FB3"/>
    <w:rsid w:val="00D840DD"/>
    <w:rsid w:val="00D843E2"/>
    <w:rsid w:val="00D84451"/>
    <w:rsid w:val="00D8495C"/>
    <w:rsid w:val="00D85342"/>
    <w:rsid w:val="00D8572F"/>
    <w:rsid w:val="00D864FB"/>
    <w:rsid w:val="00D86D0C"/>
    <w:rsid w:val="00D86E2D"/>
    <w:rsid w:val="00D8777F"/>
    <w:rsid w:val="00D8793C"/>
    <w:rsid w:val="00D87BC7"/>
    <w:rsid w:val="00D9060B"/>
    <w:rsid w:val="00D90740"/>
    <w:rsid w:val="00D909B6"/>
    <w:rsid w:val="00D90C0A"/>
    <w:rsid w:val="00D90D24"/>
    <w:rsid w:val="00D913F5"/>
    <w:rsid w:val="00D9155B"/>
    <w:rsid w:val="00D91AA2"/>
    <w:rsid w:val="00D9200B"/>
    <w:rsid w:val="00D92092"/>
    <w:rsid w:val="00D9236A"/>
    <w:rsid w:val="00D92374"/>
    <w:rsid w:val="00D92F0D"/>
    <w:rsid w:val="00D94195"/>
    <w:rsid w:val="00D94FA9"/>
    <w:rsid w:val="00D95136"/>
    <w:rsid w:val="00D95EBC"/>
    <w:rsid w:val="00D9686A"/>
    <w:rsid w:val="00D96AD2"/>
    <w:rsid w:val="00D96E1A"/>
    <w:rsid w:val="00D9744B"/>
    <w:rsid w:val="00D97E7E"/>
    <w:rsid w:val="00DA04F7"/>
    <w:rsid w:val="00DA0BFB"/>
    <w:rsid w:val="00DA144B"/>
    <w:rsid w:val="00DA1AD3"/>
    <w:rsid w:val="00DA1EE5"/>
    <w:rsid w:val="00DA2153"/>
    <w:rsid w:val="00DA2C84"/>
    <w:rsid w:val="00DA34A3"/>
    <w:rsid w:val="00DA34C1"/>
    <w:rsid w:val="00DA53B7"/>
    <w:rsid w:val="00DA565E"/>
    <w:rsid w:val="00DA5BA1"/>
    <w:rsid w:val="00DA6775"/>
    <w:rsid w:val="00DA70A0"/>
    <w:rsid w:val="00DA719E"/>
    <w:rsid w:val="00DA7D7E"/>
    <w:rsid w:val="00DA7E03"/>
    <w:rsid w:val="00DB08C7"/>
    <w:rsid w:val="00DB1161"/>
    <w:rsid w:val="00DB11C3"/>
    <w:rsid w:val="00DB159A"/>
    <w:rsid w:val="00DB2241"/>
    <w:rsid w:val="00DB2253"/>
    <w:rsid w:val="00DB2AC7"/>
    <w:rsid w:val="00DB2C65"/>
    <w:rsid w:val="00DB3913"/>
    <w:rsid w:val="00DB3B70"/>
    <w:rsid w:val="00DB4C06"/>
    <w:rsid w:val="00DB4C18"/>
    <w:rsid w:val="00DB4CAB"/>
    <w:rsid w:val="00DB4FF4"/>
    <w:rsid w:val="00DB52F7"/>
    <w:rsid w:val="00DB5509"/>
    <w:rsid w:val="00DB56A8"/>
    <w:rsid w:val="00DB5A3F"/>
    <w:rsid w:val="00DB6EE1"/>
    <w:rsid w:val="00DB6F94"/>
    <w:rsid w:val="00DB7221"/>
    <w:rsid w:val="00DB7471"/>
    <w:rsid w:val="00DB7472"/>
    <w:rsid w:val="00DC008C"/>
    <w:rsid w:val="00DC0688"/>
    <w:rsid w:val="00DC12E6"/>
    <w:rsid w:val="00DC1F70"/>
    <w:rsid w:val="00DC21B6"/>
    <w:rsid w:val="00DC2753"/>
    <w:rsid w:val="00DC2A5B"/>
    <w:rsid w:val="00DC2D98"/>
    <w:rsid w:val="00DC30E2"/>
    <w:rsid w:val="00DC331A"/>
    <w:rsid w:val="00DC35D1"/>
    <w:rsid w:val="00DC35DF"/>
    <w:rsid w:val="00DC3CC8"/>
    <w:rsid w:val="00DC3F01"/>
    <w:rsid w:val="00DC4696"/>
    <w:rsid w:val="00DC5197"/>
    <w:rsid w:val="00DC5EA0"/>
    <w:rsid w:val="00DC62EA"/>
    <w:rsid w:val="00DC6461"/>
    <w:rsid w:val="00DC64FC"/>
    <w:rsid w:val="00DC6BE9"/>
    <w:rsid w:val="00DC6D81"/>
    <w:rsid w:val="00DC7085"/>
    <w:rsid w:val="00DC74D1"/>
    <w:rsid w:val="00DC74E2"/>
    <w:rsid w:val="00DC76DB"/>
    <w:rsid w:val="00DD0A5F"/>
    <w:rsid w:val="00DD117C"/>
    <w:rsid w:val="00DD1267"/>
    <w:rsid w:val="00DD1370"/>
    <w:rsid w:val="00DD1867"/>
    <w:rsid w:val="00DD1F56"/>
    <w:rsid w:val="00DD231E"/>
    <w:rsid w:val="00DD2B3F"/>
    <w:rsid w:val="00DD3263"/>
    <w:rsid w:val="00DD3887"/>
    <w:rsid w:val="00DD3988"/>
    <w:rsid w:val="00DD3A24"/>
    <w:rsid w:val="00DD3CE5"/>
    <w:rsid w:val="00DD3D8A"/>
    <w:rsid w:val="00DD3DA3"/>
    <w:rsid w:val="00DD3DC8"/>
    <w:rsid w:val="00DD3E90"/>
    <w:rsid w:val="00DD3EE9"/>
    <w:rsid w:val="00DD44A0"/>
    <w:rsid w:val="00DD4C7F"/>
    <w:rsid w:val="00DD5BA8"/>
    <w:rsid w:val="00DD6033"/>
    <w:rsid w:val="00DD6BF8"/>
    <w:rsid w:val="00DD7487"/>
    <w:rsid w:val="00DD74DB"/>
    <w:rsid w:val="00DD7622"/>
    <w:rsid w:val="00DE0F0E"/>
    <w:rsid w:val="00DE1504"/>
    <w:rsid w:val="00DE152B"/>
    <w:rsid w:val="00DE157D"/>
    <w:rsid w:val="00DE176A"/>
    <w:rsid w:val="00DE1CC8"/>
    <w:rsid w:val="00DE23D4"/>
    <w:rsid w:val="00DE241B"/>
    <w:rsid w:val="00DE2455"/>
    <w:rsid w:val="00DE2EAB"/>
    <w:rsid w:val="00DE37A2"/>
    <w:rsid w:val="00DE3C37"/>
    <w:rsid w:val="00DE469A"/>
    <w:rsid w:val="00DE4D85"/>
    <w:rsid w:val="00DE4D93"/>
    <w:rsid w:val="00DE4EA9"/>
    <w:rsid w:val="00DE5158"/>
    <w:rsid w:val="00DE54D0"/>
    <w:rsid w:val="00DE587C"/>
    <w:rsid w:val="00DE60E0"/>
    <w:rsid w:val="00DE616E"/>
    <w:rsid w:val="00DE6461"/>
    <w:rsid w:val="00DE6877"/>
    <w:rsid w:val="00DE694A"/>
    <w:rsid w:val="00DE6FBA"/>
    <w:rsid w:val="00DE7312"/>
    <w:rsid w:val="00DE7C5C"/>
    <w:rsid w:val="00DF0D56"/>
    <w:rsid w:val="00DF0D74"/>
    <w:rsid w:val="00DF18EB"/>
    <w:rsid w:val="00DF2073"/>
    <w:rsid w:val="00DF2463"/>
    <w:rsid w:val="00DF2924"/>
    <w:rsid w:val="00DF29DA"/>
    <w:rsid w:val="00DF2B92"/>
    <w:rsid w:val="00DF2DE2"/>
    <w:rsid w:val="00DF38A0"/>
    <w:rsid w:val="00DF3BDD"/>
    <w:rsid w:val="00DF46B2"/>
    <w:rsid w:val="00DF46C7"/>
    <w:rsid w:val="00DF4BD8"/>
    <w:rsid w:val="00DF4F92"/>
    <w:rsid w:val="00DF52BC"/>
    <w:rsid w:val="00DF580E"/>
    <w:rsid w:val="00DF5869"/>
    <w:rsid w:val="00DF60B6"/>
    <w:rsid w:val="00DF61D1"/>
    <w:rsid w:val="00DF6463"/>
    <w:rsid w:val="00DF771A"/>
    <w:rsid w:val="00E00237"/>
    <w:rsid w:val="00E00524"/>
    <w:rsid w:val="00E01080"/>
    <w:rsid w:val="00E01351"/>
    <w:rsid w:val="00E014A2"/>
    <w:rsid w:val="00E01E44"/>
    <w:rsid w:val="00E0275B"/>
    <w:rsid w:val="00E027B3"/>
    <w:rsid w:val="00E02A79"/>
    <w:rsid w:val="00E02AC1"/>
    <w:rsid w:val="00E033BB"/>
    <w:rsid w:val="00E04075"/>
    <w:rsid w:val="00E0497B"/>
    <w:rsid w:val="00E04B82"/>
    <w:rsid w:val="00E05CE8"/>
    <w:rsid w:val="00E0602A"/>
    <w:rsid w:val="00E06171"/>
    <w:rsid w:val="00E063DE"/>
    <w:rsid w:val="00E06A41"/>
    <w:rsid w:val="00E07458"/>
    <w:rsid w:val="00E076A2"/>
    <w:rsid w:val="00E07AE1"/>
    <w:rsid w:val="00E1047B"/>
    <w:rsid w:val="00E10571"/>
    <w:rsid w:val="00E1069C"/>
    <w:rsid w:val="00E10B6B"/>
    <w:rsid w:val="00E127D1"/>
    <w:rsid w:val="00E12AD6"/>
    <w:rsid w:val="00E12F24"/>
    <w:rsid w:val="00E140B7"/>
    <w:rsid w:val="00E14498"/>
    <w:rsid w:val="00E14975"/>
    <w:rsid w:val="00E14FC1"/>
    <w:rsid w:val="00E15038"/>
    <w:rsid w:val="00E15097"/>
    <w:rsid w:val="00E15532"/>
    <w:rsid w:val="00E156F6"/>
    <w:rsid w:val="00E1576C"/>
    <w:rsid w:val="00E157D0"/>
    <w:rsid w:val="00E15914"/>
    <w:rsid w:val="00E15C4D"/>
    <w:rsid w:val="00E16073"/>
    <w:rsid w:val="00E161CE"/>
    <w:rsid w:val="00E163A8"/>
    <w:rsid w:val="00E1644D"/>
    <w:rsid w:val="00E168FA"/>
    <w:rsid w:val="00E1724D"/>
    <w:rsid w:val="00E173C6"/>
    <w:rsid w:val="00E200B7"/>
    <w:rsid w:val="00E20248"/>
    <w:rsid w:val="00E20364"/>
    <w:rsid w:val="00E20384"/>
    <w:rsid w:val="00E2140D"/>
    <w:rsid w:val="00E21BFF"/>
    <w:rsid w:val="00E21E9E"/>
    <w:rsid w:val="00E21F59"/>
    <w:rsid w:val="00E226DC"/>
    <w:rsid w:val="00E228C9"/>
    <w:rsid w:val="00E22CE3"/>
    <w:rsid w:val="00E22D33"/>
    <w:rsid w:val="00E232BD"/>
    <w:rsid w:val="00E23B6C"/>
    <w:rsid w:val="00E24DC0"/>
    <w:rsid w:val="00E25448"/>
    <w:rsid w:val="00E257D6"/>
    <w:rsid w:val="00E26A87"/>
    <w:rsid w:val="00E27600"/>
    <w:rsid w:val="00E27671"/>
    <w:rsid w:val="00E2771F"/>
    <w:rsid w:val="00E27984"/>
    <w:rsid w:val="00E279C7"/>
    <w:rsid w:val="00E309DB"/>
    <w:rsid w:val="00E30F3A"/>
    <w:rsid w:val="00E3143C"/>
    <w:rsid w:val="00E31BCD"/>
    <w:rsid w:val="00E3267A"/>
    <w:rsid w:val="00E3395C"/>
    <w:rsid w:val="00E33D00"/>
    <w:rsid w:val="00E33F1C"/>
    <w:rsid w:val="00E34134"/>
    <w:rsid w:val="00E34BB5"/>
    <w:rsid w:val="00E3660A"/>
    <w:rsid w:val="00E36A2C"/>
    <w:rsid w:val="00E36DD6"/>
    <w:rsid w:val="00E3796C"/>
    <w:rsid w:val="00E407BD"/>
    <w:rsid w:val="00E40C75"/>
    <w:rsid w:val="00E4112F"/>
    <w:rsid w:val="00E41B8D"/>
    <w:rsid w:val="00E41E2F"/>
    <w:rsid w:val="00E41E57"/>
    <w:rsid w:val="00E428CE"/>
    <w:rsid w:val="00E42D6F"/>
    <w:rsid w:val="00E431CF"/>
    <w:rsid w:val="00E435BA"/>
    <w:rsid w:val="00E4419F"/>
    <w:rsid w:val="00E44808"/>
    <w:rsid w:val="00E44A45"/>
    <w:rsid w:val="00E4566A"/>
    <w:rsid w:val="00E45CBB"/>
    <w:rsid w:val="00E45E85"/>
    <w:rsid w:val="00E45ED0"/>
    <w:rsid w:val="00E46326"/>
    <w:rsid w:val="00E46509"/>
    <w:rsid w:val="00E46588"/>
    <w:rsid w:val="00E4666E"/>
    <w:rsid w:val="00E46893"/>
    <w:rsid w:val="00E46B27"/>
    <w:rsid w:val="00E46C7A"/>
    <w:rsid w:val="00E473D9"/>
    <w:rsid w:val="00E478AB"/>
    <w:rsid w:val="00E47AC3"/>
    <w:rsid w:val="00E50BDB"/>
    <w:rsid w:val="00E50CF4"/>
    <w:rsid w:val="00E51BE3"/>
    <w:rsid w:val="00E523FE"/>
    <w:rsid w:val="00E52A81"/>
    <w:rsid w:val="00E53402"/>
    <w:rsid w:val="00E53664"/>
    <w:rsid w:val="00E53AFC"/>
    <w:rsid w:val="00E546BC"/>
    <w:rsid w:val="00E550C5"/>
    <w:rsid w:val="00E551D4"/>
    <w:rsid w:val="00E55F2D"/>
    <w:rsid w:val="00E56043"/>
    <w:rsid w:val="00E5624B"/>
    <w:rsid w:val="00E565BF"/>
    <w:rsid w:val="00E56A86"/>
    <w:rsid w:val="00E56B3A"/>
    <w:rsid w:val="00E56BD7"/>
    <w:rsid w:val="00E56F21"/>
    <w:rsid w:val="00E57A27"/>
    <w:rsid w:val="00E57A29"/>
    <w:rsid w:val="00E57AB9"/>
    <w:rsid w:val="00E57B15"/>
    <w:rsid w:val="00E609FD"/>
    <w:rsid w:val="00E60FBE"/>
    <w:rsid w:val="00E614C7"/>
    <w:rsid w:val="00E61531"/>
    <w:rsid w:val="00E624D8"/>
    <w:rsid w:val="00E62D28"/>
    <w:rsid w:val="00E62E84"/>
    <w:rsid w:val="00E63952"/>
    <w:rsid w:val="00E63B49"/>
    <w:rsid w:val="00E63EAF"/>
    <w:rsid w:val="00E63FEA"/>
    <w:rsid w:val="00E64999"/>
    <w:rsid w:val="00E64B72"/>
    <w:rsid w:val="00E64FED"/>
    <w:rsid w:val="00E6566E"/>
    <w:rsid w:val="00E65A7F"/>
    <w:rsid w:val="00E65E40"/>
    <w:rsid w:val="00E66253"/>
    <w:rsid w:val="00E66939"/>
    <w:rsid w:val="00E669DA"/>
    <w:rsid w:val="00E66A29"/>
    <w:rsid w:val="00E66B42"/>
    <w:rsid w:val="00E67638"/>
    <w:rsid w:val="00E67990"/>
    <w:rsid w:val="00E67AD0"/>
    <w:rsid w:val="00E67AD3"/>
    <w:rsid w:val="00E703DC"/>
    <w:rsid w:val="00E7092B"/>
    <w:rsid w:val="00E70C98"/>
    <w:rsid w:val="00E717C5"/>
    <w:rsid w:val="00E7198F"/>
    <w:rsid w:val="00E724BF"/>
    <w:rsid w:val="00E72518"/>
    <w:rsid w:val="00E73400"/>
    <w:rsid w:val="00E73621"/>
    <w:rsid w:val="00E7372D"/>
    <w:rsid w:val="00E73A12"/>
    <w:rsid w:val="00E73C17"/>
    <w:rsid w:val="00E73EAE"/>
    <w:rsid w:val="00E750BA"/>
    <w:rsid w:val="00E7629C"/>
    <w:rsid w:val="00E7693C"/>
    <w:rsid w:val="00E77135"/>
    <w:rsid w:val="00E77D0E"/>
    <w:rsid w:val="00E803F3"/>
    <w:rsid w:val="00E80B74"/>
    <w:rsid w:val="00E81314"/>
    <w:rsid w:val="00E813A3"/>
    <w:rsid w:val="00E81539"/>
    <w:rsid w:val="00E83025"/>
    <w:rsid w:val="00E83180"/>
    <w:rsid w:val="00E83268"/>
    <w:rsid w:val="00E83EB5"/>
    <w:rsid w:val="00E8442F"/>
    <w:rsid w:val="00E85235"/>
    <w:rsid w:val="00E85520"/>
    <w:rsid w:val="00E8577C"/>
    <w:rsid w:val="00E8604E"/>
    <w:rsid w:val="00E865C6"/>
    <w:rsid w:val="00E8660C"/>
    <w:rsid w:val="00E86760"/>
    <w:rsid w:val="00E86BAB"/>
    <w:rsid w:val="00E86C9F"/>
    <w:rsid w:val="00E86F54"/>
    <w:rsid w:val="00E87083"/>
    <w:rsid w:val="00E90AD8"/>
    <w:rsid w:val="00E9103D"/>
    <w:rsid w:val="00E91587"/>
    <w:rsid w:val="00E91951"/>
    <w:rsid w:val="00E919AC"/>
    <w:rsid w:val="00E91A6C"/>
    <w:rsid w:val="00E91D41"/>
    <w:rsid w:val="00E91E45"/>
    <w:rsid w:val="00E92ADA"/>
    <w:rsid w:val="00E92D4A"/>
    <w:rsid w:val="00E92DD1"/>
    <w:rsid w:val="00E938A2"/>
    <w:rsid w:val="00E9450B"/>
    <w:rsid w:val="00E9475F"/>
    <w:rsid w:val="00E9492A"/>
    <w:rsid w:val="00E94A19"/>
    <w:rsid w:val="00E9506C"/>
    <w:rsid w:val="00E9519E"/>
    <w:rsid w:val="00E956B1"/>
    <w:rsid w:val="00E95B8E"/>
    <w:rsid w:val="00E95EDA"/>
    <w:rsid w:val="00E962B4"/>
    <w:rsid w:val="00E9635B"/>
    <w:rsid w:val="00E96EC3"/>
    <w:rsid w:val="00E9780D"/>
    <w:rsid w:val="00EA0723"/>
    <w:rsid w:val="00EA0BA2"/>
    <w:rsid w:val="00EA0EEB"/>
    <w:rsid w:val="00EA1071"/>
    <w:rsid w:val="00EA1833"/>
    <w:rsid w:val="00EA1869"/>
    <w:rsid w:val="00EA1B5B"/>
    <w:rsid w:val="00EA2E65"/>
    <w:rsid w:val="00EA2F44"/>
    <w:rsid w:val="00EA3FAA"/>
    <w:rsid w:val="00EA4039"/>
    <w:rsid w:val="00EA4564"/>
    <w:rsid w:val="00EA4590"/>
    <w:rsid w:val="00EA45A2"/>
    <w:rsid w:val="00EA47D9"/>
    <w:rsid w:val="00EA482F"/>
    <w:rsid w:val="00EA4AFB"/>
    <w:rsid w:val="00EA4D1C"/>
    <w:rsid w:val="00EA581A"/>
    <w:rsid w:val="00EA5A4A"/>
    <w:rsid w:val="00EA62AD"/>
    <w:rsid w:val="00EA6671"/>
    <w:rsid w:val="00EA68A3"/>
    <w:rsid w:val="00EA6973"/>
    <w:rsid w:val="00EA7025"/>
    <w:rsid w:val="00EA779D"/>
    <w:rsid w:val="00EA78ED"/>
    <w:rsid w:val="00EA7A6E"/>
    <w:rsid w:val="00EB012B"/>
    <w:rsid w:val="00EB0DE8"/>
    <w:rsid w:val="00EB0FDC"/>
    <w:rsid w:val="00EB0FEA"/>
    <w:rsid w:val="00EB1560"/>
    <w:rsid w:val="00EB159F"/>
    <w:rsid w:val="00EB18B1"/>
    <w:rsid w:val="00EB1E13"/>
    <w:rsid w:val="00EB1E2C"/>
    <w:rsid w:val="00EB21AB"/>
    <w:rsid w:val="00EB2B6A"/>
    <w:rsid w:val="00EB2CF1"/>
    <w:rsid w:val="00EB2EC8"/>
    <w:rsid w:val="00EB2FEC"/>
    <w:rsid w:val="00EB3314"/>
    <w:rsid w:val="00EB3A8E"/>
    <w:rsid w:val="00EB3E17"/>
    <w:rsid w:val="00EB4237"/>
    <w:rsid w:val="00EB4A5E"/>
    <w:rsid w:val="00EB4E48"/>
    <w:rsid w:val="00EB4FE5"/>
    <w:rsid w:val="00EB56BA"/>
    <w:rsid w:val="00EB5AC9"/>
    <w:rsid w:val="00EB65E3"/>
    <w:rsid w:val="00EB6A44"/>
    <w:rsid w:val="00EB6E05"/>
    <w:rsid w:val="00EB718E"/>
    <w:rsid w:val="00EB76B4"/>
    <w:rsid w:val="00EB7749"/>
    <w:rsid w:val="00EB794D"/>
    <w:rsid w:val="00EB7E3F"/>
    <w:rsid w:val="00EC0444"/>
    <w:rsid w:val="00EC16C9"/>
    <w:rsid w:val="00EC1F6A"/>
    <w:rsid w:val="00EC241F"/>
    <w:rsid w:val="00EC3375"/>
    <w:rsid w:val="00EC3D64"/>
    <w:rsid w:val="00EC3DA7"/>
    <w:rsid w:val="00EC51D3"/>
    <w:rsid w:val="00EC55A1"/>
    <w:rsid w:val="00EC58CE"/>
    <w:rsid w:val="00EC59F1"/>
    <w:rsid w:val="00EC5E11"/>
    <w:rsid w:val="00EC6560"/>
    <w:rsid w:val="00EC6D40"/>
    <w:rsid w:val="00EC723C"/>
    <w:rsid w:val="00EC78FC"/>
    <w:rsid w:val="00ED00EE"/>
    <w:rsid w:val="00ED0342"/>
    <w:rsid w:val="00ED068D"/>
    <w:rsid w:val="00ED0BD4"/>
    <w:rsid w:val="00ED156E"/>
    <w:rsid w:val="00ED1940"/>
    <w:rsid w:val="00ED1A2E"/>
    <w:rsid w:val="00ED1C7A"/>
    <w:rsid w:val="00ED201D"/>
    <w:rsid w:val="00ED219B"/>
    <w:rsid w:val="00ED2397"/>
    <w:rsid w:val="00ED255F"/>
    <w:rsid w:val="00ED2DAB"/>
    <w:rsid w:val="00ED2E16"/>
    <w:rsid w:val="00ED3EE6"/>
    <w:rsid w:val="00ED3F25"/>
    <w:rsid w:val="00ED4414"/>
    <w:rsid w:val="00ED448E"/>
    <w:rsid w:val="00ED457E"/>
    <w:rsid w:val="00ED45AD"/>
    <w:rsid w:val="00ED47F7"/>
    <w:rsid w:val="00ED483D"/>
    <w:rsid w:val="00ED536A"/>
    <w:rsid w:val="00ED565E"/>
    <w:rsid w:val="00ED57CE"/>
    <w:rsid w:val="00ED5816"/>
    <w:rsid w:val="00ED5CAE"/>
    <w:rsid w:val="00ED68A6"/>
    <w:rsid w:val="00ED6A34"/>
    <w:rsid w:val="00ED6C28"/>
    <w:rsid w:val="00ED72F9"/>
    <w:rsid w:val="00ED772E"/>
    <w:rsid w:val="00ED78AF"/>
    <w:rsid w:val="00EE0224"/>
    <w:rsid w:val="00EE02D4"/>
    <w:rsid w:val="00EE0501"/>
    <w:rsid w:val="00EE05FD"/>
    <w:rsid w:val="00EE0632"/>
    <w:rsid w:val="00EE0820"/>
    <w:rsid w:val="00EE112D"/>
    <w:rsid w:val="00EE203B"/>
    <w:rsid w:val="00EE27E2"/>
    <w:rsid w:val="00EE2A97"/>
    <w:rsid w:val="00EE2BB3"/>
    <w:rsid w:val="00EE2CB2"/>
    <w:rsid w:val="00EE2E46"/>
    <w:rsid w:val="00EE363D"/>
    <w:rsid w:val="00EE3EFC"/>
    <w:rsid w:val="00EE41BB"/>
    <w:rsid w:val="00EE4283"/>
    <w:rsid w:val="00EE4CCE"/>
    <w:rsid w:val="00EE50CE"/>
    <w:rsid w:val="00EE549F"/>
    <w:rsid w:val="00EE5849"/>
    <w:rsid w:val="00EE594E"/>
    <w:rsid w:val="00EE59DD"/>
    <w:rsid w:val="00EE61A3"/>
    <w:rsid w:val="00EE6882"/>
    <w:rsid w:val="00EE697B"/>
    <w:rsid w:val="00EE713D"/>
    <w:rsid w:val="00EE7318"/>
    <w:rsid w:val="00EE7B01"/>
    <w:rsid w:val="00EE7CB7"/>
    <w:rsid w:val="00EF0058"/>
    <w:rsid w:val="00EF048D"/>
    <w:rsid w:val="00EF077F"/>
    <w:rsid w:val="00EF0D3D"/>
    <w:rsid w:val="00EF1923"/>
    <w:rsid w:val="00EF2526"/>
    <w:rsid w:val="00EF27B8"/>
    <w:rsid w:val="00EF2A0C"/>
    <w:rsid w:val="00EF2E5D"/>
    <w:rsid w:val="00EF2F10"/>
    <w:rsid w:val="00EF3038"/>
    <w:rsid w:val="00EF30ED"/>
    <w:rsid w:val="00EF3242"/>
    <w:rsid w:val="00EF32BB"/>
    <w:rsid w:val="00EF34DD"/>
    <w:rsid w:val="00EF3F99"/>
    <w:rsid w:val="00EF4D76"/>
    <w:rsid w:val="00EF4FBC"/>
    <w:rsid w:val="00EF62DC"/>
    <w:rsid w:val="00EF70F0"/>
    <w:rsid w:val="00EF7127"/>
    <w:rsid w:val="00EF72B9"/>
    <w:rsid w:val="00F00D39"/>
    <w:rsid w:val="00F00EB5"/>
    <w:rsid w:val="00F00EE3"/>
    <w:rsid w:val="00F01972"/>
    <w:rsid w:val="00F02DE6"/>
    <w:rsid w:val="00F02F40"/>
    <w:rsid w:val="00F03279"/>
    <w:rsid w:val="00F0371F"/>
    <w:rsid w:val="00F037EC"/>
    <w:rsid w:val="00F04216"/>
    <w:rsid w:val="00F049F5"/>
    <w:rsid w:val="00F04A85"/>
    <w:rsid w:val="00F05D4E"/>
    <w:rsid w:val="00F06400"/>
    <w:rsid w:val="00F0756E"/>
    <w:rsid w:val="00F0756F"/>
    <w:rsid w:val="00F11053"/>
    <w:rsid w:val="00F1165B"/>
    <w:rsid w:val="00F11843"/>
    <w:rsid w:val="00F1262B"/>
    <w:rsid w:val="00F12B5B"/>
    <w:rsid w:val="00F12C18"/>
    <w:rsid w:val="00F130C1"/>
    <w:rsid w:val="00F14676"/>
    <w:rsid w:val="00F15234"/>
    <w:rsid w:val="00F15D19"/>
    <w:rsid w:val="00F161A3"/>
    <w:rsid w:val="00F163AD"/>
    <w:rsid w:val="00F16C58"/>
    <w:rsid w:val="00F16C6B"/>
    <w:rsid w:val="00F20DA7"/>
    <w:rsid w:val="00F212FE"/>
    <w:rsid w:val="00F21BBE"/>
    <w:rsid w:val="00F21D43"/>
    <w:rsid w:val="00F21F05"/>
    <w:rsid w:val="00F21FA7"/>
    <w:rsid w:val="00F22160"/>
    <w:rsid w:val="00F2265A"/>
    <w:rsid w:val="00F226F7"/>
    <w:rsid w:val="00F23436"/>
    <w:rsid w:val="00F23799"/>
    <w:rsid w:val="00F24060"/>
    <w:rsid w:val="00F24843"/>
    <w:rsid w:val="00F24BB7"/>
    <w:rsid w:val="00F24BD1"/>
    <w:rsid w:val="00F2565E"/>
    <w:rsid w:val="00F25AF8"/>
    <w:rsid w:val="00F25B25"/>
    <w:rsid w:val="00F25C22"/>
    <w:rsid w:val="00F263C2"/>
    <w:rsid w:val="00F263E5"/>
    <w:rsid w:val="00F26E3F"/>
    <w:rsid w:val="00F26FE4"/>
    <w:rsid w:val="00F277DA"/>
    <w:rsid w:val="00F3047F"/>
    <w:rsid w:val="00F30B76"/>
    <w:rsid w:val="00F31194"/>
    <w:rsid w:val="00F314F6"/>
    <w:rsid w:val="00F3186F"/>
    <w:rsid w:val="00F31AE8"/>
    <w:rsid w:val="00F31BD3"/>
    <w:rsid w:val="00F31BD7"/>
    <w:rsid w:val="00F31C14"/>
    <w:rsid w:val="00F324C6"/>
    <w:rsid w:val="00F324F7"/>
    <w:rsid w:val="00F32670"/>
    <w:rsid w:val="00F327C6"/>
    <w:rsid w:val="00F32B16"/>
    <w:rsid w:val="00F33320"/>
    <w:rsid w:val="00F33D2C"/>
    <w:rsid w:val="00F33DE8"/>
    <w:rsid w:val="00F34180"/>
    <w:rsid w:val="00F3431E"/>
    <w:rsid w:val="00F34F4E"/>
    <w:rsid w:val="00F356CB"/>
    <w:rsid w:val="00F35791"/>
    <w:rsid w:val="00F35DB7"/>
    <w:rsid w:val="00F3690E"/>
    <w:rsid w:val="00F3706F"/>
    <w:rsid w:val="00F379F2"/>
    <w:rsid w:val="00F400D7"/>
    <w:rsid w:val="00F401EA"/>
    <w:rsid w:val="00F401EF"/>
    <w:rsid w:val="00F40286"/>
    <w:rsid w:val="00F40C91"/>
    <w:rsid w:val="00F40F87"/>
    <w:rsid w:val="00F41054"/>
    <w:rsid w:val="00F4144F"/>
    <w:rsid w:val="00F41A92"/>
    <w:rsid w:val="00F41FD9"/>
    <w:rsid w:val="00F42303"/>
    <w:rsid w:val="00F4242E"/>
    <w:rsid w:val="00F42439"/>
    <w:rsid w:val="00F425B2"/>
    <w:rsid w:val="00F426E3"/>
    <w:rsid w:val="00F42CBF"/>
    <w:rsid w:val="00F4312D"/>
    <w:rsid w:val="00F443F7"/>
    <w:rsid w:val="00F443FB"/>
    <w:rsid w:val="00F44732"/>
    <w:rsid w:val="00F44891"/>
    <w:rsid w:val="00F44E54"/>
    <w:rsid w:val="00F451D7"/>
    <w:rsid w:val="00F4564E"/>
    <w:rsid w:val="00F45C4F"/>
    <w:rsid w:val="00F45EA8"/>
    <w:rsid w:val="00F45FD0"/>
    <w:rsid w:val="00F467FB"/>
    <w:rsid w:val="00F46C5E"/>
    <w:rsid w:val="00F46F6B"/>
    <w:rsid w:val="00F47053"/>
    <w:rsid w:val="00F47230"/>
    <w:rsid w:val="00F47DED"/>
    <w:rsid w:val="00F47EE0"/>
    <w:rsid w:val="00F47F78"/>
    <w:rsid w:val="00F5087D"/>
    <w:rsid w:val="00F50B1C"/>
    <w:rsid w:val="00F50CCA"/>
    <w:rsid w:val="00F514C8"/>
    <w:rsid w:val="00F51721"/>
    <w:rsid w:val="00F520EA"/>
    <w:rsid w:val="00F5268A"/>
    <w:rsid w:val="00F529C3"/>
    <w:rsid w:val="00F52A1B"/>
    <w:rsid w:val="00F52C34"/>
    <w:rsid w:val="00F53DEC"/>
    <w:rsid w:val="00F547D9"/>
    <w:rsid w:val="00F54845"/>
    <w:rsid w:val="00F54957"/>
    <w:rsid w:val="00F54997"/>
    <w:rsid w:val="00F54CB7"/>
    <w:rsid w:val="00F54F61"/>
    <w:rsid w:val="00F54FDA"/>
    <w:rsid w:val="00F55253"/>
    <w:rsid w:val="00F55878"/>
    <w:rsid w:val="00F56A31"/>
    <w:rsid w:val="00F56BF2"/>
    <w:rsid w:val="00F57242"/>
    <w:rsid w:val="00F575E0"/>
    <w:rsid w:val="00F57645"/>
    <w:rsid w:val="00F608B5"/>
    <w:rsid w:val="00F608C5"/>
    <w:rsid w:val="00F6091F"/>
    <w:rsid w:val="00F6106A"/>
    <w:rsid w:val="00F6118F"/>
    <w:rsid w:val="00F61217"/>
    <w:rsid w:val="00F614EB"/>
    <w:rsid w:val="00F618AE"/>
    <w:rsid w:val="00F61A22"/>
    <w:rsid w:val="00F61D2B"/>
    <w:rsid w:val="00F62CA4"/>
    <w:rsid w:val="00F632E4"/>
    <w:rsid w:val="00F646B4"/>
    <w:rsid w:val="00F647E8"/>
    <w:rsid w:val="00F64D88"/>
    <w:rsid w:val="00F65495"/>
    <w:rsid w:val="00F656AC"/>
    <w:rsid w:val="00F66051"/>
    <w:rsid w:val="00F66491"/>
    <w:rsid w:val="00F66DA3"/>
    <w:rsid w:val="00F66DB0"/>
    <w:rsid w:val="00F670C9"/>
    <w:rsid w:val="00F6718C"/>
    <w:rsid w:val="00F671BA"/>
    <w:rsid w:val="00F67C64"/>
    <w:rsid w:val="00F71853"/>
    <w:rsid w:val="00F7199E"/>
    <w:rsid w:val="00F72352"/>
    <w:rsid w:val="00F72C9F"/>
    <w:rsid w:val="00F73002"/>
    <w:rsid w:val="00F733F4"/>
    <w:rsid w:val="00F7349C"/>
    <w:rsid w:val="00F736CD"/>
    <w:rsid w:val="00F73F39"/>
    <w:rsid w:val="00F74121"/>
    <w:rsid w:val="00F7467B"/>
    <w:rsid w:val="00F74DEF"/>
    <w:rsid w:val="00F74E26"/>
    <w:rsid w:val="00F75413"/>
    <w:rsid w:val="00F75647"/>
    <w:rsid w:val="00F7640C"/>
    <w:rsid w:val="00F76729"/>
    <w:rsid w:val="00F768F3"/>
    <w:rsid w:val="00F76925"/>
    <w:rsid w:val="00F76C7A"/>
    <w:rsid w:val="00F8049C"/>
    <w:rsid w:val="00F804E3"/>
    <w:rsid w:val="00F805C7"/>
    <w:rsid w:val="00F80612"/>
    <w:rsid w:val="00F80D4F"/>
    <w:rsid w:val="00F81538"/>
    <w:rsid w:val="00F81767"/>
    <w:rsid w:val="00F81809"/>
    <w:rsid w:val="00F81D14"/>
    <w:rsid w:val="00F82531"/>
    <w:rsid w:val="00F83805"/>
    <w:rsid w:val="00F83B8C"/>
    <w:rsid w:val="00F83CF6"/>
    <w:rsid w:val="00F8418C"/>
    <w:rsid w:val="00F85092"/>
    <w:rsid w:val="00F8535F"/>
    <w:rsid w:val="00F85508"/>
    <w:rsid w:val="00F85859"/>
    <w:rsid w:val="00F86333"/>
    <w:rsid w:val="00F86576"/>
    <w:rsid w:val="00F86844"/>
    <w:rsid w:val="00F86CD4"/>
    <w:rsid w:val="00F86D96"/>
    <w:rsid w:val="00F86DCD"/>
    <w:rsid w:val="00F8777C"/>
    <w:rsid w:val="00F8792B"/>
    <w:rsid w:val="00F87B09"/>
    <w:rsid w:val="00F87D68"/>
    <w:rsid w:val="00F87DFD"/>
    <w:rsid w:val="00F9008E"/>
    <w:rsid w:val="00F903E7"/>
    <w:rsid w:val="00F90B9E"/>
    <w:rsid w:val="00F90D11"/>
    <w:rsid w:val="00F9145B"/>
    <w:rsid w:val="00F917CF"/>
    <w:rsid w:val="00F91A90"/>
    <w:rsid w:val="00F91D90"/>
    <w:rsid w:val="00F92EF4"/>
    <w:rsid w:val="00F93113"/>
    <w:rsid w:val="00F9321B"/>
    <w:rsid w:val="00F94276"/>
    <w:rsid w:val="00F94582"/>
    <w:rsid w:val="00F94921"/>
    <w:rsid w:val="00F9500E"/>
    <w:rsid w:val="00F96128"/>
    <w:rsid w:val="00F964B2"/>
    <w:rsid w:val="00F96A3F"/>
    <w:rsid w:val="00F97B0A"/>
    <w:rsid w:val="00F97D94"/>
    <w:rsid w:val="00FA019F"/>
    <w:rsid w:val="00FA0342"/>
    <w:rsid w:val="00FA07D4"/>
    <w:rsid w:val="00FA0BC4"/>
    <w:rsid w:val="00FA0D01"/>
    <w:rsid w:val="00FA0D96"/>
    <w:rsid w:val="00FA1187"/>
    <w:rsid w:val="00FA142F"/>
    <w:rsid w:val="00FA1F72"/>
    <w:rsid w:val="00FA22AE"/>
    <w:rsid w:val="00FA273A"/>
    <w:rsid w:val="00FA2E65"/>
    <w:rsid w:val="00FA3188"/>
    <w:rsid w:val="00FA333D"/>
    <w:rsid w:val="00FA4BFE"/>
    <w:rsid w:val="00FA507D"/>
    <w:rsid w:val="00FA5D69"/>
    <w:rsid w:val="00FA5EBC"/>
    <w:rsid w:val="00FA60BC"/>
    <w:rsid w:val="00FA6EF2"/>
    <w:rsid w:val="00FA78A7"/>
    <w:rsid w:val="00FA7B58"/>
    <w:rsid w:val="00FB0016"/>
    <w:rsid w:val="00FB05F5"/>
    <w:rsid w:val="00FB0650"/>
    <w:rsid w:val="00FB20ED"/>
    <w:rsid w:val="00FB27CA"/>
    <w:rsid w:val="00FB292A"/>
    <w:rsid w:val="00FB3D3F"/>
    <w:rsid w:val="00FB41E0"/>
    <w:rsid w:val="00FB4C1A"/>
    <w:rsid w:val="00FB4E9B"/>
    <w:rsid w:val="00FB502E"/>
    <w:rsid w:val="00FB5631"/>
    <w:rsid w:val="00FB5C25"/>
    <w:rsid w:val="00FB5D6E"/>
    <w:rsid w:val="00FB5DB4"/>
    <w:rsid w:val="00FB63D4"/>
    <w:rsid w:val="00FB63D5"/>
    <w:rsid w:val="00FB6544"/>
    <w:rsid w:val="00FB6814"/>
    <w:rsid w:val="00FB6869"/>
    <w:rsid w:val="00FB68D5"/>
    <w:rsid w:val="00FB6FA3"/>
    <w:rsid w:val="00FB71FB"/>
    <w:rsid w:val="00FB726D"/>
    <w:rsid w:val="00FB749C"/>
    <w:rsid w:val="00FB78C4"/>
    <w:rsid w:val="00FB7D25"/>
    <w:rsid w:val="00FC0718"/>
    <w:rsid w:val="00FC0B58"/>
    <w:rsid w:val="00FC1932"/>
    <w:rsid w:val="00FC1D81"/>
    <w:rsid w:val="00FC1DB9"/>
    <w:rsid w:val="00FC2355"/>
    <w:rsid w:val="00FC258A"/>
    <w:rsid w:val="00FC2AF6"/>
    <w:rsid w:val="00FC2E76"/>
    <w:rsid w:val="00FC3C25"/>
    <w:rsid w:val="00FC4348"/>
    <w:rsid w:val="00FC4AA6"/>
    <w:rsid w:val="00FC4BF2"/>
    <w:rsid w:val="00FC5790"/>
    <w:rsid w:val="00FC5E88"/>
    <w:rsid w:val="00FC68CB"/>
    <w:rsid w:val="00FC69B1"/>
    <w:rsid w:val="00FC78B9"/>
    <w:rsid w:val="00FD0269"/>
    <w:rsid w:val="00FD177B"/>
    <w:rsid w:val="00FD283D"/>
    <w:rsid w:val="00FD2931"/>
    <w:rsid w:val="00FD327B"/>
    <w:rsid w:val="00FD3298"/>
    <w:rsid w:val="00FD3E63"/>
    <w:rsid w:val="00FD43F8"/>
    <w:rsid w:val="00FD501F"/>
    <w:rsid w:val="00FD526B"/>
    <w:rsid w:val="00FD536E"/>
    <w:rsid w:val="00FD53CD"/>
    <w:rsid w:val="00FD6130"/>
    <w:rsid w:val="00FD6163"/>
    <w:rsid w:val="00FD6CE4"/>
    <w:rsid w:val="00FD7047"/>
    <w:rsid w:val="00FD7245"/>
    <w:rsid w:val="00FD75AE"/>
    <w:rsid w:val="00FD77E2"/>
    <w:rsid w:val="00FD7B0E"/>
    <w:rsid w:val="00FE0683"/>
    <w:rsid w:val="00FE0823"/>
    <w:rsid w:val="00FE091F"/>
    <w:rsid w:val="00FE0BE9"/>
    <w:rsid w:val="00FE146D"/>
    <w:rsid w:val="00FE1CAF"/>
    <w:rsid w:val="00FE3011"/>
    <w:rsid w:val="00FE35E5"/>
    <w:rsid w:val="00FE3DC4"/>
    <w:rsid w:val="00FE3EAB"/>
    <w:rsid w:val="00FE42AC"/>
    <w:rsid w:val="00FE4B24"/>
    <w:rsid w:val="00FE4D42"/>
    <w:rsid w:val="00FE4E19"/>
    <w:rsid w:val="00FE4FDC"/>
    <w:rsid w:val="00FE514E"/>
    <w:rsid w:val="00FE52BA"/>
    <w:rsid w:val="00FE5C56"/>
    <w:rsid w:val="00FE6142"/>
    <w:rsid w:val="00FE6979"/>
    <w:rsid w:val="00FE6B52"/>
    <w:rsid w:val="00FE6B83"/>
    <w:rsid w:val="00FE784B"/>
    <w:rsid w:val="00FE7C6D"/>
    <w:rsid w:val="00FE7DC2"/>
    <w:rsid w:val="00FE7ECB"/>
    <w:rsid w:val="00FF013A"/>
    <w:rsid w:val="00FF0625"/>
    <w:rsid w:val="00FF0720"/>
    <w:rsid w:val="00FF1538"/>
    <w:rsid w:val="00FF16E3"/>
    <w:rsid w:val="00FF176D"/>
    <w:rsid w:val="00FF27FB"/>
    <w:rsid w:val="00FF2B22"/>
    <w:rsid w:val="00FF3699"/>
    <w:rsid w:val="00FF3A31"/>
    <w:rsid w:val="00FF3DE5"/>
    <w:rsid w:val="00FF4080"/>
    <w:rsid w:val="00FF48A3"/>
    <w:rsid w:val="00FF5BAB"/>
    <w:rsid w:val="00FF63F7"/>
    <w:rsid w:val="00FF6628"/>
    <w:rsid w:val="00FF6CA8"/>
    <w:rsid w:val="00FF76A8"/>
    <w:rsid w:val="00FF7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0FFE94"/>
  <w15:docId w15:val="{B44A97AF-0D00-4204-93E6-D40E6C9E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SimSu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A0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qFormat/>
    <w:rsid w:val="00F90B9E"/>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F3690E"/>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pPr>
      <w:numPr>
        <w:ilvl w:val="3"/>
      </w:numPr>
      <w:outlineLvl w:val="3"/>
    </w:pPr>
  </w:style>
  <w:style w:type="paragraph" w:styleId="Heading5">
    <w:name w:val="heading 5"/>
    <w:aliases w:val="H5,H51,h5"/>
    <w:basedOn w:val="Heading3"/>
    <w:next w:val="Normal"/>
    <w:link w:val="Heading5Char"/>
    <w:qFormat/>
    <w:pPr>
      <w:numPr>
        <w:ilvl w:val="4"/>
      </w:numPr>
      <w:tabs>
        <w:tab w:val="clear" w:pos="794"/>
        <w:tab w:val="left" w:pos="907"/>
      </w:tabs>
      <w:outlineLvl w:val="4"/>
    </w:pPr>
  </w:style>
  <w:style w:type="paragraph" w:styleId="Heading6">
    <w:name w:val="heading 6"/>
    <w:aliases w:val="H6,H61,h6"/>
    <w:basedOn w:val="Heading3"/>
    <w:next w:val="Normal"/>
    <w:link w:val="Heading6Char"/>
    <w:qFormat/>
    <w:pPr>
      <w:numPr>
        <w:ilvl w:val="5"/>
      </w:numPr>
      <w:outlineLvl w:val="5"/>
    </w:pPr>
  </w:style>
  <w:style w:type="paragraph" w:styleId="Heading7">
    <w:name w:val="heading 7"/>
    <w:basedOn w:val="Heading3"/>
    <w:next w:val="Normal"/>
    <w:link w:val="Heading7Char"/>
    <w:qFormat/>
    <w:pPr>
      <w:numPr>
        <w:ilvl w:val="6"/>
      </w:numPr>
      <w:outlineLvl w:val="6"/>
    </w:pPr>
  </w:style>
  <w:style w:type="paragraph" w:styleId="Heading8">
    <w:name w:val="heading 8"/>
    <w:basedOn w:val="Heading9"/>
    <w:next w:val="Normal"/>
    <w:link w:val="Heading8Char"/>
    <w:qFormat/>
    <w:pPr>
      <w:numPr>
        <w:ilvl w:val="7"/>
        <w:numId w:val="1"/>
      </w:numPr>
      <w:outlineLvl w:val="7"/>
    </w:pPr>
  </w:style>
  <w:style w:type="paragraph" w:styleId="Heading9">
    <w:name w:val="heading 9"/>
    <w:basedOn w:val="Heading1"/>
    <w:next w:val="Normal"/>
    <w:link w:val="Heading9Char"/>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pPr>
      <w:tabs>
        <w:tab w:val="clear" w:pos="2045"/>
        <w:tab w:val="left" w:pos="6354"/>
        <w:tab w:val="right" w:leader="dot" w:pos="9729"/>
      </w:tabs>
      <w:ind w:left="6350" w:right="652" w:hanging="1247"/>
    </w:pPr>
  </w:style>
  <w:style w:type="paragraph" w:styleId="TOC3">
    <w:name w:val="toc 3"/>
    <w:basedOn w:val="Normal"/>
    <w:next w:val="Normal"/>
    <w:uiPriority w:val="39"/>
    <w:qFormat/>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pPr>
      <w:tabs>
        <w:tab w:val="clear" w:pos="2045"/>
        <w:tab w:val="left" w:pos="5108"/>
        <w:tab w:val="left" w:leader="dot" w:pos="9076"/>
      </w:tabs>
      <w:ind w:left="5103" w:right="652" w:hanging="1134"/>
    </w:pPr>
  </w:style>
  <w:style w:type="paragraph" w:styleId="TOC5">
    <w:name w:val="toc 5"/>
    <w:basedOn w:val="TOC3"/>
    <w:uiPriority w:val="39"/>
    <w:pPr>
      <w:tabs>
        <w:tab w:val="clear" w:pos="2045"/>
        <w:tab w:val="left" w:pos="3973"/>
        <w:tab w:val="left" w:leader="dot" w:pos="9076"/>
      </w:tabs>
      <w:ind w:left="3969" w:right="652" w:hanging="1021"/>
    </w:pPr>
  </w:style>
  <w:style w:type="paragraph" w:styleId="TOC4">
    <w:name w:val="toc 4"/>
    <w:basedOn w:val="TOC3"/>
    <w:next w:val="TOC5"/>
    <w:uiPriority w:val="39"/>
    <w:pPr>
      <w:tabs>
        <w:tab w:val="left" w:pos="2952"/>
      </w:tabs>
      <w:ind w:left="2948"/>
    </w:pPr>
  </w:style>
  <w:style w:type="paragraph" w:styleId="TOC2">
    <w:name w:val="toc 2"/>
    <w:basedOn w:val="TOC1"/>
    <w:next w:val="TOC3"/>
    <w:uiPriority w:val="39"/>
    <w:qFormat/>
    <w:pPr>
      <w:tabs>
        <w:tab w:val="left" w:pos="1138"/>
      </w:tabs>
      <w:spacing w:before="29"/>
      <w:ind w:left="1134"/>
    </w:pPr>
  </w:style>
  <w:style w:type="paragraph" w:styleId="TOC1">
    <w:name w:val="toc 1"/>
    <w:basedOn w:val="Normal"/>
    <w:next w:val="TOC2"/>
    <w:uiPriority w:val="39"/>
    <w:qFormat/>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pPr>
      <w:ind w:left="1698"/>
    </w:pPr>
  </w:style>
  <w:style w:type="paragraph" w:styleId="Index6">
    <w:name w:val="index 6"/>
    <w:basedOn w:val="Normal"/>
    <w:next w:val="Normal"/>
    <w:uiPriority w:val="99"/>
    <w:pPr>
      <w:ind w:left="1415"/>
    </w:pPr>
  </w:style>
  <w:style w:type="paragraph" w:styleId="Index5">
    <w:name w:val="index 5"/>
    <w:basedOn w:val="Normal"/>
    <w:next w:val="Normal"/>
    <w:uiPriority w:val="99"/>
    <w:pPr>
      <w:ind w:left="1132"/>
    </w:pPr>
  </w:style>
  <w:style w:type="paragraph" w:styleId="Index4">
    <w:name w:val="index 4"/>
    <w:basedOn w:val="Normal"/>
    <w:next w:val="Normal"/>
    <w:uiPriority w:val="99"/>
    <w:pPr>
      <w:ind w:left="849"/>
    </w:pPr>
  </w:style>
  <w:style w:type="paragraph" w:styleId="Index3">
    <w:name w:val="index 3"/>
    <w:basedOn w:val="Normal"/>
    <w:next w:val="Normal"/>
    <w:uiPriority w:val="99"/>
    <w:pPr>
      <w:ind w:left="566"/>
    </w:pPr>
  </w:style>
  <w:style w:type="paragraph" w:styleId="Index2">
    <w:name w:val="index 2"/>
    <w:basedOn w:val="Normal"/>
    <w:next w:val="Normal"/>
    <w:uiPriority w:val="99"/>
    <w:pPr>
      <w:ind w:left="283"/>
    </w:pPr>
  </w:style>
  <w:style w:type="paragraph" w:styleId="Index1">
    <w:name w:val="index 1"/>
    <w:basedOn w:val="Normal"/>
    <w:next w:val="Normal"/>
    <w:uiPriority w:val="99"/>
    <w:pPr>
      <w:jc w:val="left"/>
    </w:pPr>
  </w:style>
  <w:style w:type="character" w:styleId="LineNumber">
    <w:name w:val="line number"/>
    <w:basedOn w:val="DefaultParagraphFont"/>
    <w:uiPriority w:val="99"/>
  </w:style>
  <w:style w:type="paragraph" w:styleId="IndexHeading">
    <w:name w:val="index heading"/>
    <w:basedOn w:val="Normal"/>
    <w:next w:val="Index1"/>
    <w:uiPriority w:val="9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aliases w:val="h,Header/Footer"/>
    <w:basedOn w:val="Normal"/>
    <w:link w:val="HeaderChar"/>
    <w:pPr>
      <w:tabs>
        <w:tab w:val="clear" w:pos="794"/>
        <w:tab w:val="clear" w:pos="1191"/>
        <w:tab w:val="clear" w:pos="1588"/>
        <w:tab w:val="clear" w:pos="1985"/>
        <w:tab w:val="left" w:pos="907"/>
        <w:tab w:val="center" w:pos="4849"/>
        <w:tab w:val="right" w:pos="9725"/>
      </w:tabs>
    </w:pPr>
  </w:style>
  <w:style w:type="character" w:styleId="FootnoteReference">
    <w:name w:val="footnote reference"/>
    <w:rPr>
      <w:position w:val="6"/>
      <w:sz w:val="16"/>
    </w:rPr>
  </w:style>
  <w:style w:type="paragraph" w:styleId="FootnoteText">
    <w:name w:val="footnote text"/>
    <w:basedOn w:val="Normal"/>
    <w:link w:val="FootnoteTextChar"/>
    <w:pPr>
      <w:tabs>
        <w:tab w:val="left" w:pos="256"/>
      </w:tabs>
    </w:pPr>
    <w:rPr>
      <w:sz w:val="18"/>
    </w:rPr>
  </w:style>
  <w:style w:type="paragraph" w:styleId="NormalIndent">
    <w:name w:val="Normal Indent"/>
    <w:basedOn w:val="Normal"/>
    <w:uiPriority w:val="99"/>
    <w:pPr>
      <w:ind w:left="600"/>
    </w:pPr>
  </w:style>
  <w:style w:type="paragraph" w:customStyle="1" w:styleId="TableLegend">
    <w:name w:val="Table_Legend"/>
    <w:basedOn w:val="Normal"/>
    <w:next w:val="Normal"/>
    <w:uiPriority w:val="9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Heading1"/>
    <w:next w:val="Normal"/>
    <w:uiPriority w:val="99"/>
    <w:pPr>
      <w:spacing w:before="1134"/>
      <w:outlineLvl w:val="9"/>
    </w:pPr>
  </w:style>
  <w:style w:type="paragraph" w:customStyle="1" w:styleId="Figure">
    <w:name w:val="Figure"/>
    <w:basedOn w:val="Normal"/>
    <w:next w:val="Normal"/>
    <w:uiPriority w:val="99"/>
    <w:pPr>
      <w:spacing w:before="240" w:after="480"/>
      <w:jc w:val="center"/>
    </w:pPr>
  </w:style>
  <w:style w:type="paragraph" w:customStyle="1" w:styleId="FigureLegend">
    <w:name w:val="Figure_Legend"/>
    <w:basedOn w:val="TableLegend"/>
    <w:next w:val="Normal"/>
    <w:uiPriority w:val="99"/>
  </w:style>
  <w:style w:type="paragraph" w:customStyle="1" w:styleId="Figure0">
    <w:name w:val="Figure_#"/>
    <w:basedOn w:val="Normal"/>
    <w:next w:val="FigureTitle"/>
    <w:uiPriority w:val="9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pPr>
      <w:spacing w:after="720"/>
    </w:pPr>
  </w:style>
  <w:style w:type="paragraph" w:customStyle="1" w:styleId="AnnexRef">
    <w:name w:val="Annex_Ref"/>
    <w:basedOn w:val="Normal"/>
    <w:next w:val="AnnexTitle"/>
    <w:uiPriority w:val="99"/>
    <w:pPr>
      <w:spacing w:before="0"/>
      <w:jc w:val="center"/>
    </w:pPr>
  </w:style>
  <w:style w:type="paragraph" w:customStyle="1" w:styleId="AnnexTitle">
    <w:name w:val="Annex_Title"/>
    <w:basedOn w:val="Normal"/>
    <w:next w:val="Normal"/>
    <w:uiPriority w:val="99"/>
    <w:pPr>
      <w:spacing w:after="68"/>
      <w:jc w:val="center"/>
    </w:pPr>
    <w:rPr>
      <w:b/>
      <w:sz w:val="24"/>
    </w:rPr>
  </w:style>
  <w:style w:type="paragraph" w:customStyle="1" w:styleId="Fig">
    <w:name w:val="Fig"/>
    <w:basedOn w:val="Figure"/>
    <w:next w:val="Fig0"/>
    <w:uiPriority w:val="99"/>
    <w:pPr>
      <w:spacing w:before="136" w:after="0"/>
    </w:pPr>
    <w:rPr>
      <w:lang w:val="en-US"/>
    </w:rPr>
  </w:style>
  <w:style w:type="paragraph" w:customStyle="1" w:styleId="Fig0">
    <w:name w:val="Fig_#"/>
    <w:basedOn w:val="Fig"/>
    <w:next w:val="Normal"/>
    <w:uiPriority w:val="99"/>
    <w:pPr>
      <w:jc w:val="left"/>
    </w:pPr>
    <w:rPr>
      <w:color w:val="FF0000"/>
    </w:rPr>
  </w:style>
  <w:style w:type="paragraph" w:customStyle="1" w:styleId="SectionTitle">
    <w:name w:val="Section_Title"/>
    <w:basedOn w:val="Normal"/>
    <w:uiPriority w:val="9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pPr>
      <w:keepNext/>
      <w:keepLines/>
      <w:spacing w:before="720"/>
      <w:jc w:val="left"/>
    </w:pPr>
    <w:rPr>
      <w:b/>
    </w:rPr>
  </w:style>
  <w:style w:type="paragraph" w:customStyle="1" w:styleId="headfoot">
    <w:name w:val="head_foot"/>
    <w:basedOn w:val="Normal"/>
    <w:next w:val="Rec"/>
    <w:uiPriority w:val="9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pPr>
      <w:spacing w:before="960" w:after="240"/>
      <w:jc w:val="right"/>
    </w:pPr>
    <w:rPr>
      <w:rFonts w:ascii="C39T36Lfz" w:hAnsi="C39T36Lfz"/>
      <w:sz w:val="104"/>
    </w:rPr>
  </w:style>
  <w:style w:type="paragraph" w:customStyle="1" w:styleId="Equation">
    <w:name w:val="Equation"/>
    <w:basedOn w:val="Normal"/>
    <w:uiPriority w:val="99"/>
    <w:qFormat/>
    <w:rsid w:val="00EB2B6A"/>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pPr>
      <w:spacing w:before="0"/>
    </w:pPr>
  </w:style>
  <w:style w:type="paragraph" w:customStyle="1" w:styleId="ASN1Italic">
    <w:name w:val="ASN.1 Italic"/>
    <w:basedOn w:val="ASN1"/>
    <w:uiPriority w:val="99"/>
    <w:pPr>
      <w:spacing w:before="0"/>
    </w:pPr>
    <w:rPr>
      <w:b w:val="0"/>
      <w:i/>
      <w:sz w:val="20"/>
    </w:rPr>
  </w:style>
  <w:style w:type="paragraph" w:customStyle="1" w:styleId="Note">
    <w:name w:val="Note"/>
    <w:basedOn w:val="Normal"/>
    <w:next w:val="Normal"/>
    <w:link w:val="NoteChar2"/>
    <w:qFormat/>
    <w:pPr>
      <w:tabs>
        <w:tab w:val="clear" w:pos="794"/>
      </w:tabs>
      <w:spacing w:before="60" w:line="199" w:lineRule="exact"/>
      <w:ind w:firstLine="794"/>
    </w:pPr>
    <w:rPr>
      <w:sz w:val="18"/>
    </w:rPr>
  </w:style>
  <w:style w:type="paragraph" w:customStyle="1" w:styleId="head">
    <w:name w:val="head"/>
    <w:basedOn w:val="headfoot"/>
    <w:next w:val="foot"/>
    <w:uiPriority w:val="99"/>
    <w:rPr>
      <w:color w:val="FFFFFF"/>
    </w:rPr>
  </w:style>
  <w:style w:type="paragraph" w:customStyle="1" w:styleId="foot">
    <w:name w:val="foot"/>
    <w:basedOn w:val="head"/>
    <w:next w:val="Heading1"/>
    <w:uiPriority w:val="99"/>
  </w:style>
  <w:style w:type="paragraph" w:customStyle="1" w:styleId="RecISO">
    <w:name w:val="Rec_ISO_#"/>
    <w:basedOn w:val="Rec"/>
    <w:uiPriority w:val="99"/>
    <w:pPr>
      <w:tabs>
        <w:tab w:val="clear" w:pos="794"/>
        <w:tab w:val="clear" w:pos="1191"/>
        <w:tab w:val="clear" w:pos="1588"/>
        <w:tab w:val="clear" w:pos="1985"/>
      </w:tabs>
    </w:pPr>
  </w:style>
  <w:style w:type="paragraph" w:customStyle="1" w:styleId="RecCCITT">
    <w:name w:val="Rec_CCITT_#"/>
    <w:basedOn w:val="RecISO"/>
    <w:uiPriority w:val="99"/>
    <w:pPr>
      <w:spacing w:before="0"/>
    </w:pPr>
  </w:style>
  <w:style w:type="paragraph" w:styleId="Title">
    <w:name w:val="Title"/>
    <w:basedOn w:val="Normal"/>
    <w:next w:val="heading1aftertitle"/>
    <w:link w:val="TitleChar"/>
    <w:uiPriority w:val="99"/>
    <w:qFormat/>
    <w:pPr>
      <w:spacing w:before="840" w:after="480"/>
      <w:jc w:val="center"/>
    </w:pPr>
    <w:rPr>
      <w:b/>
      <w:sz w:val="24"/>
    </w:rPr>
  </w:style>
  <w:style w:type="paragraph" w:customStyle="1" w:styleId="IndexTitle">
    <w:name w:val="Index_Title"/>
    <w:basedOn w:val="AnnexTitle"/>
    <w:uiPriority w:val="99"/>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Normal"/>
    <w:uiPriority w:val="99"/>
    <w:qFormat/>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pPr>
      <w:ind w:left="1474"/>
    </w:pPr>
  </w:style>
  <w:style w:type="character" w:styleId="PageNumber">
    <w:name w:val="page number"/>
    <w:basedOn w:val="DefaultParagraphFont"/>
  </w:style>
  <w:style w:type="paragraph" w:customStyle="1" w:styleId="Normalaftertitle">
    <w:name w:val="Normal after title"/>
    <w:basedOn w:val="Normal"/>
    <w:uiPriority w:val="99"/>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uiPriority w:val="39"/>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nhideWhenUsed/>
    <w:rsid w:val="00F670C9"/>
    <w:pPr>
      <w:spacing w:before="0"/>
    </w:pPr>
    <w:rPr>
      <w:rFonts w:ascii="Tahoma" w:hAnsi="Tahoma" w:cs="Tahoma"/>
      <w:sz w:val="16"/>
      <w:szCs w:val="16"/>
    </w:rPr>
  </w:style>
  <w:style w:type="character" w:customStyle="1" w:styleId="BalloonTextChar">
    <w:name w:val="Balloon Text Char"/>
    <w:basedOn w:val="DefaultParagraphFont"/>
    <w:link w:val="BalloonText"/>
    <w:rsid w:val="00F670C9"/>
    <w:rPr>
      <w:rFonts w:ascii="Tahoma" w:hAnsi="Tahoma" w:cs="Tahoma"/>
      <w:sz w:val="16"/>
      <w:szCs w:val="16"/>
      <w:lang w:val="en-GB"/>
    </w:rPr>
  </w:style>
  <w:style w:type="character" w:customStyle="1" w:styleId="Note1Char">
    <w:name w:val="Note 1 Char"/>
    <w:basedOn w:val="DefaultParagraphFont"/>
    <w:link w:val="Note1"/>
    <w:rsid w:val="005E5264"/>
    <w:rPr>
      <w:rFonts w:ascii="Times New Roman" w:hAnsi="Times New Roman"/>
      <w:sz w:val="18"/>
      <w:lang w:val="en-GB"/>
    </w:rPr>
  </w:style>
  <w:style w:type="table" w:styleId="TableGrid">
    <w:name w:val="Table Grid"/>
    <w:basedOn w:val="TableNormal"/>
    <w:rsid w:val="00B9320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B93208"/>
    <w:rPr>
      <w:rFonts w:ascii="Times New Roman" w:eastAsia="Malgun Gothic" w:hAnsi="Times New Roman"/>
      <w:b/>
      <w:bCs/>
    </w:rPr>
  </w:style>
  <w:style w:type="paragraph" w:customStyle="1" w:styleId="tableheading">
    <w:name w:val="table heading"/>
    <w:basedOn w:val="Normal"/>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Heading3"/>
    <w:next w:val="Normal"/>
    <w:uiPriority w:val="99"/>
    <w:rsid w:val="00333CFB"/>
    <w:pPr>
      <w:tabs>
        <w:tab w:val="num" w:pos="2160"/>
      </w:tabs>
    </w:pPr>
    <w:rPr>
      <w:b w:val="0"/>
      <w:i/>
    </w:rPr>
  </w:style>
  <w:style w:type="character" w:customStyle="1" w:styleId="CommentTextChar">
    <w:name w:val="Comment Text Char"/>
    <w:basedOn w:val="DefaultParagraphFont"/>
    <w:link w:val="CommentText"/>
    <w:uiPriority w:val="99"/>
    <w:rsid w:val="00031EAF"/>
    <w:rPr>
      <w:rFonts w:ascii="Times New Roman" w:hAnsi="Times New Roman"/>
      <w:lang w:val="en-GB"/>
    </w:rPr>
  </w:style>
  <w:style w:type="paragraph" w:customStyle="1" w:styleId="AppendixHeading2">
    <w:name w:val="Appendix Heading 2"/>
    <w:basedOn w:val="Heading2"/>
    <w:uiPriority w:val="99"/>
    <w:rsid w:val="008B2CFD"/>
    <w:pPr>
      <w:keepLines w:val="0"/>
      <w:numPr>
        <w:numId w:val="8"/>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8B2CFD"/>
    <w:pPr>
      <w:keepLines w:val="0"/>
      <w:numPr>
        <w:numId w:val="8"/>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8B2CFD"/>
    <w:pPr>
      <w:keepLines w:val="0"/>
      <w:numPr>
        <w:numId w:val="8"/>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8B2CFD"/>
    <w:pPr>
      <w:keepNext w:val="0"/>
      <w:keepLines w:val="0"/>
      <w:numPr>
        <w:numId w:val="8"/>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C74B69"/>
    <w:pPr>
      <w:ind w:left="720"/>
      <w:contextualSpacing/>
    </w:pPr>
  </w:style>
  <w:style w:type="paragraph" w:styleId="Revision">
    <w:name w:val="Revision"/>
    <w:hidden/>
    <w:uiPriority w:val="99"/>
    <w:rsid w:val="003F7025"/>
    <w:rPr>
      <w:rFonts w:ascii="Times New Roman" w:hAnsi="Times New Roman"/>
      <w:lang w:val="en-GB"/>
    </w:rPr>
  </w:style>
  <w:style w:type="character" w:styleId="Hyperlink">
    <w:name w:val="Hyperlink"/>
    <w:basedOn w:val="DefaultParagraphFont"/>
    <w:unhideWhenUsed/>
    <w:rsid w:val="00785CF9"/>
    <w:rPr>
      <w:color w:val="0563C1" w:themeColor="hyperlink"/>
      <w:u w:val="single"/>
    </w:rPr>
  </w:style>
  <w:style w:type="character" w:customStyle="1" w:styleId="UnresolvedMention1">
    <w:name w:val="Unresolved Mention1"/>
    <w:basedOn w:val="DefaultParagraphFont"/>
    <w:uiPriority w:val="99"/>
    <w:semiHidden/>
    <w:unhideWhenUsed/>
    <w:rsid w:val="00785CF9"/>
    <w:rPr>
      <w:color w:val="605E5C"/>
      <w:shd w:val="clear" w:color="auto" w:fill="E1DFDD"/>
    </w:rPr>
  </w:style>
  <w:style w:type="paragraph" w:styleId="CommentSubject">
    <w:name w:val="annotation subject"/>
    <w:basedOn w:val="CommentText"/>
    <w:next w:val="CommentText"/>
    <w:link w:val="CommentSubjectChar"/>
    <w:uiPriority w:val="99"/>
    <w:unhideWhenUsed/>
    <w:rsid w:val="007E0426"/>
    <w:rPr>
      <w:b/>
      <w:bCs/>
    </w:rPr>
  </w:style>
  <w:style w:type="character" w:customStyle="1" w:styleId="CommentSubjectChar">
    <w:name w:val="Comment Subject Char"/>
    <w:basedOn w:val="CommentTextChar"/>
    <w:link w:val="CommentSubject"/>
    <w:uiPriority w:val="99"/>
    <w:rsid w:val="007E0426"/>
    <w:rPr>
      <w:rFonts w:ascii="Times New Roman" w:hAnsi="Times New Roman"/>
      <w:b/>
      <w:bCs/>
      <w:lang w:val="en-GB"/>
    </w:rPr>
  </w:style>
  <w:style w:type="paragraph" w:customStyle="1" w:styleId="ColorfulList-Accent11">
    <w:name w:val="Colorful List - Accent 11"/>
    <w:basedOn w:val="Normal"/>
    <w:uiPriority w:val="34"/>
    <w:qFormat/>
    <w:rsid w:val="00FA78A7"/>
    <w:pPr>
      <w:ind w:left="720"/>
    </w:pPr>
    <w:rPr>
      <w:rFonts w:eastAsia="Malgun Gothic"/>
    </w:rPr>
  </w:style>
  <w:style w:type="paragraph" w:customStyle="1" w:styleId="toc0">
    <w:name w:val="toc 0"/>
    <w:basedOn w:val="TOC1"/>
    <w:next w:val="TOC1"/>
    <w:rsid w:val="00BC2AB7"/>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BC2AB7"/>
    <w:pPr>
      <w:keepNext/>
      <w:keepLines/>
      <w:spacing w:before="240"/>
      <w:jc w:val="center"/>
    </w:pPr>
    <w:rPr>
      <w:b/>
      <w:sz w:val="28"/>
    </w:rPr>
  </w:style>
  <w:style w:type="paragraph" w:customStyle="1" w:styleId="Normalaftertitle0">
    <w:name w:val="Normal_after_title"/>
    <w:basedOn w:val="Normal"/>
    <w:uiPriority w:val="99"/>
    <w:rsid w:val="00BC2AB7"/>
    <w:pPr>
      <w:spacing w:before="480"/>
    </w:pPr>
  </w:style>
  <w:style w:type="paragraph" w:customStyle="1" w:styleId="AnnexNoTitle">
    <w:name w:val="Annex_NoTitle"/>
    <w:basedOn w:val="Normal"/>
    <w:next w:val="Normalaftertitle0"/>
    <w:uiPriority w:val="99"/>
    <w:rsid w:val="00BC2AB7"/>
    <w:pPr>
      <w:keepNext/>
      <w:keepLines/>
      <w:spacing w:before="720"/>
      <w:jc w:val="center"/>
    </w:pPr>
    <w:rPr>
      <w:b/>
      <w:sz w:val="24"/>
    </w:rPr>
  </w:style>
  <w:style w:type="character" w:customStyle="1" w:styleId="Appdef">
    <w:name w:val="App_def"/>
    <w:basedOn w:val="DefaultParagraphFont"/>
    <w:uiPriority w:val="99"/>
    <w:rsid w:val="00BC2AB7"/>
    <w:rPr>
      <w:rFonts w:ascii="Times New Roman" w:hAnsi="Times New Roman"/>
      <w:b/>
    </w:rPr>
  </w:style>
  <w:style w:type="character" w:customStyle="1" w:styleId="Appref">
    <w:name w:val="App_ref"/>
    <w:basedOn w:val="DefaultParagraphFont"/>
    <w:uiPriority w:val="99"/>
    <w:rsid w:val="00BC2AB7"/>
  </w:style>
  <w:style w:type="paragraph" w:customStyle="1" w:styleId="AppendixNoTitle">
    <w:name w:val="Appendix_NoTitle"/>
    <w:basedOn w:val="AnnexNoTitle"/>
    <w:next w:val="Normalaftertitle0"/>
    <w:uiPriority w:val="99"/>
    <w:rsid w:val="00BC2AB7"/>
    <w:pPr>
      <w:outlineLvl w:val="0"/>
    </w:pPr>
  </w:style>
  <w:style w:type="character" w:customStyle="1" w:styleId="Artdef">
    <w:name w:val="Art_def"/>
    <w:basedOn w:val="DefaultParagraphFont"/>
    <w:uiPriority w:val="99"/>
    <w:rsid w:val="00BC2AB7"/>
    <w:rPr>
      <w:rFonts w:ascii="Times New Roman" w:hAnsi="Times New Roman"/>
      <w:b/>
    </w:rPr>
  </w:style>
  <w:style w:type="paragraph" w:customStyle="1" w:styleId="Reftitle">
    <w:name w:val="Ref_title"/>
    <w:basedOn w:val="Heading1"/>
    <w:next w:val="Reftext"/>
    <w:uiPriority w:val="99"/>
    <w:rsid w:val="00BC2AB7"/>
    <w:pPr>
      <w:numPr>
        <w:numId w:val="368"/>
      </w:numPr>
      <w:spacing w:before="480"/>
      <w:outlineLvl w:val="9"/>
    </w:pPr>
  </w:style>
  <w:style w:type="paragraph" w:customStyle="1" w:styleId="Reftext">
    <w:name w:val="Ref_text"/>
    <w:basedOn w:val="Normal"/>
    <w:uiPriority w:val="99"/>
    <w:rsid w:val="00BC2AB7"/>
    <w:pPr>
      <w:ind w:left="794" w:hanging="794"/>
    </w:pPr>
  </w:style>
  <w:style w:type="paragraph" w:customStyle="1" w:styleId="ArtNo">
    <w:name w:val="Art_No"/>
    <w:basedOn w:val="Normal"/>
    <w:next w:val="Arttitle"/>
    <w:uiPriority w:val="99"/>
    <w:rsid w:val="00BC2AB7"/>
    <w:pPr>
      <w:keepNext/>
      <w:keepLines/>
      <w:spacing w:before="480"/>
      <w:jc w:val="center"/>
    </w:pPr>
    <w:rPr>
      <w:caps/>
      <w:sz w:val="28"/>
    </w:rPr>
  </w:style>
  <w:style w:type="paragraph" w:customStyle="1" w:styleId="Arttitle">
    <w:name w:val="Art_title"/>
    <w:basedOn w:val="Normal"/>
    <w:next w:val="Normalaftertitle0"/>
    <w:uiPriority w:val="99"/>
    <w:rsid w:val="00BC2AB7"/>
    <w:pPr>
      <w:keepNext/>
      <w:keepLines/>
      <w:spacing w:before="240"/>
      <w:jc w:val="center"/>
    </w:pPr>
    <w:rPr>
      <w:b/>
      <w:sz w:val="28"/>
    </w:rPr>
  </w:style>
  <w:style w:type="character" w:customStyle="1" w:styleId="Artref">
    <w:name w:val="Art_ref"/>
    <w:basedOn w:val="DefaultParagraphFont"/>
    <w:uiPriority w:val="99"/>
    <w:rsid w:val="00BC2AB7"/>
  </w:style>
  <w:style w:type="paragraph" w:customStyle="1" w:styleId="Call">
    <w:name w:val="Call"/>
    <w:basedOn w:val="Normal"/>
    <w:next w:val="Normal"/>
    <w:uiPriority w:val="99"/>
    <w:rsid w:val="00BC2AB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C2AB7"/>
    <w:pPr>
      <w:keepNext/>
      <w:keepLines/>
      <w:spacing w:before="480"/>
      <w:jc w:val="center"/>
    </w:pPr>
    <w:rPr>
      <w:b/>
      <w:caps/>
      <w:sz w:val="28"/>
    </w:rPr>
  </w:style>
  <w:style w:type="paragraph" w:customStyle="1" w:styleId="Equationlegend">
    <w:name w:val="Equation_legend"/>
    <w:basedOn w:val="Normal"/>
    <w:uiPriority w:val="99"/>
    <w:rsid w:val="00BC2AB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C2AB7"/>
  </w:style>
  <w:style w:type="paragraph" w:customStyle="1" w:styleId="Tablelegend0">
    <w:name w:val="Table_legend"/>
    <w:basedOn w:val="Normal"/>
    <w:next w:val="Normal"/>
    <w:uiPriority w:val="99"/>
    <w:rsid w:val="00BC2AB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BC2AB7"/>
    <w:pPr>
      <w:keepLines/>
      <w:spacing w:before="240" w:after="120"/>
      <w:jc w:val="center"/>
    </w:pPr>
    <w:rPr>
      <w:b/>
    </w:rPr>
  </w:style>
  <w:style w:type="paragraph" w:customStyle="1" w:styleId="Figurewithouttitle">
    <w:name w:val="Figure_without_title"/>
    <w:basedOn w:val="Normal"/>
    <w:next w:val="Normalaftertitle0"/>
    <w:uiPriority w:val="99"/>
    <w:rsid w:val="00BC2AB7"/>
    <w:pPr>
      <w:keepLines/>
      <w:spacing w:before="240" w:after="120"/>
      <w:jc w:val="center"/>
    </w:pPr>
  </w:style>
  <w:style w:type="paragraph" w:customStyle="1" w:styleId="FooterQP">
    <w:name w:val="Footer_QP"/>
    <w:basedOn w:val="Normal"/>
    <w:rsid w:val="00BC2AB7"/>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BC2AB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C2AB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qFormat/>
    <w:rsid w:val="00BC2AB7"/>
    <w:pPr>
      <w:spacing w:before="181"/>
      <w:ind w:left="794" w:hanging="794"/>
    </w:pPr>
    <w:rPr>
      <w:rFonts w:ascii="Times New Roman Bold" w:hAnsi="Times New Roman Bold"/>
      <w:b/>
    </w:rPr>
  </w:style>
  <w:style w:type="paragraph" w:customStyle="1" w:styleId="PartNo">
    <w:name w:val="Part_No"/>
    <w:basedOn w:val="Normal"/>
    <w:next w:val="Partref"/>
    <w:uiPriority w:val="99"/>
    <w:rsid w:val="00BC2AB7"/>
    <w:pPr>
      <w:keepNext/>
      <w:keepLines/>
      <w:spacing w:before="480" w:after="80"/>
      <w:jc w:val="center"/>
    </w:pPr>
    <w:rPr>
      <w:caps/>
      <w:sz w:val="28"/>
    </w:rPr>
  </w:style>
  <w:style w:type="paragraph" w:customStyle="1" w:styleId="Partref">
    <w:name w:val="Part_ref"/>
    <w:basedOn w:val="Normal"/>
    <w:next w:val="Parttitle"/>
    <w:uiPriority w:val="99"/>
    <w:rsid w:val="00BC2AB7"/>
    <w:pPr>
      <w:keepNext/>
      <w:keepLines/>
      <w:spacing w:before="280"/>
      <w:jc w:val="center"/>
    </w:pPr>
  </w:style>
  <w:style w:type="paragraph" w:customStyle="1" w:styleId="Parttitle">
    <w:name w:val="Part_title"/>
    <w:basedOn w:val="Normal"/>
    <w:next w:val="Normalaftertitle0"/>
    <w:uiPriority w:val="99"/>
    <w:rsid w:val="00BC2AB7"/>
    <w:pPr>
      <w:keepNext/>
      <w:keepLines/>
      <w:spacing w:before="240" w:after="280"/>
      <w:jc w:val="center"/>
    </w:pPr>
    <w:rPr>
      <w:b/>
      <w:sz w:val="28"/>
    </w:rPr>
  </w:style>
  <w:style w:type="paragraph" w:customStyle="1" w:styleId="Recdate">
    <w:name w:val="Rec_date"/>
    <w:basedOn w:val="Normal"/>
    <w:next w:val="Normalaftertitle0"/>
    <w:uiPriority w:val="99"/>
    <w:rsid w:val="00BC2AB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BC2AB7"/>
  </w:style>
  <w:style w:type="paragraph" w:customStyle="1" w:styleId="RecNo">
    <w:name w:val="Rec_No"/>
    <w:basedOn w:val="Normal"/>
    <w:next w:val="Title"/>
    <w:rsid w:val="00BC2AB7"/>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BC2AB7"/>
  </w:style>
  <w:style w:type="paragraph" w:customStyle="1" w:styleId="Questiontitle">
    <w:name w:val="Question_title"/>
    <w:basedOn w:val="Rectitle"/>
    <w:next w:val="Questionref"/>
    <w:uiPriority w:val="99"/>
    <w:rsid w:val="00BC2AB7"/>
  </w:style>
  <w:style w:type="paragraph" w:customStyle="1" w:styleId="Rectitle">
    <w:name w:val="Rec_title"/>
    <w:basedOn w:val="Normal"/>
    <w:next w:val="Recref"/>
    <w:rsid w:val="00BC2AB7"/>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BC2AB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C2AB7"/>
  </w:style>
  <w:style w:type="paragraph" w:customStyle="1" w:styleId="Repdate">
    <w:name w:val="Rep_date"/>
    <w:basedOn w:val="Recdate"/>
    <w:next w:val="Normalaftertitle0"/>
    <w:uiPriority w:val="99"/>
    <w:rsid w:val="00BC2AB7"/>
  </w:style>
  <w:style w:type="paragraph" w:customStyle="1" w:styleId="RepNo">
    <w:name w:val="Rep_No"/>
    <w:basedOn w:val="RecNo"/>
    <w:next w:val="Reptitle"/>
    <w:uiPriority w:val="99"/>
    <w:rsid w:val="00BC2AB7"/>
  </w:style>
  <w:style w:type="paragraph" w:customStyle="1" w:styleId="Reptitle">
    <w:name w:val="Rep_title"/>
    <w:basedOn w:val="Rectitle"/>
    <w:next w:val="Repref"/>
    <w:uiPriority w:val="99"/>
    <w:rsid w:val="00BC2AB7"/>
  </w:style>
  <w:style w:type="paragraph" w:customStyle="1" w:styleId="Repref">
    <w:name w:val="Rep_ref"/>
    <w:basedOn w:val="Recref"/>
    <w:next w:val="Repdate"/>
    <w:uiPriority w:val="99"/>
    <w:rsid w:val="00BC2AB7"/>
  </w:style>
  <w:style w:type="paragraph" w:customStyle="1" w:styleId="Resdate">
    <w:name w:val="Res_date"/>
    <w:basedOn w:val="Recdate"/>
    <w:next w:val="Normalaftertitle0"/>
    <w:uiPriority w:val="99"/>
    <w:rsid w:val="00BC2AB7"/>
  </w:style>
  <w:style w:type="character" w:customStyle="1" w:styleId="Resdef">
    <w:name w:val="Res_def"/>
    <w:basedOn w:val="DefaultParagraphFont"/>
    <w:uiPriority w:val="99"/>
    <w:rsid w:val="00BC2AB7"/>
    <w:rPr>
      <w:rFonts w:ascii="Times New Roman" w:hAnsi="Times New Roman"/>
      <w:b/>
    </w:rPr>
  </w:style>
  <w:style w:type="paragraph" w:customStyle="1" w:styleId="ResNo">
    <w:name w:val="Res_No"/>
    <w:basedOn w:val="RecNo"/>
    <w:next w:val="Restitle"/>
    <w:uiPriority w:val="99"/>
    <w:rsid w:val="00BC2AB7"/>
  </w:style>
  <w:style w:type="paragraph" w:customStyle="1" w:styleId="Restitle">
    <w:name w:val="Res_title"/>
    <w:basedOn w:val="Rectitle"/>
    <w:next w:val="Resref"/>
    <w:uiPriority w:val="99"/>
    <w:rsid w:val="00BC2AB7"/>
  </w:style>
  <w:style w:type="paragraph" w:customStyle="1" w:styleId="Resref">
    <w:name w:val="Res_ref"/>
    <w:basedOn w:val="Recref"/>
    <w:next w:val="Resdate"/>
    <w:uiPriority w:val="99"/>
    <w:rsid w:val="00BC2AB7"/>
  </w:style>
  <w:style w:type="paragraph" w:customStyle="1" w:styleId="Section1">
    <w:name w:val="Section_1"/>
    <w:basedOn w:val="Normal"/>
    <w:next w:val="Normal"/>
    <w:uiPriority w:val="99"/>
    <w:rsid w:val="00BC2AB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C2AB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C2AB7"/>
    <w:pPr>
      <w:keepNext/>
      <w:keepLines/>
      <w:spacing w:before="480" w:after="80"/>
      <w:jc w:val="center"/>
    </w:pPr>
    <w:rPr>
      <w:caps/>
      <w:sz w:val="24"/>
    </w:rPr>
  </w:style>
  <w:style w:type="paragraph" w:customStyle="1" w:styleId="Sectiontitle0">
    <w:name w:val="Section_title"/>
    <w:basedOn w:val="Normal"/>
    <w:uiPriority w:val="99"/>
    <w:rsid w:val="00BC2AB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BC2AB7"/>
    <w:pPr>
      <w:spacing w:before="840" w:after="200"/>
      <w:jc w:val="center"/>
    </w:pPr>
    <w:rPr>
      <w:b/>
      <w:sz w:val="28"/>
    </w:rPr>
  </w:style>
  <w:style w:type="paragraph" w:customStyle="1" w:styleId="SpecialFooter">
    <w:name w:val="Special Footer"/>
    <w:basedOn w:val="Footer"/>
    <w:uiPriority w:val="99"/>
    <w:rsid w:val="00BC2AB7"/>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BC2AB7"/>
    <w:rPr>
      <w:b/>
      <w:color w:val="auto"/>
    </w:rPr>
  </w:style>
  <w:style w:type="paragraph" w:customStyle="1" w:styleId="Tablehead">
    <w:name w:val="Table_head"/>
    <w:basedOn w:val="Tabletext0"/>
    <w:next w:val="Tabletext0"/>
    <w:rsid w:val="00BC2AB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BC2AB7"/>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BC2AB7"/>
    <w:pPr>
      <w:keepNext/>
      <w:keepLines/>
      <w:spacing w:before="360" w:after="120"/>
      <w:jc w:val="center"/>
    </w:pPr>
    <w:rPr>
      <w:b/>
    </w:rPr>
  </w:style>
  <w:style w:type="paragraph" w:customStyle="1" w:styleId="Title1">
    <w:name w:val="Title 1"/>
    <w:basedOn w:val="Source"/>
    <w:next w:val="Title2"/>
    <w:uiPriority w:val="99"/>
    <w:rsid w:val="00BC2AB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C2AB7"/>
  </w:style>
  <w:style w:type="paragraph" w:customStyle="1" w:styleId="Title3">
    <w:name w:val="Title 3"/>
    <w:basedOn w:val="Title2"/>
    <w:next w:val="Title4"/>
    <w:uiPriority w:val="99"/>
    <w:rsid w:val="00BC2AB7"/>
    <w:rPr>
      <w:caps w:val="0"/>
    </w:rPr>
  </w:style>
  <w:style w:type="paragraph" w:customStyle="1" w:styleId="Title4">
    <w:name w:val="Title 4"/>
    <w:basedOn w:val="Title3"/>
    <w:next w:val="Heading1"/>
    <w:uiPriority w:val="99"/>
    <w:rsid w:val="00BC2AB7"/>
    <w:rPr>
      <w:b/>
    </w:rPr>
  </w:style>
  <w:style w:type="paragraph" w:customStyle="1" w:styleId="Artheading">
    <w:name w:val="Art_heading"/>
    <w:basedOn w:val="Normal"/>
    <w:next w:val="Normalaftertitle0"/>
    <w:uiPriority w:val="99"/>
    <w:rsid w:val="00BC2AB7"/>
    <w:pPr>
      <w:spacing w:before="480"/>
      <w:jc w:val="center"/>
    </w:pPr>
    <w:rPr>
      <w:b/>
      <w:sz w:val="28"/>
    </w:rPr>
  </w:style>
  <w:style w:type="paragraph" w:customStyle="1" w:styleId="Annexref0">
    <w:name w:val="Annex_ref"/>
    <w:basedOn w:val="Normal"/>
    <w:next w:val="Normal"/>
    <w:uiPriority w:val="99"/>
    <w:rsid w:val="00BC2AB7"/>
    <w:pPr>
      <w:spacing w:before="0"/>
      <w:jc w:val="center"/>
    </w:pPr>
  </w:style>
  <w:style w:type="paragraph" w:customStyle="1" w:styleId="Appendixref">
    <w:name w:val="Appendix_ref"/>
    <w:basedOn w:val="Annexref0"/>
    <w:next w:val="Normalaftertitle0"/>
    <w:uiPriority w:val="99"/>
    <w:rsid w:val="00BC2AB7"/>
  </w:style>
  <w:style w:type="character" w:customStyle="1" w:styleId="ASN1boldchar">
    <w:name w:val="ASN.1 bold char"/>
    <w:basedOn w:val="DefaultParagraphFont"/>
    <w:rsid w:val="00BC2AB7"/>
    <w:rPr>
      <w:rFonts w:ascii="Courier New" w:hAnsi="Courier New"/>
      <w:b/>
      <w:sz w:val="18"/>
    </w:rPr>
  </w:style>
  <w:style w:type="paragraph" w:customStyle="1" w:styleId="ASN1italic0">
    <w:name w:val="ASN.1_italic"/>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BC2AB7"/>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C2AB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C2AB7"/>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BC2AB7"/>
    <w:rPr>
      <w:b/>
    </w:rPr>
  </w:style>
  <w:style w:type="character" w:customStyle="1" w:styleId="href">
    <w:name w:val="href"/>
    <w:basedOn w:val="DefaultParagraphFont"/>
    <w:uiPriority w:val="99"/>
    <w:rsid w:val="00BC2AB7"/>
    <w:rPr>
      <w:lang w:val="fr-FR"/>
    </w:rPr>
  </w:style>
  <w:style w:type="paragraph" w:customStyle="1" w:styleId="Indextitle1">
    <w:name w:val="Index_title"/>
    <w:basedOn w:val="Normal"/>
    <w:uiPriority w:val="99"/>
    <w:rsid w:val="00BC2AB7"/>
    <w:pPr>
      <w:spacing w:after="68"/>
      <w:jc w:val="center"/>
    </w:pPr>
    <w:rPr>
      <w:b/>
      <w:sz w:val="24"/>
    </w:rPr>
  </w:style>
  <w:style w:type="paragraph" w:customStyle="1" w:styleId="Tablefin">
    <w:name w:val="Table_fin"/>
    <w:basedOn w:val="Normal"/>
    <w:next w:val="Normal"/>
    <w:uiPriority w:val="99"/>
    <w:rsid w:val="00BC2AB7"/>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BC2AB7"/>
    <w:rPr>
      <w:rFonts w:ascii="Courier New" w:hAnsi="Courier New"/>
      <w:i/>
      <w:sz w:val="18"/>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BC2AB7"/>
    <w:rPr>
      <w:rFonts w:ascii="Times New Roman" w:hAnsi="Times New Roman"/>
      <w:b/>
      <w:sz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locked/>
    <w:rsid w:val="00BC2AB7"/>
    <w:rPr>
      <w:rFonts w:ascii="Times New Roman" w:hAnsi="Times New Roman"/>
      <w:b/>
      <w:sz w:val="22"/>
      <w:lang w:val="en-GB"/>
    </w:rPr>
  </w:style>
  <w:style w:type="character" w:customStyle="1" w:styleId="Heading3Char">
    <w:name w:val="Heading 3 Char"/>
    <w:aliases w:val="H3 Char,H31 Char,h3 Char"/>
    <w:basedOn w:val="DefaultParagraphFont"/>
    <w:link w:val="Heading3"/>
    <w:locked/>
    <w:rsid w:val="00BC2AB7"/>
    <w:rPr>
      <w:rFonts w:ascii="Times New Roman" w:hAnsi="Times New Roman"/>
      <w:b/>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locked/>
    <w:rsid w:val="00BC2AB7"/>
    <w:rPr>
      <w:rFonts w:ascii="Times New Roman" w:hAnsi="Times New Roman"/>
      <w:b/>
      <w:lang w:val="en-GB"/>
    </w:rPr>
  </w:style>
  <w:style w:type="character" w:customStyle="1" w:styleId="Heading5Char">
    <w:name w:val="Heading 5 Char"/>
    <w:aliases w:val="H5 Char,H51 Char,h5 Char"/>
    <w:basedOn w:val="DefaultParagraphFont"/>
    <w:link w:val="Heading5"/>
    <w:locked/>
    <w:rsid w:val="00BC2AB7"/>
    <w:rPr>
      <w:rFonts w:ascii="Times New Roman" w:hAnsi="Times New Roman"/>
      <w:b/>
      <w:lang w:val="en-GB"/>
    </w:rPr>
  </w:style>
  <w:style w:type="character" w:customStyle="1" w:styleId="Heading6Char">
    <w:name w:val="Heading 6 Char"/>
    <w:aliases w:val="H6 Char,H61 Char,h6 Char"/>
    <w:basedOn w:val="DefaultParagraphFont"/>
    <w:link w:val="Heading6"/>
    <w:locked/>
    <w:rsid w:val="00BC2AB7"/>
    <w:rPr>
      <w:rFonts w:ascii="Times New Roman" w:hAnsi="Times New Roman"/>
      <w:b/>
      <w:lang w:val="en-GB"/>
    </w:rPr>
  </w:style>
  <w:style w:type="character" w:customStyle="1" w:styleId="Heading7Char">
    <w:name w:val="Heading 7 Char"/>
    <w:basedOn w:val="DefaultParagraphFont"/>
    <w:link w:val="Heading7"/>
    <w:locked/>
    <w:rsid w:val="00BC2AB7"/>
    <w:rPr>
      <w:rFonts w:ascii="Times New Roman" w:hAnsi="Times New Roman"/>
      <w:b/>
      <w:lang w:val="en-GB"/>
    </w:rPr>
  </w:style>
  <w:style w:type="character" w:customStyle="1" w:styleId="Heading8Char">
    <w:name w:val="Heading 8 Char"/>
    <w:basedOn w:val="DefaultParagraphFont"/>
    <w:link w:val="Heading8"/>
    <w:locked/>
    <w:rsid w:val="00BC2AB7"/>
    <w:rPr>
      <w:rFonts w:ascii="Times New Roman" w:hAnsi="Times New Roman"/>
      <w:b/>
      <w:sz w:val="24"/>
      <w:lang w:val="en-GB"/>
    </w:rPr>
  </w:style>
  <w:style w:type="character" w:customStyle="1" w:styleId="Heading9Char">
    <w:name w:val="Heading 9 Char"/>
    <w:basedOn w:val="DefaultParagraphFont"/>
    <w:link w:val="Heading9"/>
    <w:locked/>
    <w:rsid w:val="00BC2AB7"/>
    <w:rPr>
      <w:rFonts w:ascii="Times New Roman" w:hAnsi="Times New Roman"/>
      <w:b/>
      <w:sz w:val="24"/>
      <w:lang w:val="en-GB"/>
    </w:rPr>
  </w:style>
  <w:style w:type="paragraph" w:styleId="BodyTextIndent">
    <w:name w:val="Body Text Indent"/>
    <w:basedOn w:val="Normal"/>
    <w:link w:val="BodyTextIndentChar"/>
    <w:uiPriority w:val="99"/>
    <w:rsid w:val="00BC2AB7"/>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BC2AB7"/>
    <w:rPr>
      <w:rFonts w:ascii="Times New Roman" w:eastAsia="Malgun Gothic" w:hAnsi="Times New Roman"/>
      <w:lang w:val="en-GB" w:eastAsia="zh-CN"/>
    </w:rPr>
  </w:style>
  <w:style w:type="character" w:customStyle="1" w:styleId="Heading4CharChar1">
    <w:name w:val="Heading 4 Char Char1"/>
    <w:aliases w:val="Heading 4 Char1 Char Char,Heading 4 Char Char Char Char"/>
    <w:uiPriority w:val="99"/>
    <w:rsid w:val="00BC2AB7"/>
    <w:rPr>
      <w:rFonts w:cs="Times New Roman"/>
      <w:b/>
      <w:bCs/>
      <w:lang w:val="en-GB" w:eastAsia="en-US"/>
    </w:rPr>
  </w:style>
  <w:style w:type="paragraph" w:customStyle="1" w:styleId="ColorfulShading-Accent12">
    <w:name w:val="Colorful Shading - Accent 12"/>
    <w:hidden/>
    <w:uiPriority w:val="99"/>
    <w:semiHidden/>
    <w:rsid w:val="00BC2AB7"/>
    <w:rPr>
      <w:rFonts w:ascii="Times New Roman" w:eastAsia="Malgun Gothic" w:hAnsi="Times New Roman"/>
      <w:lang w:val="en-GB"/>
    </w:rPr>
  </w:style>
  <w:style w:type="character" w:customStyle="1" w:styleId="FooterChar">
    <w:name w:val="Footer Char"/>
    <w:basedOn w:val="DefaultParagraphFont"/>
    <w:link w:val="Footer"/>
    <w:locked/>
    <w:rsid w:val="00BC2AB7"/>
    <w:rPr>
      <w:rFonts w:ascii="Times New Roman" w:hAnsi="Times New Roman"/>
      <w:b/>
      <w:lang w:val="en-GB"/>
    </w:rPr>
  </w:style>
  <w:style w:type="character" w:customStyle="1" w:styleId="HeaderChar">
    <w:name w:val="Header Char"/>
    <w:aliases w:val="h Char,Header/Footer Char"/>
    <w:basedOn w:val="DefaultParagraphFont"/>
    <w:link w:val="Header"/>
    <w:locked/>
    <w:rsid w:val="00BC2AB7"/>
    <w:rPr>
      <w:rFonts w:ascii="Times New Roman" w:hAnsi="Times New Roman"/>
      <w:lang w:val="en-GB"/>
    </w:rPr>
  </w:style>
  <w:style w:type="character" w:customStyle="1" w:styleId="FootnoteTextChar">
    <w:name w:val="Footnote Text Char"/>
    <w:basedOn w:val="DefaultParagraphFont"/>
    <w:link w:val="FootnoteText"/>
    <w:uiPriority w:val="99"/>
    <w:locked/>
    <w:rsid w:val="00BC2AB7"/>
    <w:rPr>
      <w:rFonts w:ascii="Times New Roman" w:hAnsi="Times New Roman"/>
      <w:sz w:val="18"/>
      <w:lang w:val="en-GB"/>
    </w:rPr>
  </w:style>
  <w:style w:type="paragraph" w:customStyle="1" w:styleId="BlancCharChar">
    <w:name w:val="Blanc Char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BC2AB7"/>
    <w:rPr>
      <w:b/>
      <w:sz w:val="8"/>
      <w:lang w:val="en-US" w:eastAsia="en-US"/>
    </w:rPr>
  </w:style>
  <w:style w:type="paragraph" w:customStyle="1" w:styleId="Annex1">
    <w:name w:val="Annex 1"/>
    <w:basedOn w:val="Heading1"/>
    <w:next w:val="Normal"/>
    <w:uiPriority w:val="99"/>
    <w:qFormat/>
    <w:rsid w:val="00BC2AB7"/>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BC2AB7"/>
    <w:pPr>
      <w:keepNext/>
      <w:spacing w:before="240" w:after="720"/>
      <w:jc w:val="center"/>
    </w:pPr>
    <w:rPr>
      <w:rFonts w:eastAsia="Malgun Gothic"/>
      <w:b/>
      <w:bCs/>
    </w:rPr>
  </w:style>
  <w:style w:type="character" w:customStyle="1" w:styleId="NoteChar">
    <w:name w:val="Note Char"/>
    <w:rsid w:val="00BC2AB7"/>
    <w:rPr>
      <w:sz w:val="18"/>
      <w:lang w:val="en-GB" w:eastAsia="en-US"/>
    </w:rPr>
  </w:style>
  <w:style w:type="character" w:customStyle="1" w:styleId="TitleChar">
    <w:name w:val="Title Char"/>
    <w:basedOn w:val="DefaultParagraphFont"/>
    <w:link w:val="Title"/>
    <w:uiPriority w:val="99"/>
    <w:locked/>
    <w:rsid w:val="00BC2AB7"/>
    <w:rPr>
      <w:rFonts w:ascii="Times New Roman" w:hAnsi="Times New Roman"/>
      <w:b/>
      <w:sz w:val="24"/>
      <w:lang w:val="en-GB"/>
    </w:rPr>
  </w:style>
  <w:style w:type="paragraph" w:customStyle="1" w:styleId="Sprechblasentext1">
    <w:name w:val="Sprechblasentext1"/>
    <w:basedOn w:val="Normal"/>
    <w:uiPriority w:val="99"/>
    <w:semiHidden/>
    <w:rsid w:val="00BC2AB7"/>
    <w:rPr>
      <w:rFonts w:ascii="Tahoma" w:eastAsia="Malgun Gothic" w:hAnsi="Tahoma" w:cs="Tahoma"/>
      <w:sz w:val="16"/>
      <w:szCs w:val="16"/>
    </w:rPr>
  </w:style>
  <w:style w:type="paragraph" w:customStyle="1" w:styleId="CourierText">
    <w:name w:val="Courier Text"/>
    <w:basedOn w:val="Normal"/>
    <w:uiPriority w:val="99"/>
    <w:rsid w:val="00BC2AB7"/>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BC2AB7"/>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BC2AB7"/>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C2AB7"/>
    <w:rPr>
      <w:rFonts w:ascii="Times New Roman" w:eastAsia="Batang" w:hAnsi="Times New Roman"/>
      <w:sz w:val="22"/>
      <w:szCs w:val="22"/>
      <w:lang w:val="en-GB"/>
    </w:rPr>
  </w:style>
  <w:style w:type="paragraph" w:customStyle="1" w:styleId="AppendixHeadingI">
    <w:name w:val="Appendix Heading I"/>
    <w:basedOn w:val="Normal"/>
    <w:uiPriority w:val="99"/>
    <w:rsid w:val="00BC2AB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BC2AB7"/>
    <w:rPr>
      <w:color w:val="800080"/>
      <w:u w:val="single"/>
    </w:rPr>
  </w:style>
  <w:style w:type="paragraph" w:customStyle="1" w:styleId="BlancChar">
    <w:name w:val="Blanc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BC2AB7"/>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BC2AB7"/>
    <w:rPr>
      <w:rFonts w:ascii="Times New Roman" w:eastAsia="Malgun Gothic" w:hAnsi="Times New Roman"/>
      <w:sz w:val="16"/>
      <w:shd w:val="clear" w:color="auto" w:fill="000080"/>
      <w:lang w:val="en-GB" w:eastAsia="zh-CN"/>
    </w:rPr>
  </w:style>
  <w:style w:type="paragraph" w:styleId="BodyTextIndent3">
    <w:name w:val="Body Text Indent 3"/>
    <w:basedOn w:val="Normal"/>
    <w:link w:val="BodyTextIndent3Char"/>
    <w:uiPriority w:val="99"/>
    <w:rsid w:val="00BC2AB7"/>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BC2AB7"/>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rsid w:val="00BC2AB7"/>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BC2AB7"/>
    <w:rPr>
      <w:rFonts w:ascii="Times New Roman" w:eastAsia="Malgun Gothic" w:hAnsi="Times New Roman"/>
      <w:lang w:val="en-GB" w:eastAsia="zh-CN"/>
    </w:rPr>
  </w:style>
  <w:style w:type="paragraph" w:customStyle="1" w:styleId="11BodyText">
    <w:name w:val="11 BodyText"/>
    <w:basedOn w:val="Normal"/>
    <w:uiPriority w:val="99"/>
    <w:rsid w:val="00BC2AB7"/>
    <w:pPr>
      <w:spacing w:before="0" w:after="220"/>
    </w:pPr>
    <w:rPr>
      <w:rFonts w:eastAsia="Malgun Gothic"/>
    </w:rPr>
  </w:style>
  <w:style w:type="paragraph" w:customStyle="1" w:styleId="Kommentarthema1">
    <w:name w:val="Kommentarthema1"/>
    <w:basedOn w:val="CommentText"/>
    <w:next w:val="CommentText"/>
    <w:uiPriority w:val="99"/>
    <w:semiHidden/>
    <w:rsid w:val="00BC2AB7"/>
    <w:rPr>
      <w:rFonts w:eastAsia="Malgun Gothic"/>
      <w:b/>
      <w:bCs/>
      <w:lang w:eastAsia="zh-CN"/>
    </w:rPr>
  </w:style>
  <w:style w:type="paragraph" w:styleId="BodyText3">
    <w:name w:val="Body Text 3"/>
    <w:basedOn w:val="Normal"/>
    <w:link w:val="BodyText3Char"/>
    <w:uiPriority w:val="99"/>
    <w:rsid w:val="00BC2AB7"/>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BC2AB7"/>
    <w:rPr>
      <w:rFonts w:ascii="Times New Roman" w:eastAsia="Malgun Gothic" w:hAnsi="Times New Roman"/>
      <w:sz w:val="16"/>
      <w:szCs w:val="16"/>
      <w:lang w:val="en-GB" w:eastAsia="zh-CN"/>
    </w:rPr>
  </w:style>
  <w:style w:type="paragraph" w:customStyle="1" w:styleId="figure1">
    <w:name w:val="figure"/>
    <w:basedOn w:val="Normal"/>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BC2AB7"/>
    <w:rPr>
      <w:rFonts w:cs="Times New Roman"/>
      <w:lang w:val="en-US" w:eastAsia="en-US"/>
    </w:rPr>
  </w:style>
  <w:style w:type="paragraph" w:customStyle="1" w:styleId="Annex2">
    <w:name w:val="Annex 2"/>
    <w:basedOn w:val="Normal"/>
    <w:next w:val="Normal"/>
    <w:link w:val="Annex2Char"/>
    <w:uiPriority w:val="99"/>
    <w:qFormat/>
    <w:rsid w:val="00BC2AB7"/>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BC2AB7"/>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BC2AB7"/>
    <w:pPr>
      <w:keepNext/>
      <w:numPr>
        <w:ilvl w:val="3"/>
        <w:numId w:val="35"/>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BC2AB7"/>
    <w:pPr>
      <w:keepNext/>
      <w:numPr>
        <w:ilvl w:val="4"/>
        <w:numId w:val="35"/>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BC2AB7"/>
    <w:rPr>
      <w:rFonts w:ascii="Courier" w:hAnsi="Courier"/>
      <w:sz w:val="22"/>
      <w:lang w:val="en-GB" w:eastAsia="en-US"/>
    </w:rPr>
  </w:style>
  <w:style w:type="paragraph" w:styleId="BodyText2">
    <w:name w:val="Body Text 2"/>
    <w:basedOn w:val="Normal"/>
    <w:link w:val="BodyText2Char"/>
    <w:uiPriority w:val="99"/>
    <w:rsid w:val="00BC2AB7"/>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BC2AB7"/>
    <w:rPr>
      <w:rFonts w:ascii="Times New Roman" w:eastAsia="Malgun Gothic" w:hAnsi="Times New Roman"/>
      <w:lang w:val="en-GB" w:eastAsia="zh-CN"/>
    </w:rPr>
  </w:style>
  <w:style w:type="paragraph" w:customStyle="1" w:styleId="Normal1">
    <w:name w:val="Normal1"/>
    <w:basedOn w:val="TableTitle"/>
    <w:uiPriority w:val="99"/>
    <w:rsid w:val="00BC2AB7"/>
    <w:pPr>
      <w:tabs>
        <w:tab w:val="center" w:pos="4864"/>
      </w:tabs>
      <w:jc w:val="both"/>
    </w:pPr>
    <w:rPr>
      <w:rFonts w:eastAsia="Malgun Gothic"/>
      <w:bCs/>
    </w:rPr>
  </w:style>
  <w:style w:type="paragraph" w:customStyle="1" w:styleId="equation0">
    <w:name w:val="equation"/>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BC2AB7"/>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BC2AB7"/>
    <w:pPr>
      <w:keepNext/>
      <w:spacing w:before="240" w:after="113"/>
      <w:jc w:val="center"/>
    </w:pPr>
    <w:rPr>
      <w:rFonts w:eastAsia="Malgun Gothic"/>
      <w:b/>
      <w:bCs/>
    </w:rPr>
  </w:style>
  <w:style w:type="character" w:customStyle="1" w:styleId="TableTitleCharCharChar1">
    <w:name w:val="Table_Title Char Char Char1"/>
    <w:uiPriority w:val="99"/>
    <w:rsid w:val="00BC2AB7"/>
    <w:rPr>
      <w:b/>
      <w:lang w:val="en-GB" w:eastAsia="en-US"/>
    </w:rPr>
  </w:style>
  <w:style w:type="character" w:customStyle="1" w:styleId="TableTitleCharCharChar">
    <w:name w:val="Table_Title Char Char Char"/>
    <w:uiPriority w:val="99"/>
    <w:rsid w:val="00BC2AB7"/>
    <w:rPr>
      <w:b/>
      <w:lang w:val="en-GB" w:eastAsia="en-US"/>
    </w:rPr>
  </w:style>
  <w:style w:type="character" w:customStyle="1" w:styleId="Annex1Char">
    <w:name w:val="Annex 1 Char"/>
    <w:uiPriority w:val="99"/>
    <w:rsid w:val="00BC2AB7"/>
    <w:rPr>
      <w:b/>
      <w:sz w:val="24"/>
      <w:lang w:val="en-GB" w:eastAsia="en-US"/>
    </w:rPr>
  </w:style>
  <w:style w:type="paragraph" w:customStyle="1" w:styleId="TableTitleChar">
    <w:name w:val="Table_Title Char"/>
    <w:basedOn w:val="Normal"/>
    <w:next w:val="Normal"/>
    <w:uiPriority w:val="99"/>
    <w:rsid w:val="00BC2AB7"/>
    <w:pPr>
      <w:keepNext/>
      <w:spacing w:before="240" w:after="113"/>
      <w:jc w:val="center"/>
    </w:pPr>
    <w:rPr>
      <w:rFonts w:eastAsia="Malgun Gothic"/>
      <w:b/>
      <w:bCs/>
    </w:rPr>
  </w:style>
  <w:style w:type="character" w:customStyle="1" w:styleId="Annex3Char">
    <w:name w:val="Annex 3 Char"/>
    <w:uiPriority w:val="99"/>
    <w:rsid w:val="00BC2AB7"/>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C2AB7"/>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BC2AB7"/>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BC2AB7"/>
    <w:pPr>
      <w:keepLines w:val="0"/>
      <w:numPr>
        <w:numId w:val="368"/>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BC2AB7"/>
    <w:pPr>
      <w:keepLines w:val="0"/>
      <w:numPr>
        <w:numId w:val="368"/>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BC2AB7"/>
    <w:rPr>
      <w:rFonts w:eastAsia="Batang"/>
      <w:sz w:val="18"/>
      <w:lang w:val="en-GB" w:eastAsia="en-US"/>
    </w:rPr>
  </w:style>
  <w:style w:type="paragraph" w:customStyle="1" w:styleId="StyletableheadingCentered">
    <w:name w:val="Style table heading + Centered"/>
    <w:basedOn w:val="tableheading"/>
    <w:uiPriority w:val="99"/>
    <w:rsid w:val="00BC2AB7"/>
    <w:pPr>
      <w:spacing w:before="20" w:after="40"/>
      <w:jc w:val="center"/>
    </w:pPr>
    <w:rPr>
      <w:rFonts w:eastAsia="Batang"/>
    </w:rPr>
  </w:style>
  <w:style w:type="paragraph" w:customStyle="1" w:styleId="Styleenumlev1Left0Hanging03">
    <w:name w:val="Style enumlev1 + Left:  0&quot; Hanging:  0.3&quot;"/>
    <w:basedOn w:val="enumlev1"/>
    <w:uiPriority w:val="99"/>
    <w:rsid w:val="00BC2AB7"/>
    <w:pPr>
      <w:spacing w:before="136"/>
      <w:ind w:left="432" w:hanging="432"/>
    </w:pPr>
    <w:rPr>
      <w:rFonts w:eastAsia="Batang"/>
    </w:rPr>
  </w:style>
  <w:style w:type="paragraph" w:customStyle="1" w:styleId="StyleNote111ptLeft0">
    <w:name w:val="Style Note 1 + 11 pt Left:  0&quot;"/>
    <w:basedOn w:val="Note1"/>
    <w:uiPriority w:val="99"/>
    <w:rsid w:val="00BC2AB7"/>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BC2AB7"/>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BC2AB7"/>
    <w:pPr>
      <w:ind w:left="1728" w:hanging="1728"/>
    </w:pPr>
    <w:rPr>
      <w:lang w:val="en-US"/>
    </w:rPr>
  </w:style>
  <w:style w:type="paragraph" w:customStyle="1" w:styleId="Annex6">
    <w:name w:val="Annex 6"/>
    <w:basedOn w:val="Annex5"/>
    <w:next w:val="Normal"/>
    <w:autoRedefine/>
    <w:uiPriority w:val="99"/>
    <w:rsid w:val="00BC2AB7"/>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C2AB7"/>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BC2AB7"/>
    <w:rPr>
      <w:rFonts w:eastAsia="Malgun Gothic"/>
      <w:sz w:val="22"/>
      <w:szCs w:val="22"/>
      <w:lang w:val="en-GB"/>
    </w:rPr>
  </w:style>
  <w:style w:type="paragraph" w:customStyle="1" w:styleId="SVCBulletslevel1CharCharChar">
    <w:name w:val="SVC Bullets level 1 Char Char Char"/>
    <w:link w:val="SVCBulletslevel1CharCharCharChar"/>
    <w:uiPriority w:val="99"/>
    <w:rsid w:val="00BC2AB7"/>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C2AB7"/>
    <w:rPr>
      <w:rFonts w:eastAsia="Malgun Gothic"/>
      <w:b/>
      <w:bCs/>
      <w:lang w:val="en-GB"/>
    </w:rPr>
  </w:style>
  <w:style w:type="character" w:customStyle="1" w:styleId="SVCBulletslevel1CharChar">
    <w:name w:val="SVC Bullets level 1 Char Char"/>
    <w:link w:val="SVCBulletslevel1Char"/>
    <w:uiPriority w:val="99"/>
    <w:locked/>
    <w:rsid w:val="00BC2AB7"/>
    <w:rPr>
      <w:rFonts w:ascii="Times New Roman" w:hAnsi="Times New Roman"/>
      <w:lang w:val="en-GB"/>
    </w:rPr>
  </w:style>
  <w:style w:type="paragraph" w:customStyle="1" w:styleId="SVCBulletslevel3CharChar">
    <w:name w:val="SVC Bullets level 3 Char Char"/>
    <w:basedOn w:val="SVCBulletslevel3"/>
    <w:link w:val="SVCBulletslevel3CharCharChar"/>
    <w:rsid w:val="00BC2AB7"/>
    <w:rPr>
      <w:rFonts w:ascii="Times" w:hAnsi="Times"/>
      <w:lang w:eastAsia="zh-CN"/>
    </w:rPr>
  </w:style>
  <w:style w:type="paragraph" w:customStyle="1" w:styleId="SVCBulletslevel4Char">
    <w:name w:val="SVC Bullets level 4 Char"/>
    <w:basedOn w:val="SVCBulletslevel3CharChar"/>
    <w:link w:val="SVCBulletslevel4CharChar"/>
    <w:rsid w:val="00BC2AB7"/>
    <w:pPr>
      <w:tabs>
        <w:tab w:val="clear" w:pos="-31680"/>
        <w:tab w:val="num" w:pos="2880"/>
      </w:tabs>
      <w:ind w:left="2880" w:hanging="360"/>
    </w:pPr>
  </w:style>
  <w:style w:type="paragraph" w:customStyle="1" w:styleId="SVCBulletslevel5">
    <w:name w:val="SVC Bullets level 5"/>
    <w:basedOn w:val="SVCBulletslevel4Char"/>
    <w:uiPriority w:val="99"/>
    <w:rsid w:val="00BC2AB7"/>
    <w:pPr>
      <w:tabs>
        <w:tab w:val="clear" w:pos="2880"/>
        <w:tab w:val="num" w:pos="3600"/>
      </w:tabs>
      <w:ind w:left="3600"/>
    </w:pPr>
  </w:style>
  <w:style w:type="paragraph" w:customStyle="1" w:styleId="SVCBulletslevel6">
    <w:name w:val="SVC Bullets level 6"/>
    <w:basedOn w:val="SVCBulletslevel5"/>
    <w:uiPriority w:val="99"/>
    <w:rsid w:val="00BC2AB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C2AB7"/>
    <w:rPr>
      <w:rFonts w:ascii="Times New Roman" w:eastAsia="Malgun Gothic" w:hAnsi="Times New Roman"/>
      <w:lang w:val="en-GB"/>
    </w:rPr>
  </w:style>
  <w:style w:type="character" w:customStyle="1" w:styleId="SVCBulletslevel3CharCharChar">
    <w:name w:val="SVC Bullets level 3 Char Char Char"/>
    <w:link w:val="SVCBulletslevel3CharChar"/>
    <w:locked/>
    <w:rsid w:val="00BC2AB7"/>
    <w:rPr>
      <w:rFonts w:eastAsia="Malgun Gothic"/>
      <w:lang w:val="en-GB" w:eastAsia="zh-CN"/>
    </w:rPr>
  </w:style>
  <w:style w:type="character" w:customStyle="1" w:styleId="SVCBulletslevel4CharChar">
    <w:name w:val="SVC Bullets level 4 Char Char"/>
    <w:basedOn w:val="SVCBulletslevel3CharCharChar"/>
    <w:link w:val="SVCBulletslevel4Char"/>
    <w:locked/>
    <w:rsid w:val="00BC2AB7"/>
    <w:rPr>
      <w:rFonts w:eastAsia="Malgun Gothic"/>
      <w:lang w:val="en-GB" w:eastAsia="zh-CN"/>
    </w:rPr>
  </w:style>
  <w:style w:type="paragraph" w:customStyle="1" w:styleId="SVCBulletslevel7">
    <w:name w:val="SVC Bullets level 7"/>
    <w:basedOn w:val="SVCBulletslevel6"/>
    <w:uiPriority w:val="99"/>
    <w:rsid w:val="00BC2AB7"/>
    <w:pPr>
      <w:ind w:left="2772"/>
    </w:pPr>
  </w:style>
  <w:style w:type="paragraph" w:customStyle="1" w:styleId="SVCBulletslevel8">
    <w:name w:val="SVC Bullets level 8"/>
    <w:basedOn w:val="SVCBulletslevel7"/>
    <w:uiPriority w:val="99"/>
    <w:rsid w:val="00BC2AB7"/>
    <w:pPr>
      <w:ind w:left="3168"/>
    </w:pPr>
  </w:style>
  <w:style w:type="paragraph" w:customStyle="1" w:styleId="SVCBulletslevel3">
    <w:name w:val="SVC Bullets level 3"/>
    <w:basedOn w:val="Normal"/>
    <w:uiPriority w:val="99"/>
    <w:rsid w:val="00BC2AB7"/>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BC2AB7"/>
    <w:pPr>
      <w:numPr>
        <w:numId w:val="42"/>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BC2AB7"/>
    <w:rPr>
      <w:rFonts w:ascii="Times New Roman" w:eastAsia="Malgun Gothic" w:hAnsi="Times New Roman"/>
      <w:lang w:val="en-GB"/>
    </w:rPr>
  </w:style>
  <w:style w:type="paragraph" w:customStyle="1" w:styleId="FigureCharChar">
    <w:name w:val="Figure_# Char Char"/>
    <w:basedOn w:val="Normal"/>
    <w:next w:val="FigureTitleChar"/>
    <w:link w:val="FigureCharCharChar"/>
    <w:uiPriority w:val="99"/>
    <w:rsid w:val="00BC2AB7"/>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BC2AB7"/>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BC2AB7"/>
    <w:rPr>
      <w:rFonts w:cs="Times New Roman"/>
      <w:lang w:val="en-US" w:eastAsia="en-US"/>
    </w:rPr>
  </w:style>
  <w:style w:type="paragraph" w:customStyle="1" w:styleId="AVCIndentlevel2">
    <w:name w:val="AVC Indent level 2"/>
    <w:basedOn w:val="AVCIndentlevel1"/>
    <w:uiPriority w:val="99"/>
    <w:rsid w:val="00BC2AB7"/>
    <w:pPr>
      <w:ind w:left="794"/>
    </w:pPr>
  </w:style>
  <w:style w:type="paragraph" w:customStyle="1" w:styleId="AVCIndentlevel1">
    <w:name w:val="AVC Indent level 1"/>
    <w:basedOn w:val="Normal"/>
    <w:uiPriority w:val="99"/>
    <w:rsid w:val="00BC2AB7"/>
    <w:pPr>
      <w:tabs>
        <w:tab w:val="left" w:pos="397"/>
      </w:tabs>
      <w:ind w:left="397"/>
      <w:textAlignment w:val="auto"/>
    </w:pPr>
    <w:rPr>
      <w:rFonts w:eastAsia="Malgun Gothic"/>
    </w:rPr>
  </w:style>
  <w:style w:type="paragraph" w:customStyle="1" w:styleId="Style1">
    <w:name w:val="Style1"/>
    <w:basedOn w:val="AVCBulletlevel1CharChar"/>
    <w:uiPriority w:val="99"/>
    <w:rsid w:val="00BC2AB7"/>
    <w:pPr>
      <w:ind w:left="2304" w:hanging="403"/>
    </w:pPr>
  </w:style>
  <w:style w:type="paragraph" w:customStyle="1" w:styleId="AVCEquationlevel2">
    <w:name w:val="AVC Equation level 2"/>
    <w:basedOn w:val="AVCEquationlevel1CharCharCharChar"/>
    <w:uiPriority w:val="99"/>
    <w:rsid w:val="00BC2AB7"/>
    <w:pPr>
      <w:tabs>
        <w:tab w:val="left" w:pos="1191"/>
      </w:tabs>
      <w:ind w:left="1191"/>
    </w:pPr>
  </w:style>
  <w:style w:type="paragraph" w:customStyle="1" w:styleId="AVCBulletlevel2CharChar">
    <w:name w:val="AVC Bullet level 2 Char Char"/>
    <w:basedOn w:val="AVCBulletlevel1CharChar"/>
    <w:link w:val="AVCBulletlevel2CharCharChar"/>
    <w:rsid w:val="00BC2AB7"/>
    <w:pPr>
      <w:tabs>
        <w:tab w:val="clear" w:pos="397"/>
        <w:tab w:val="clear" w:pos="792"/>
        <w:tab w:val="num" w:pos="794"/>
      </w:tabs>
      <w:ind w:left="794" w:hanging="391"/>
    </w:pPr>
  </w:style>
  <w:style w:type="paragraph" w:customStyle="1" w:styleId="AVCEquationlevel3">
    <w:name w:val="AVC Equation level 3"/>
    <w:basedOn w:val="AVCEquationlevel2"/>
    <w:uiPriority w:val="99"/>
    <w:rsid w:val="00BC2AB7"/>
    <w:pPr>
      <w:ind w:left="1588"/>
    </w:pPr>
  </w:style>
  <w:style w:type="character" w:customStyle="1" w:styleId="AVCEquationlevel1Char1">
    <w:name w:val="AVC Equation level 1 Char1"/>
    <w:uiPriority w:val="99"/>
    <w:rsid w:val="00BC2AB7"/>
    <w:rPr>
      <w:sz w:val="22"/>
      <w:lang w:val="en-GB" w:eastAsia="en-US"/>
    </w:rPr>
  </w:style>
  <w:style w:type="character" w:customStyle="1" w:styleId="figureCharCharCharChar0">
    <w:name w:val="figure Char Char Char Char"/>
    <w:link w:val="figureCharCharChar1"/>
    <w:uiPriority w:val="99"/>
    <w:locked/>
    <w:rsid w:val="00BC2AB7"/>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BC2AB7"/>
    <w:rPr>
      <w:rFonts w:ascii="Times New Roman" w:eastAsia="Malgun Gothic" w:hAnsi="Times New Roman"/>
      <w:lang w:val="en-GB"/>
    </w:rPr>
  </w:style>
  <w:style w:type="character" w:customStyle="1" w:styleId="FigureCharCharChar">
    <w:name w:val="Figure_# Char Char Char"/>
    <w:link w:val="FigureCharChar"/>
    <w:uiPriority w:val="99"/>
    <w:locked/>
    <w:rsid w:val="00BC2AB7"/>
    <w:rPr>
      <w:rFonts w:ascii="Times New Roman" w:eastAsia="Malgun Gothic" w:hAnsi="Times New Roman"/>
      <w:lang w:val="en-GB"/>
    </w:rPr>
  </w:style>
  <w:style w:type="paragraph" w:customStyle="1" w:styleId="AVCBulletlevel6">
    <w:name w:val="AVC Bullet level 6"/>
    <w:basedOn w:val="AVCBulletlevel1CharChar"/>
    <w:uiPriority w:val="99"/>
    <w:rsid w:val="00BC2AB7"/>
    <w:pPr>
      <w:numPr>
        <w:numId w:val="46"/>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BC2AB7"/>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BC2AB7"/>
    <w:rPr>
      <w:rFonts w:ascii="Times New Roman" w:eastAsia="Malgun Gothic" w:hAnsi="Times New Roman"/>
      <w:lang w:val="en-GB" w:eastAsia="zh-CN"/>
    </w:rPr>
  </w:style>
  <w:style w:type="character" w:customStyle="1" w:styleId="AVCNumberinglevel2Char">
    <w:name w:val="AVC Numbering level 2 Char"/>
    <w:uiPriority w:val="99"/>
    <w:rsid w:val="00BC2AB7"/>
  </w:style>
  <w:style w:type="paragraph" w:customStyle="1" w:styleId="TableTextCentred">
    <w:name w:val="Table_Text_Centred"/>
    <w:basedOn w:val="TableText"/>
    <w:uiPriority w:val="99"/>
    <w:rsid w:val="00BC2AB7"/>
    <w:pPr>
      <w:jc w:val="center"/>
    </w:pPr>
    <w:rPr>
      <w:rFonts w:eastAsia="Malgun Gothic"/>
      <w:szCs w:val="18"/>
    </w:rPr>
  </w:style>
  <w:style w:type="paragraph" w:customStyle="1" w:styleId="AVCNumberinglevel2">
    <w:name w:val="AVC Numbering level 2"/>
    <w:basedOn w:val="AVCNumberinglevel1"/>
    <w:uiPriority w:val="99"/>
    <w:rsid w:val="00BC2AB7"/>
    <w:pPr>
      <w:tabs>
        <w:tab w:val="left" w:pos="397"/>
      </w:tabs>
      <w:ind w:left="720" w:hanging="720"/>
    </w:pPr>
  </w:style>
  <w:style w:type="paragraph" w:customStyle="1" w:styleId="AVCIndentlevel3">
    <w:name w:val="AVC Indent level 3"/>
    <w:basedOn w:val="AVCIndentlevel2"/>
    <w:uiPriority w:val="99"/>
    <w:rsid w:val="00BC2AB7"/>
    <w:pPr>
      <w:ind w:left="1191"/>
    </w:pPr>
  </w:style>
  <w:style w:type="paragraph" w:customStyle="1" w:styleId="AVCBulletlevel1CharChar">
    <w:name w:val="AVC Bullet level 1 Char Char"/>
    <w:basedOn w:val="Normal"/>
    <w:link w:val="AVCBulletlevel1CharCharChar"/>
    <w:uiPriority w:val="99"/>
    <w:rsid w:val="00BC2AB7"/>
    <w:pPr>
      <w:numPr>
        <w:numId w:val="47"/>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BC2AB7"/>
    <w:rPr>
      <w:sz w:val="22"/>
      <w:lang w:val="en-GB" w:eastAsia="en-US"/>
    </w:rPr>
  </w:style>
  <w:style w:type="character" w:customStyle="1" w:styleId="AVCEquationlevel1Char2">
    <w:name w:val="AVC Equation level 1 Char2"/>
    <w:basedOn w:val="EquationChar1"/>
    <w:uiPriority w:val="99"/>
    <w:locked/>
    <w:rsid w:val="00BC2AB7"/>
    <w:rPr>
      <w:rFonts w:cs="Times New Roman"/>
      <w:sz w:val="22"/>
      <w:szCs w:val="22"/>
      <w:lang w:val="en-GB" w:eastAsia="en-US" w:bidi="ar-SA"/>
    </w:rPr>
  </w:style>
  <w:style w:type="character" w:customStyle="1" w:styleId="AVCEquationlevel2Char">
    <w:name w:val="AVC Equation level 2 Char"/>
    <w:uiPriority w:val="99"/>
    <w:rsid w:val="00BC2AB7"/>
    <w:rPr>
      <w:sz w:val="22"/>
      <w:lang w:val="en-GB" w:eastAsia="en-US"/>
    </w:rPr>
  </w:style>
  <w:style w:type="paragraph" w:customStyle="1" w:styleId="BalloonText1">
    <w:name w:val="Balloon Text1"/>
    <w:basedOn w:val="Normal"/>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BC2AB7"/>
    <w:rPr>
      <w:rFonts w:ascii="Times New Roman" w:hAnsi="Times New Roman"/>
      <w:lang w:val="en-GB" w:eastAsia="en-US"/>
    </w:rPr>
  </w:style>
  <w:style w:type="paragraph" w:customStyle="1" w:styleId="AVCBulletlevel4">
    <w:name w:val="AVC Bullet level 4"/>
    <w:basedOn w:val="AVCBulletlevel1CharChar"/>
    <w:uiPriority w:val="99"/>
    <w:rsid w:val="00BC2AB7"/>
    <w:pPr>
      <w:numPr>
        <w:numId w:val="44"/>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BC2AB7"/>
    <w:pPr>
      <w:numPr>
        <w:numId w:val="45"/>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BC2AB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C2AB7"/>
    <w:pPr>
      <w:numPr>
        <w:numId w:val="0"/>
      </w:numPr>
      <w:tabs>
        <w:tab w:val="clear" w:pos="1191"/>
      </w:tabs>
    </w:pPr>
  </w:style>
  <w:style w:type="paragraph" w:customStyle="1" w:styleId="AVCNumberinglevel1">
    <w:name w:val="AVC Numbering level 1"/>
    <w:basedOn w:val="Normal"/>
    <w:uiPriority w:val="99"/>
    <w:rsid w:val="00BC2AB7"/>
    <w:pPr>
      <w:numPr>
        <w:numId w:val="48"/>
      </w:numPr>
      <w:ind w:left="403" w:hanging="403"/>
      <w:textAlignment w:val="auto"/>
    </w:pPr>
    <w:rPr>
      <w:rFonts w:eastAsia="Malgun Gothic"/>
    </w:rPr>
  </w:style>
  <w:style w:type="paragraph" w:customStyle="1" w:styleId="LegendeFigure">
    <w:name w:val="Legende Figure"/>
    <w:basedOn w:val="Caption"/>
    <w:next w:val="Normal"/>
    <w:uiPriority w:val="99"/>
    <w:rsid w:val="00BC2AB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C2AB7"/>
    <w:rPr>
      <w:rFonts w:eastAsia="Malgun Gothic"/>
      <w:lang w:val="en-GB"/>
    </w:rPr>
  </w:style>
  <w:style w:type="character" w:customStyle="1" w:styleId="AVCBulletlevel3CharCharCharCharChar">
    <w:name w:val="AVC Bullet level 3 Char Char Char Char Char"/>
    <w:link w:val="AVCBulletlevel3CharCharCharChar"/>
    <w:uiPriority w:val="99"/>
    <w:locked/>
    <w:rsid w:val="00BC2AB7"/>
  </w:style>
  <w:style w:type="paragraph" w:customStyle="1" w:styleId="AVCBulletlevel3CharCharCharChar">
    <w:name w:val="AVC Bullet level 3 Char Char Char Char"/>
    <w:basedOn w:val="AVCBulletlevel1CharChar"/>
    <w:link w:val="AVCBulletlevel3CharCharCharCharChar"/>
    <w:uiPriority w:val="99"/>
    <w:rsid w:val="00BC2AB7"/>
    <w:pPr>
      <w:numPr>
        <w:numId w:val="49"/>
      </w:numPr>
      <w:tabs>
        <w:tab w:val="clear" w:pos="1182"/>
        <w:tab w:val="clear" w:pos="1985"/>
        <w:tab w:val="num" w:pos="390"/>
        <w:tab w:val="num" w:pos="1117"/>
        <w:tab w:val="left" w:pos="1195"/>
      </w:tabs>
      <w:ind w:left="1117" w:hanging="360"/>
    </w:pPr>
    <w:rPr>
      <w:rFonts w:eastAsia="Times New Roman"/>
      <w:lang w:val="en-US"/>
    </w:rPr>
  </w:style>
  <w:style w:type="character" w:customStyle="1" w:styleId="FigureChar1">
    <w:name w:val="Figure_# Char1"/>
    <w:uiPriority w:val="99"/>
    <w:rsid w:val="00BC2AB7"/>
    <w:rPr>
      <w:rFonts w:cs="Times New Roman"/>
      <w:lang w:val="en-US" w:eastAsia="en-US" w:bidi="ar-SA"/>
    </w:rPr>
  </w:style>
  <w:style w:type="character" w:customStyle="1" w:styleId="Annex4CharCharCharCharChar">
    <w:name w:val="Annex 4 Char Char Char Char Char"/>
    <w:link w:val="Annex4CharCharCharChar"/>
    <w:uiPriority w:val="99"/>
    <w:locked/>
    <w:rsid w:val="00BC2AB7"/>
    <w:rPr>
      <w:rFonts w:eastAsia="Malgun Gothic"/>
      <w:b/>
      <w:bCs/>
    </w:rPr>
  </w:style>
  <w:style w:type="paragraph" w:customStyle="1" w:styleId="AVCBulletlevel1Char1">
    <w:name w:val="AVC Bullet level 1 Char1"/>
    <w:basedOn w:val="Normal"/>
    <w:uiPriority w:val="99"/>
    <w:rsid w:val="00BC2AB7"/>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BC2AB7"/>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BC2AB7"/>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C2AB7"/>
    <w:pPr>
      <w:numPr>
        <w:numId w:val="50"/>
      </w:numPr>
      <w:tabs>
        <w:tab w:val="clear" w:pos="0"/>
        <w:tab w:val="num" w:pos="360"/>
        <w:tab w:val="num" w:pos="2705"/>
      </w:tabs>
      <w:ind w:left="0" w:firstLine="0"/>
      <w:textAlignment w:val="baseline"/>
    </w:pPr>
  </w:style>
  <w:style w:type="paragraph" w:customStyle="1" w:styleId="SVCNumberinglevel2">
    <w:name w:val="SVC Numbering level 2"/>
    <w:basedOn w:val="SVCNumberinglevel1"/>
    <w:uiPriority w:val="99"/>
    <w:rsid w:val="00BC2AB7"/>
    <w:pPr>
      <w:numPr>
        <w:numId w:val="0"/>
      </w:numPr>
    </w:pPr>
  </w:style>
  <w:style w:type="paragraph" w:customStyle="1" w:styleId="SVCNumberinglevel3">
    <w:name w:val="SVC Numbering level 3"/>
    <w:basedOn w:val="SVCNumberinglevel2"/>
    <w:uiPriority w:val="99"/>
    <w:rsid w:val="00BC2AB7"/>
    <w:pPr>
      <w:numPr>
        <w:ilvl w:val="2"/>
        <w:numId w:val="50"/>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BC2AB7"/>
    <w:pPr>
      <w:numPr>
        <w:ilvl w:val="3"/>
      </w:numPr>
      <w:tabs>
        <w:tab w:val="clear" w:pos="0"/>
        <w:tab w:val="num" w:pos="360"/>
        <w:tab w:val="num" w:pos="2520"/>
        <w:tab w:val="num" w:pos="2880"/>
      </w:tabs>
      <w:ind w:left="1800" w:hanging="180"/>
    </w:pPr>
  </w:style>
  <w:style w:type="paragraph" w:customStyle="1" w:styleId="SVCNumberinglevel5">
    <w:name w:val="SVC Numbering level 5"/>
    <w:basedOn w:val="SVCNumberinglevel4"/>
    <w:uiPriority w:val="99"/>
    <w:rsid w:val="00BC2AB7"/>
    <w:pPr>
      <w:numPr>
        <w:ilvl w:val="4"/>
      </w:numPr>
      <w:tabs>
        <w:tab w:val="clear" w:pos="0"/>
        <w:tab w:val="num" w:pos="360"/>
        <w:tab w:val="num" w:pos="3240"/>
        <w:tab w:val="num" w:pos="3600"/>
      </w:tabs>
      <w:ind w:left="1800" w:hanging="180"/>
    </w:pPr>
  </w:style>
  <w:style w:type="paragraph" w:customStyle="1" w:styleId="SVCIndentlevel5">
    <w:name w:val="SVC Indent level 5"/>
    <w:basedOn w:val="SVCIndentlevel4"/>
    <w:uiPriority w:val="99"/>
    <w:rsid w:val="00BC2AB7"/>
    <w:pPr>
      <w:tabs>
        <w:tab w:val="clear" w:pos="1584"/>
      </w:tabs>
      <w:ind w:left="2000"/>
    </w:pPr>
  </w:style>
  <w:style w:type="paragraph" w:customStyle="1" w:styleId="SVCIndentlevel2">
    <w:name w:val="SVC Indent level 2"/>
    <w:basedOn w:val="SVCIndentlevel1"/>
    <w:uiPriority w:val="99"/>
    <w:rsid w:val="00BC2AB7"/>
    <w:pPr>
      <w:ind w:left="800"/>
    </w:pPr>
  </w:style>
  <w:style w:type="paragraph" w:customStyle="1" w:styleId="SVCIndentlevel3">
    <w:name w:val="SVC Indent level 3"/>
    <w:basedOn w:val="SVCIndentlevel2"/>
    <w:uiPriority w:val="99"/>
    <w:rsid w:val="00BC2AB7"/>
    <w:pPr>
      <w:tabs>
        <w:tab w:val="clear" w:pos="792"/>
      </w:tabs>
      <w:ind w:left="1200"/>
    </w:pPr>
  </w:style>
  <w:style w:type="paragraph" w:customStyle="1" w:styleId="SVCIndentlevel4">
    <w:name w:val="SVC Indent level 4"/>
    <w:uiPriority w:val="99"/>
    <w:rsid w:val="00BC2AB7"/>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C2AB7"/>
    <w:pPr>
      <w:tabs>
        <w:tab w:val="clear" w:pos="403"/>
      </w:tabs>
      <w:ind w:left="403"/>
    </w:pPr>
  </w:style>
  <w:style w:type="character" w:customStyle="1" w:styleId="AVCBulletlevel1CharCharCharChar">
    <w:name w:val="AVC Bullet level 1 Char Char Char Char"/>
    <w:uiPriority w:val="99"/>
    <w:rsid w:val="00BC2AB7"/>
    <w:rPr>
      <w:lang w:val="en-GB" w:eastAsia="en-US"/>
    </w:rPr>
  </w:style>
  <w:style w:type="character" w:customStyle="1" w:styleId="AVCBulletlevel2CharCharChar">
    <w:name w:val="AVC Bullet level 2 Char Char Char"/>
    <w:link w:val="AVCBulletlevel2CharChar"/>
    <w:locked/>
    <w:rsid w:val="00BC2AB7"/>
    <w:rPr>
      <w:rFonts w:eastAsia="Malgun Gothic"/>
      <w:lang w:val="en-GB"/>
    </w:rPr>
  </w:style>
  <w:style w:type="paragraph" w:customStyle="1" w:styleId="AVCBulletlevel3Char">
    <w:name w:val="AVC Bullet level 3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C2AB7"/>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BC2AB7"/>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C2AB7"/>
    <w:rPr>
      <w:rFonts w:eastAsia="Malgun Gothic"/>
      <w:lang w:eastAsia="ko-KR"/>
    </w:rPr>
  </w:style>
  <w:style w:type="paragraph" w:customStyle="1" w:styleId="Annex4Char">
    <w:name w:val="Annex 4 Char"/>
    <w:basedOn w:val="Annex3CharChar"/>
    <w:next w:val="Normal"/>
    <w:uiPriority w:val="99"/>
    <w:rsid w:val="00BC2AB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C2AB7"/>
    <w:pPr>
      <w:numPr>
        <w:numId w:val="0"/>
      </w:numPr>
      <w:tabs>
        <w:tab w:val="clear" w:pos="1985"/>
        <w:tab w:val="num" w:pos="490"/>
      </w:tabs>
      <w:ind w:left="490" w:hanging="390"/>
    </w:pPr>
  </w:style>
  <w:style w:type="character" w:customStyle="1" w:styleId="TableTitleChar1">
    <w:name w:val="Table_Title Char1"/>
    <w:uiPriority w:val="99"/>
    <w:rsid w:val="00BC2AB7"/>
    <w:rPr>
      <w:b/>
      <w:lang w:val="en-GB" w:eastAsia="en-US"/>
    </w:rPr>
  </w:style>
  <w:style w:type="paragraph" w:customStyle="1" w:styleId="AVCBulletlevel1Char">
    <w:name w:val="AVC Bullet level 1 Char"/>
    <w:basedOn w:val="Normal"/>
    <w:link w:val="AVCBulletlevel1CharChar1"/>
    <w:uiPriority w:val="99"/>
    <w:rsid w:val="00BC2AB7"/>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BC2AB7"/>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C2AB7"/>
    <w:pPr>
      <w:tabs>
        <w:tab w:val="clear" w:pos="403"/>
        <w:tab w:val="num" w:pos="360"/>
      </w:tabs>
      <w:ind w:left="360" w:hanging="360"/>
    </w:pPr>
  </w:style>
  <w:style w:type="paragraph" w:customStyle="1" w:styleId="SVCBulletslevel2Char">
    <w:name w:val="SVC Bullets level 2 Char"/>
    <w:basedOn w:val="Normal"/>
    <w:uiPriority w:val="99"/>
    <w:rsid w:val="00BC2AB7"/>
    <w:rPr>
      <w:rFonts w:eastAsia="Malgun Gothic"/>
    </w:rPr>
  </w:style>
  <w:style w:type="paragraph" w:customStyle="1" w:styleId="SVCBulletslevel4">
    <w:name w:val="SVC Bullets level 4"/>
    <w:basedOn w:val="SVCBulletslevel3"/>
    <w:uiPriority w:val="99"/>
    <w:rsid w:val="00BC2AB7"/>
    <w:pPr>
      <w:tabs>
        <w:tab w:val="clear" w:pos="-31680"/>
        <w:tab w:val="num" w:pos="1800"/>
      </w:tabs>
      <w:ind w:left="1800" w:hanging="360"/>
    </w:pPr>
  </w:style>
  <w:style w:type="paragraph" w:customStyle="1" w:styleId="SVCBulletslevel1Char">
    <w:name w:val="SVC Bullets level 1 Char"/>
    <w:link w:val="SVCBulletslevel1CharChar"/>
    <w:uiPriority w:val="99"/>
    <w:rsid w:val="00BC2AB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C2AB7"/>
    <w:pPr>
      <w:tabs>
        <w:tab w:val="clear" w:pos="-31680"/>
        <w:tab w:val="num" w:pos="2160"/>
      </w:tabs>
      <w:ind w:left="2160" w:hanging="360"/>
    </w:pPr>
  </w:style>
  <w:style w:type="paragraph" w:customStyle="1" w:styleId="AVCEquationlevel1CharCharChar">
    <w:name w:val="AVC Equation level 1 Char Char Char"/>
    <w:basedOn w:val="Equation"/>
    <w:uiPriority w:val="99"/>
    <w:rsid w:val="00BC2AB7"/>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C2AB7"/>
    <w:pPr>
      <w:tabs>
        <w:tab w:val="clear" w:pos="792"/>
      </w:tabs>
    </w:pPr>
  </w:style>
  <w:style w:type="paragraph" w:customStyle="1" w:styleId="SVCBulletslevel3Char">
    <w:name w:val="SVC Bullets level 3 Char"/>
    <w:basedOn w:val="SVCBulletslevel3"/>
    <w:uiPriority w:val="99"/>
    <w:rsid w:val="00BC2AB7"/>
    <w:pPr>
      <w:tabs>
        <w:tab w:val="clear" w:pos="-31680"/>
        <w:tab w:val="num" w:pos="720"/>
      </w:tabs>
      <w:ind w:left="1224" w:hanging="1224"/>
    </w:pPr>
  </w:style>
  <w:style w:type="paragraph" w:customStyle="1" w:styleId="00BodyText">
    <w:name w:val="00 BodyText"/>
    <w:basedOn w:val="Normal"/>
    <w:link w:val="00BodyTextChar"/>
    <w:uiPriority w:val="99"/>
    <w:rsid w:val="00BC2AB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C2AB7"/>
    <w:pPr>
      <w:keepNext/>
      <w:numPr>
        <w:numId w:val="52"/>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BC2AB7"/>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BC2AB7"/>
    <w:pPr>
      <w:numPr>
        <w:numId w:val="31"/>
      </w:numPr>
    </w:pPr>
    <w:rPr>
      <w:rFonts w:eastAsia="Malgun Gothic"/>
    </w:rPr>
  </w:style>
  <w:style w:type="paragraph" w:customStyle="1" w:styleId="NormalITU">
    <w:name w:val="Normal_ITU"/>
    <w:basedOn w:val="Normal"/>
    <w:uiPriority w:val="99"/>
    <w:rsid w:val="00BC2AB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C2AB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BC2AB7"/>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BC2AB7"/>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BC2AB7"/>
    <w:pPr>
      <w:ind w:left="1417"/>
    </w:pPr>
  </w:style>
  <w:style w:type="character" w:customStyle="1" w:styleId="XParagraphChar">
    <w:name w:val="XParagraph Char"/>
    <w:link w:val="XParagraph"/>
    <w:uiPriority w:val="99"/>
    <w:locked/>
    <w:rsid w:val="00BC2AB7"/>
    <w:rPr>
      <w:rFonts w:eastAsia="Malgun Gothic"/>
      <w:sz w:val="22"/>
      <w:szCs w:val="22"/>
      <w:lang w:val="en-GB"/>
    </w:rPr>
  </w:style>
  <w:style w:type="paragraph" w:customStyle="1" w:styleId="XEquation2">
    <w:name w:val="XEquation2"/>
    <w:basedOn w:val="Normal"/>
    <w:uiPriority w:val="99"/>
    <w:rsid w:val="00BC2AB7"/>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BC2AB7"/>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BC2AB7"/>
    <w:pPr>
      <w:numPr>
        <w:numId w:val="5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C2AB7"/>
    <w:rPr>
      <w:rFonts w:ascii="Arial" w:eastAsia="SimSun" w:hAnsi="Arial"/>
      <w:b/>
      <w:color w:val="0000FF"/>
      <w:kern w:val="2"/>
      <w:lang w:val="en-US" w:eastAsia="en-US"/>
    </w:rPr>
  </w:style>
  <w:style w:type="paragraph" w:customStyle="1" w:styleId="Bibliography1">
    <w:name w:val="Bibliography1"/>
    <w:basedOn w:val="Normal"/>
    <w:uiPriority w:val="99"/>
    <w:rsid w:val="00BC2AB7"/>
    <w:pPr>
      <w:numPr>
        <w:numId w:val="5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C2AB7"/>
    <w:rPr>
      <w:rFonts w:eastAsia="Malgun Gothic"/>
      <w:lang w:val="en-GB"/>
    </w:rPr>
  </w:style>
  <w:style w:type="character" w:customStyle="1" w:styleId="Annex3Char1">
    <w:name w:val="Annex 3 Char1"/>
    <w:uiPriority w:val="99"/>
    <w:rsid w:val="00BC2AB7"/>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C2AB7"/>
    <w:pPr>
      <w:tabs>
        <w:tab w:val="clear" w:pos="397"/>
        <w:tab w:val="clear" w:pos="792"/>
        <w:tab w:val="num" w:pos="794"/>
      </w:tabs>
      <w:ind w:left="794" w:hanging="391"/>
    </w:pPr>
  </w:style>
  <w:style w:type="character" w:customStyle="1" w:styleId="00BodyTextChar">
    <w:name w:val="00 BodyText Char"/>
    <w:link w:val="00BodyText"/>
    <w:uiPriority w:val="99"/>
    <w:locked/>
    <w:rsid w:val="00BC2AB7"/>
    <w:rPr>
      <w:rFonts w:ascii="Arial" w:eastAsia="MS Mincho" w:hAnsi="Arial"/>
      <w:sz w:val="22"/>
      <w:lang w:eastAsia="ja-JP"/>
    </w:rPr>
  </w:style>
  <w:style w:type="paragraph" w:customStyle="1" w:styleId="CharCharCharCharCharCharChar">
    <w:name w:val="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BC2AB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C2AB7"/>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C2AB7"/>
    <w:pPr>
      <w:numPr>
        <w:numId w:val="34"/>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C2AB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C2AB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C2AB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C2AB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HTMLPreformatted">
    <w:name w:val="HTML Preformatted"/>
    <w:basedOn w:val="Normal"/>
    <w:link w:val="HTMLPreformattedChar"/>
    <w:uiPriority w:val="99"/>
    <w:rsid w:val="00BC2AB7"/>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BC2AB7"/>
    <w:rPr>
      <w:rFonts w:ascii="Courier New" w:eastAsia="Malgun Gothic" w:hAnsi="Courier New"/>
      <w:lang w:val="en-GB" w:eastAsia="zh-CN"/>
    </w:rPr>
  </w:style>
  <w:style w:type="paragraph" w:customStyle="1" w:styleId="a2">
    <w:name w:val="a2"/>
    <w:basedOn w:val="Heading2"/>
    <w:next w:val="Normal"/>
    <w:uiPriority w:val="99"/>
    <w:rsid w:val="00BC2AB7"/>
    <w:pPr>
      <w:keepLines w:val="0"/>
      <w:numPr>
        <w:numId w:val="57"/>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BC2AB7"/>
    <w:pPr>
      <w:keepLines w:val="0"/>
      <w:numPr>
        <w:numId w:val="57"/>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BC2AB7"/>
    <w:pPr>
      <w:keepLines w:val="0"/>
      <w:numPr>
        <w:numId w:val="57"/>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BC2AB7"/>
    <w:pPr>
      <w:keepLines w:val="0"/>
      <w:numPr>
        <w:numId w:val="57"/>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BC2AB7"/>
    <w:pPr>
      <w:keepLines w:val="0"/>
      <w:numPr>
        <w:numId w:val="57"/>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BC2AB7"/>
    <w:pPr>
      <w:keepNext/>
      <w:pageBreakBefore/>
      <w:numPr>
        <w:numId w:val="5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C2AB7"/>
    <w:pPr>
      <w:numPr>
        <w:numId w:val="5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C2AB7"/>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BC2AB7"/>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BC2AB7"/>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BC2AB7"/>
    <w:pPr>
      <w:numPr>
        <w:numId w:val="5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C2AB7"/>
    <w:pPr>
      <w:numPr>
        <w:ilvl w:val="1"/>
        <w:numId w:val="5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C2AB7"/>
    <w:pPr>
      <w:numPr>
        <w:ilvl w:val="2"/>
        <w:numId w:val="5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C2AB7"/>
    <w:pPr>
      <w:numPr>
        <w:ilvl w:val="3"/>
        <w:numId w:val="5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BC2AB7"/>
    <w:rPr>
      <w:rFonts w:eastAsia="Malgun Gothic"/>
      <w:lang w:eastAsia="zh-CN"/>
    </w:rPr>
  </w:style>
  <w:style w:type="character" w:customStyle="1" w:styleId="DateChar">
    <w:name w:val="Date Char"/>
    <w:basedOn w:val="DefaultParagraphFont"/>
    <w:link w:val="Date"/>
    <w:uiPriority w:val="99"/>
    <w:rsid w:val="00BC2AB7"/>
    <w:rPr>
      <w:rFonts w:ascii="Times New Roman" w:eastAsia="Malgun Gothic" w:hAnsi="Times New Roman"/>
      <w:lang w:val="en-GB" w:eastAsia="zh-CN"/>
    </w:rPr>
  </w:style>
  <w:style w:type="paragraph" w:customStyle="1" w:styleId="StyleHeading1Justified">
    <w:name w:val="Style Heading 1 + Justified"/>
    <w:basedOn w:val="Heading1"/>
    <w:rsid w:val="00BC2AB7"/>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BC2AB7"/>
    <w:rPr>
      <w:rFonts w:ascii="Times New Roman" w:eastAsia="Malgun Gothic" w:hAnsi="Times New Roman"/>
      <w:lang w:val="en-GB"/>
    </w:rPr>
  </w:style>
  <w:style w:type="character" w:styleId="Emphasis">
    <w:name w:val="Emphasis"/>
    <w:basedOn w:val="DefaultParagraphFont"/>
    <w:qFormat/>
    <w:rsid w:val="00BC2AB7"/>
    <w:rPr>
      <w:i/>
    </w:rPr>
  </w:style>
  <w:style w:type="paragraph" w:customStyle="1" w:styleId="Style4ptBefore0pt">
    <w:name w:val="Style 4 pt Before:  0 pt"/>
    <w:basedOn w:val="Normal"/>
    <w:uiPriority w:val="99"/>
    <w:rsid w:val="00BC2AB7"/>
    <w:pPr>
      <w:spacing w:before="0"/>
    </w:pPr>
    <w:rPr>
      <w:rFonts w:eastAsia="Malgun Gothic"/>
      <w:sz w:val="24"/>
    </w:rPr>
  </w:style>
  <w:style w:type="paragraph" w:customStyle="1" w:styleId="MediumGrid1-Accent21">
    <w:name w:val="Medium Grid 1 - Accent 21"/>
    <w:basedOn w:val="Normal"/>
    <w:uiPriority w:val="34"/>
    <w:qFormat/>
    <w:rsid w:val="00BC2AB7"/>
    <w:pPr>
      <w:ind w:left="720"/>
    </w:pPr>
    <w:rPr>
      <w:rFonts w:eastAsia="Malgun Gothic"/>
    </w:rPr>
  </w:style>
  <w:style w:type="paragraph" w:customStyle="1" w:styleId="ColorfulShading-Accent11">
    <w:name w:val="Colorful Shading - Accent 11"/>
    <w:hidden/>
    <w:uiPriority w:val="99"/>
    <w:semiHidden/>
    <w:rsid w:val="00BC2AB7"/>
    <w:rPr>
      <w:rFonts w:ascii="Times New Roman" w:eastAsia="Malgun Gothic" w:hAnsi="Times New Roman"/>
      <w:lang w:val="en-GB"/>
    </w:rPr>
  </w:style>
  <w:style w:type="paragraph" w:customStyle="1" w:styleId="MediumList2-Accent22">
    <w:name w:val="Medium List 2 - Accent 22"/>
    <w:hidden/>
    <w:uiPriority w:val="99"/>
    <w:semiHidden/>
    <w:rsid w:val="00BC2AB7"/>
    <w:rPr>
      <w:rFonts w:ascii="Times New Roman" w:eastAsia="Malgun Gothic" w:hAnsi="Times New Roman"/>
      <w:lang w:val="en-GB"/>
    </w:rPr>
  </w:style>
  <w:style w:type="paragraph" w:customStyle="1" w:styleId="MediumGrid1-Accent22">
    <w:name w:val="Medium Grid 1 - Accent 22"/>
    <w:basedOn w:val="Normal"/>
    <w:uiPriority w:val="34"/>
    <w:qFormat/>
    <w:rsid w:val="00BC2AB7"/>
    <w:pPr>
      <w:ind w:left="720"/>
    </w:pPr>
    <w:rPr>
      <w:rFonts w:eastAsia="Malgun Gothic"/>
    </w:rPr>
  </w:style>
  <w:style w:type="paragraph" w:customStyle="1" w:styleId="ColorfulList-Accent12">
    <w:name w:val="Colorful List - Accent 12"/>
    <w:basedOn w:val="Normal"/>
    <w:uiPriority w:val="34"/>
    <w:qFormat/>
    <w:rsid w:val="00BC2AB7"/>
    <w:pPr>
      <w:ind w:left="720"/>
      <w:textAlignment w:val="auto"/>
    </w:pPr>
    <w:rPr>
      <w:rFonts w:eastAsia="Malgun Gothic"/>
    </w:rPr>
  </w:style>
  <w:style w:type="paragraph" w:customStyle="1" w:styleId="annex-heading3">
    <w:name w:val="annex-heading3"/>
    <w:basedOn w:val="Annex3"/>
    <w:link w:val="annex-heading3Char"/>
    <w:qFormat/>
    <w:rsid w:val="00BC2AB7"/>
    <w:pPr>
      <w:tabs>
        <w:tab w:val="clear" w:pos="1440"/>
        <w:tab w:val="clear" w:pos="2160"/>
      </w:tabs>
      <w:textAlignment w:val="auto"/>
    </w:pPr>
  </w:style>
  <w:style w:type="character" w:customStyle="1" w:styleId="annex-heading3Char">
    <w:name w:val="annex-heading3 Char"/>
    <w:link w:val="annex-heading3"/>
    <w:locked/>
    <w:rsid w:val="00BC2AB7"/>
    <w:rPr>
      <w:rFonts w:ascii="Times New Roman" w:eastAsia="Malgun Gothic" w:hAnsi="Times New Roman"/>
      <w:b/>
      <w:bCs/>
      <w:lang w:val="en-GB"/>
    </w:rPr>
  </w:style>
  <w:style w:type="paragraph" w:customStyle="1" w:styleId="ColorfulShading-Accent13">
    <w:name w:val="Colorful Shading - Accent 13"/>
    <w:hidden/>
    <w:uiPriority w:val="99"/>
    <w:semiHidden/>
    <w:rsid w:val="00BC2AB7"/>
    <w:rPr>
      <w:rFonts w:ascii="Times New Roman" w:eastAsia="Malgun Gothic" w:hAnsi="Times New Roman"/>
      <w:lang w:val="en-GB"/>
    </w:rPr>
  </w:style>
  <w:style w:type="paragraph" w:customStyle="1" w:styleId="ColorfulList-Accent13">
    <w:name w:val="Colorful List - Accent 13"/>
    <w:basedOn w:val="Normal"/>
    <w:uiPriority w:val="34"/>
    <w:qFormat/>
    <w:rsid w:val="00BC2AB7"/>
    <w:pPr>
      <w:ind w:left="720"/>
      <w:textAlignment w:val="auto"/>
    </w:pPr>
    <w:rPr>
      <w:rFonts w:eastAsia="Malgun Gothic"/>
    </w:rPr>
  </w:style>
  <w:style w:type="paragraph" w:customStyle="1" w:styleId="3N">
    <w:name w:val="3N"/>
    <w:basedOn w:val="Normal"/>
    <w:link w:val="3NChar"/>
    <w:qFormat/>
    <w:rsid w:val="00BC2AB7"/>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BC2AB7"/>
    <w:rPr>
      <w:rFonts w:ascii="Times New Roman" w:eastAsia="Malgun Gothic" w:hAnsi="Times New Roman"/>
      <w:lang w:val="en-GB"/>
    </w:rPr>
  </w:style>
  <w:style w:type="paragraph" w:customStyle="1" w:styleId="st">
    <w:name w:val="st"/>
    <w:basedOn w:val="Normal"/>
    <w:rsid w:val="00BC2AB7"/>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BC2AB7"/>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BC2AB7"/>
    <w:pPr>
      <w:keepNext/>
      <w:keepLines/>
      <w:numPr>
        <w:ilvl w:val="5"/>
        <w:numId w:val="328"/>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BC2AB7"/>
    <w:pPr>
      <w:spacing w:before="480"/>
      <w:jc w:val="center"/>
    </w:pPr>
    <w:rPr>
      <w:rFonts w:eastAsia="Malgun Gothic"/>
      <w:b/>
      <w:sz w:val="24"/>
    </w:rPr>
  </w:style>
  <w:style w:type="paragraph" w:customStyle="1" w:styleId="3H6">
    <w:name w:val="3H6"/>
    <w:basedOn w:val="Normal"/>
    <w:uiPriority w:val="99"/>
    <w:rsid w:val="00BC2AB7"/>
    <w:pPr>
      <w:tabs>
        <w:tab w:val="num" w:pos="794"/>
      </w:tabs>
    </w:pPr>
    <w:rPr>
      <w:rFonts w:eastAsia="Malgun Gothic"/>
    </w:rPr>
  </w:style>
  <w:style w:type="paragraph" w:customStyle="1" w:styleId="3H7">
    <w:name w:val="3H7"/>
    <w:basedOn w:val="Normal"/>
    <w:uiPriority w:val="99"/>
    <w:rsid w:val="00BC2AB7"/>
    <w:pPr>
      <w:tabs>
        <w:tab w:val="num" w:pos="794"/>
      </w:tabs>
    </w:pPr>
    <w:rPr>
      <w:rFonts w:eastAsia="Malgun Gothic"/>
    </w:rPr>
  </w:style>
  <w:style w:type="paragraph" w:customStyle="1" w:styleId="3H9">
    <w:name w:val="3H9"/>
    <w:basedOn w:val="Normal"/>
    <w:uiPriority w:val="99"/>
    <w:rsid w:val="00BC2AB7"/>
    <w:pPr>
      <w:tabs>
        <w:tab w:val="clear" w:pos="794"/>
      </w:tabs>
    </w:pPr>
    <w:rPr>
      <w:rFonts w:eastAsia="Malgun Gothic"/>
    </w:rPr>
  </w:style>
  <w:style w:type="character" w:customStyle="1" w:styleId="hps">
    <w:name w:val="hps"/>
    <w:rsid w:val="00BC2AB7"/>
  </w:style>
  <w:style w:type="paragraph" w:customStyle="1" w:styleId="3HeaderFooter">
    <w:name w:val="3HeaderFooter"/>
    <w:basedOn w:val="3N"/>
    <w:link w:val="3HeaderFooterChar"/>
    <w:qFormat/>
    <w:rsid w:val="00BC2AB7"/>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BC2AB7"/>
    <w:rPr>
      <w:rFonts w:ascii="Times New Roman" w:eastAsia="Malgun Gothic" w:hAnsi="Times New Roman"/>
      <w:b/>
      <w:sz w:val="22"/>
      <w:szCs w:val="22"/>
      <w:lang w:val="en-GB"/>
    </w:rPr>
  </w:style>
  <w:style w:type="paragraph" w:customStyle="1" w:styleId="3L1">
    <w:name w:val="3L1"/>
    <w:basedOn w:val="3H1"/>
    <w:link w:val="3L1Char"/>
    <w:qFormat/>
    <w:rsid w:val="00BC2AB7"/>
    <w:pPr>
      <w:keepLines w:val="0"/>
      <w:widowControl w:val="0"/>
      <w:outlineLvl w:val="9"/>
    </w:pPr>
    <w:rPr>
      <w:bCs/>
    </w:rPr>
  </w:style>
  <w:style w:type="paragraph" w:customStyle="1" w:styleId="3H0">
    <w:name w:val="3H0"/>
    <w:next w:val="3N"/>
    <w:link w:val="3H0Char"/>
    <w:uiPriority w:val="99"/>
    <w:qFormat/>
    <w:rsid w:val="00BC2AB7"/>
    <w:pPr>
      <w:keepNext/>
      <w:keepLines/>
      <w:numPr>
        <w:numId w:val="328"/>
      </w:numPr>
      <w:spacing w:before="313"/>
      <w:jc w:val="both"/>
      <w:outlineLvl w:val="1"/>
    </w:pPr>
    <w:rPr>
      <w:rFonts w:ascii="Times New Roman" w:eastAsia="Malgun Gothic" w:hAnsi="Times New Roman"/>
      <w:b/>
      <w:sz w:val="22"/>
      <w:lang w:val="en-GB"/>
    </w:rPr>
  </w:style>
  <w:style w:type="character" w:customStyle="1" w:styleId="3L1Char">
    <w:name w:val="3L1 Char"/>
    <w:link w:val="3L1"/>
    <w:locked/>
    <w:rsid w:val="00BC2AB7"/>
    <w:rPr>
      <w:rFonts w:ascii="Times New Roman" w:eastAsia="Malgun Gothic" w:hAnsi="Times New Roman"/>
      <w:b/>
      <w:bCs/>
      <w:lang w:val="en-GB"/>
    </w:rPr>
  </w:style>
  <w:style w:type="paragraph" w:customStyle="1" w:styleId="3H1">
    <w:name w:val="3H1"/>
    <w:basedOn w:val="3H0"/>
    <w:next w:val="3N"/>
    <w:link w:val="3H1Char"/>
    <w:uiPriority w:val="99"/>
    <w:qFormat/>
    <w:rsid w:val="00BC2AB7"/>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C2AB7"/>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BC2AB7"/>
    <w:pPr>
      <w:spacing w:after="60"/>
    </w:pPr>
    <w:rPr>
      <w:noProof/>
    </w:rPr>
  </w:style>
  <w:style w:type="character" w:customStyle="1" w:styleId="3H1Char">
    <w:name w:val="3H1 Char"/>
    <w:link w:val="3H1"/>
    <w:uiPriority w:val="99"/>
    <w:locked/>
    <w:rsid w:val="00BC2AB7"/>
    <w:rPr>
      <w:rFonts w:ascii="Times New Roman" w:eastAsia="Malgun Gothic" w:hAnsi="Times New Roman"/>
      <w:b/>
      <w:lang w:val="en-GB"/>
    </w:rPr>
  </w:style>
  <w:style w:type="paragraph" w:customStyle="1" w:styleId="3H3">
    <w:name w:val="3H3"/>
    <w:basedOn w:val="3H2"/>
    <w:next w:val="3N"/>
    <w:link w:val="3H3Char"/>
    <w:uiPriority w:val="99"/>
    <w:qFormat/>
    <w:rsid w:val="00BC2AB7"/>
    <w:pPr>
      <w:numPr>
        <w:ilvl w:val="3"/>
      </w:numPr>
      <w:tabs>
        <w:tab w:val="clear" w:pos="794"/>
        <w:tab w:val="num" w:pos="360"/>
      </w:tabs>
      <w:ind w:left="2880" w:hanging="360"/>
      <w:outlineLvl w:val="4"/>
    </w:pPr>
  </w:style>
  <w:style w:type="character" w:customStyle="1" w:styleId="3TableChar">
    <w:name w:val="3Table Char"/>
    <w:link w:val="3Table"/>
    <w:locked/>
    <w:rsid w:val="00BC2AB7"/>
    <w:rPr>
      <w:rFonts w:ascii="Times New Roman" w:eastAsia="Malgun Gothic" w:hAnsi="Times New Roman"/>
      <w:noProof/>
      <w:lang w:val="en-GB"/>
    </w:rPr>
  </w:style>
  <w:style w:type="paragraph" w:customStyle="1" w:styleId="3H4">
    <w:name w:val="3H4"/>
    <w:basedOn w:val="3H3"/>
    <w:next w:val="3N"/>
    <w:link w:val="3H4Char"/>
    <w:uiPriority w:val="99"/>
    <w:qFormat/>
    <w:rsid w:val="00BC2AB7"/>
    <w:pPr>
      <w:numPr>
        <w:ilvl w:val="4"/>
      </w:numPr>
      <w:tabs>
        <w:tab w:val="clear" w:pos="794"/>
        <w:tab w:val="num" w:pos="360"/>
      </w:tabs>
      <w:ind w:left="3600"/>
      <w:outlineLvl w:val="5"/>
    </w:pPr>
  </w:style>
  <w:style w:type="character" w:customStyle="1" w:styleId="3H2Char">
    <w:name w:val="3H2 Char"/>
    <w:link w:val="3H2"/>
    <w:uiPriority w:val="99"/>
    <w:locked/>
    <w:rsid w:val="00BC2AB7"/>
    <w:rPr>
      <w:rFonts w:ascii="Times New Roman" w:eastAsia="Malgun Gothic" w:hAnsi="Times New Roman"/>
      <w:b/>
      <w:lang w:val="en-GB"/>
    </w:rPr>
  </w:style>
  <w:style w:type="paragraph" w:customStyle="1" w:styleId="3L1Note">
    <w:name w:val="3L1Note"/>
    <w:basedOn w:val="3L1"/>
    <w:link w:val="3L1NoteChar"/>
    <w:qFormat/>
    <w:rsid w:val="00BC2AB7"/>
    <w:pPr>
      <w:numPr>
        <w:ilvl w:val="0"/>
        <w:numId w:val="0"/>
      </w:numPr>
      <w:ind w:left="794"/>
    </w:pPr>
  </w:style>
  <w:style w:type="character" w:customStyle="1" w:styleId="3H3Char">
    <w:name w:val="3H3 Char"/>
    <w:link w:val="3H3"/>
    <w:uiPriority w:val="99"/>
    <w:locked/>
    <w:rsid w:val="00BC2AB7"/>
    <w:rPr>
      <w:rFonts w:ascii="Times New Roman" w:eastAsia="Malgun Gothic" w:hAnsi="Times New Roman"/>
      <w:b/>
      <w:lang w:val="en-GB"/>
    </w:rPr>
  </w:style>
  <w:style w:type="character" w:customStyle="1" w:styleId="3DVCAnnexLevel0Char">
    <w:name w:val="3DVC Annex Level 0 Char"/>
    <w:rsid w:val="00BC2AB7"/>
    <w:rPr>
      <w:rFonts w:ascii="Times New Roman" w:hAnsi="Times New Roman"/>
      <w:b/>
      <w:sz w:val="22"/>
      <w:lang w:val="en-GB" w:eastAsia="en-US"/>
    </w:rPr>
  </w:style>
  <w:style w:type="character" w:customStyle="1" w:styleId="3L1NoteChar">
    <w:name w:val="3L1Note Char"/>
    <w:link w:val="3L1Note"/>
    <w:locked/>
    <w:rsid w:val="00BC2AB7"/>
    <w:rPr>
      <w:rFonts w:ascii="Times New Roman" w:eastAsia="Malgun Gothic" w:hAnsi="Times New Roman"/>
      <w:b/>
      <w:bCs/>
      <w:lang w:val="en-GB"/>
    </w:rPr>
  </w:style>
  <w:style w:type="character" w:customStyle="1" w:styleId="3DVCLevel1Char">
    <w:name w:val="3DVC Level 1 Char"/>
    <w:rsid w:val="00BC2AB7"/>
    <w:rPr>
      <w:rFonts w:ascii="Times New Roman" w:hAnsi="Times New Roman"/>
      <w:b/>
      <w:lang w:val="en-GB" w:eastAsia="en-US"/>
    </w:rPr>
  </w:style>
  <w:style w:type="paragraph" w:customStyle="1" w:styleId="3EdNotes">
    <w:name w:val="3EdNotes"/>
    <w:basedOn w:val="Normal"/>
    <w:link w:val="3EdNotesChar"/>
    <w:uiPriority w:val="99"/>
    <w:qFormat/>
    <w:rsid w:val="00BC2AB7"/>
    <w:pPr>
      <w:numPr>
        <w:numId w:val="322"/>
      </w:numPr>
      <w:tabs>
        <w:tab w:val="clear" w:pos="794"/>
        <w:tab w:val="left" w:pos="284"/>
      </w:tabs>
      <w:spacing w:before="0"/>
    </w:pPr>
    <w:rPr>
      <w:rFonts w:eastAsia="Malgun Gothic"/>
    </w:rPr>
  </w:style>
  <w:style w:type="character" w:customStyle="1" w:styleId="3H4Char">
    <w:name w:val="3H4 Char"/>
    <w:link w:val="3H4"/>
    <w:uiPriority w:val="99"/>
    <w:locked/>
    <w:rsid w:val="00BC2AB7"/>
    <w:rPr>
      <w:rFonts w:ascii="Times New Roman" w:eastAsia="Malgun Gothic" w:hAnsi="Times New Roman"/>
      <w:b/>
      <w:lang w:val="en-GB"/>
    </w:rPr>
  </w:style>
  <w:style w:type="character" w:customStyle="1" w:styleId="3DVCLevel2Char">
    <w:name w:val="3DVC Level 2 Char"/>
    <w:rsid w:val="00BC2AB7"/>
    <w:rPr>
      <w:rFonts w:ascii="Times New Roman" w:hAnsi="Times New Roman"/>
      <w:b/>
      <w:lang w:val="en-GB"/>
    </w:rPr>
  </w:style>
  <w:style w:type="character" w:customStyle="1" w:styleId="3EdNotesChar">
    <w:name w:val="3EdNotes Char"/>
    <w:link w:val="3EdNotes"/>
    <w:uiPriority w:val="99"/>
    <w:locked/>
    <w:rsid w:val="00BC2AB7"/>
    <w:rPr>
      <w:rFonts w:ascii="Times New Roman" w:eastAsia="Malgun Gothic" w:hAnsi="Times New Roman"/>
      <w:lang w:val="en-GB"/>
    </w:rPr>
  </w:style>
  <w:style w:type="paragraph" w:customStyle="1" w:styleId="3TOCLOFLOT">
    <w:name w:val="3TOCLOFLOT"/>
    <w:basedOn w:val="3N"/>
    <w:link w:val="3TOCLOFLOTChar"/>
    <w:qFormat/>
    <w:rsid w:val="00BC2AB7"/>
    <w:pPr>
      <w:keepNext/>
      <w:jc w:val="center"/>
      <w:outlineLvl w:val="0"/>
    </w:pPr>
    <w:rPr>
      <w:b/>
      <w:caps/>
      <w:sz w:val="24"/>
      <w:szCs w:val="24"/>
    </w:rPr>
  </w:style>
  <w:style w:type="character" w:customStyle="1" w:styleId="3TOCLOFLOTChar">
    <w:name w:val="3TOCLOFLOT Char"/>
    <w:link w:val="3TOCLOFLOT"/>
    <w:locked/>
    <w:rsid w:val="00BC2AB7"/>
    <w:rPr>
      <w:rFonts w:ascii="Times New Roman" w:eastAsia="Malgun Gothic" w:hAnsi="Times New Roman"/>
      <w:b/>
      <w:caps/>
      <w:sz w:val="24"/>
      <w:szCs w:val="24"/>
      <w:lang w:val="en-GB"/>
    </w:rPr>
  </w:style>
  <w:style w:type="paragraph" w:customStyle="1" w:styleId="Note1CharCharCharCharCharChar">
    <w:name w:val="Note 1 Char Char Char Char Char Char"/>
    <w:basedOn w:val="Normal"/>
    <w:uiPriority w:val="99"/>
    <w:rsid w:val="00BC2AB7"/>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BC2AB7"/>
    <w:rPr>
      <w:rFonts w:ascii="Times New Roman" w:hAnsi="Times New Roman"/>
      <w:b/>
      <w:lang w:val="en-GB"/>
    </w:rPr>
  </w:style>
  <w:style w:type="paragraph" w:customStyle="1" w:styleId="3S0">
    <w:name w:val="3S0"/>
    <w:basedOn w:val="Normal"/>
    <w:link w:val="3S0Char"/>
    <w:uiPriority w:val="99"/>
    <w:qFormat/>
    <w:rsid w:val="00BC2AB7"/>
    <w:pPr>
      <w:ind w:left="794" w:hanging="794"/>
    </w:pPr>
    <w:rPr>
      <w:rFonts w:eastAsia="Malgun Gothic"/>
    </w:rPr>
  </w:style>
  <w:style w:type="character" w:customStyle="1" w:styleId="3H0Char">
    <w:name w:val="3H0 Char"/>
    <w:link w:val="3H0"/>
    <w:uiPriority w:val="99"/>
    <w:locked/>
    <w:rsid w:val="00BC2AB7"/>
    <w:rPr>
      <w:rFonts w:ascii="Times New Roman" w:eastAsia="Malgun Gothic" w:hAnsi="Times New Roman"/>
      <w:b/>
      <w:sz w:val="22"/>
      <w:lang w:val="en-GB"/>
    </w:rPr>
  </w:style>
  <w:style w:type="character" w:customStyle="1" w:styleId="3DVCLevel4Char">
    <w:name w:val="3DVC Level 4 Char"/>
    <w:rsid w:val="00BC2AB7"/>
    <w:rPr>
      <w:rFonts w:ascii="Times New Roman" w:hAnsi="Times New Roman"/>
      <w:b/>
      <w:lang w:val="en-GB"/>
    </w:rPr>
  </w:style>
  <w:style w:type="character" w:customStyle="1" w:styleId="3S0Char">
    <w:name w:val="3S0 Char"/>
    <w:link w:val="3S0"/>
    <w:uiPriority w:val="99"/>
    <w:locked/>
    <w:rsid w:val="00BC2AB7"/>
    <w:rPr>
      <w:rFonts w:ascii="Times New Roman" w:eastAsia="Malgun Gothic" w:hAnsi="Times New Roman"/>
      <w:lang w:val="en-GB"/>
    </w:rPr>
  </w:style>
  <w:style w:type="character" w:customStyle="1" w:styleId="3DVCLevel5Char">
    <w:name w:val="3DVC Level 5 Char"/>
    <w:link w:val="3H5"/>
    <w:uiPriority w:val="99"/>
    <w:locked/>
    <w:rsid w:val="00BC2AB7"/>
    <w:rPr>
      <w:rFonts w:ascii="Times New Roman" w:eastAsia="Malgun Gothic" w:hAnsi="Times New Roman"/>
      <w:b/>
      <w:lang w:val="en-GB"/>
    </w:rPr>
  </w:style>
  <w:style w:type="paragraph" w:customStyle="1" w:styleId="4H0">
    <w:name w:val="4H0"/>
    <w:basedOn w:val="3H0"/>
    <w:link w:val="4H0Char"/>
    <w:qFormat/>
    <w:rsid w:val="00BC2AB7"/>
    <w:pPr>
      <w:numPr>
        <w:numId w:val="329"/>
      </w:numPr>
      <w:tabs>
        <w:tab w:val="left" w:pos="794"/>
      </w:tabs>
    </w:pPr>
  </w:style>
  <w:style w:type="paragraph" w:customStyle="1" w:styleId="4H1">
    <w:name w:val="4H1"/>
    <w:basedOn w:val="3N"/>
    <w:link w:val="4H1Char"/>
    <w:qFormat/>
    <w:rsid w:val="00BC2AB7"/>
    <w:pPr>
      <w:numPr>
        <w:ilvl w:val="1"/>
        <w:numId w:val="329"/>
      </w:numPr>
    </w:pPr>
    <w:rPr>
      <w:b/>
    </w:rPr>
  </w:style>
  <w:style w:type="character" w:customStyle="1" w:styleId="4H0Char">
    <w:name w:val="4H0 Char"/>
    <w:link w:val="4H0"/>
    <w:locked/>
    <w:rsid w:val="00BC2AB7"/>
    <w:rPr>
      <w:rFonts w:ascii="Times New Roman" w:eastAsia="Malgun Gothic" w:hAnsi="Times New Roman"/>
      <w:b/>
      <w:sz w:val="22"/>
      <w:lang w:val="en-GB"/>
    </w:rPr>
  </w:style>
  <w:style w:type="paragraph" w:customStyle="1" w:styleId="4H2">
    <w:name w:val="4H2"/>
    <w:basedOn w:val="Normal"/>
    <w:rsid w:val="00BC2AB7"/>
    <w:pPr>
      <w:numPr>
        <w:ilvl w:val="2"/>
        <w:numId w:val="329"/>
      </w:numPr>
    </w:pPr>
    <w:rPr>
      <w:rFonts w:eastAsia="Malgun Gothic"/>
    </w:rPr>
  </w:style>
  <w:style w:type="character" w:customStyle="1" w:styleId="4H1Char">
    <w:name w:val="4H1 Char"/>
    <w:link w:val="4H1"/>
    <w:locked/>
    <w:rsid w:val="00BC2AB7"/>
    <w:rPr>
      <w:rFonts w:ascii="Times New Roman" w:eastAsia="Malgun Gothic" w:hAnsi="Times New Roman"/>
      <w:b/>
      <w:lang w:val="en-GB"/>
    </w:rPr>
  </w:style>
  <w:style w:type="character" w:styleId="SubtleReference">
    <w:name w:val="Subtle Reference"/>
    <w:basedOn w:val="DefaultParagraphFont"/>
    <w:uiPriority w:val="31"/>
    <w:qFormat/>
    <w:rsid w:val="00BC2AB7"/>
    <w:rPr>
      <w:smallCaps/>
      <w:color w:val="C0504D"/>
      <w:u w:val="single"/>
    </w:rPr>
  </w:style>
  <w:style w:type="paragraph" w:customStyle="1" w:styleId="3N0">
    <w:name w:val="3N0"/>
    <w:basedOn w:val="Normal"/>
    <w:link w:val="3N0Char"/>
    <w:qFormat/>
    <w:rsid w:val="00BC2AB7"/>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BC2AB7"/>
    <w:rPr>
      <w:rFonts w:ascii="Times New Roman" w:eastAsia="Malgun Gothic" w:hAnsi="Times New Roman"/>
      <w:lang w:val="en-GB"/>
    </w:rPr>
  </w:style>
  <w:style w:type="paragraph" w:styleId="TOCHeading">
    <w:name w:val="TOC Heading"/>
    <w:basedOn w:val="Heading1"/>
    <w:next w:val="Normal"/>
    <w:uiPriority w:val="39"/>
    <w:unhideWhenUsed/>
    <w:qFormat/>
    <w:rsid w:val="00BC2AB7"/>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BC2AB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BC2AB7"/>
    <w:rPr>
      <w:rFonts w:ascii="Cambria" w:eastAsia="SimSun" w:hAnsi="Cambria"/>
      <w:sz w:val="24"/>
      <w:szCs w:val="24"/>
      <w:shd w:val="pct20" w:color="auto" w:fill="auto"/>
      <w:lang w:val="en-GB"/>
    </w:rPr>
  </w:style>
  <w:style w:type="character" w:customStyle="1" w:styleId="summary">
    <w:name w:val="summary"/>
    <w:rsid w:val="00BC2AB7"/>
  </w:style>
  <w:style w:type="paragraph" w:customStyle="1" w:styleId="Bibliography3">
    <w:name w:val="Bibliography3"/>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BC2AB7"/>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BC2AB7"/>
    <w:rPr>
      <w:rFonts w:ascii="Calibri" w:eastAsia="SimSun" w:hAnsi="Calibri" w:cs="Consolas"/>
      <w:sz w:val="22"/>
      <w:szCs w:val="21"/>
    </w:rPr>
  </w:style>
  <w:style w:type="paragraph" w:customStyle="1" w:styleId="ColorfulShading-Accent14">
    <w:name w:val="Colorful Shading - Accent 14"/>
    <w:hidden/>
    <w:uiPriority w:val="99"/>
    <w:semiHidden/>
    <w:rsid w:val="00BC2AB7"/>
    <w:rPr>
      <w:rFonts w:ascii="Times New Roman" w:eastAsia="Malgun Gothic" w:hAnsi="Times New Roman"/>
      <w:lang w:val="en-GB"/>
    </w:rPr>
  </w:style>
  <w:style w:type="paragraph" w:customStyle="1" w:styleId="Bibliography8">
    <w:name w:val="Bibliography8"/>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Normal"/>
    <w:uiPriority w:val="34"/>
    <w:qFormat/>
    <w:rsid w:val="00BC2AB7"/>
    <w:pPr>
      <w:ind w:left="720" w:hanging="794"/>
    </w:pPr>
    <w:rPr>
      <w:rFonts w:eastAsia="Malgun Gothic"/>
    </w:rPr>
  </w:style>
  <w:style w:type="paragraph" w:customStyle="1" w:styleId="Bibliography9">
    <w:name w:val="Bibliography9"/>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BC2AB7"/>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C2AB7"/>
    <w:pPr>
      <w:numPr>
        <w:numId w:val="50"/>
      </w:numPr>
    </w:pPr>
  </w:style>
  <w:style w:type="numbering" w:customStyle="1" w:styleId="AVCBullet">
    <w:name w:val="AVC Bullet"/>
    <w:rsid w:val="00BC2AB7"/>
    <w:pPr>
      <w:numPr>
        <w:numId w:val="43"/>
      </w:numPr>
    </w:pPr>
  </w:style>
  <w:style w:type="numbering" w:customStyle="1" w:styleId="3DHeading">
    <w:name w:val="3D Heading"/>
    <w:uiPriority w:val="99"/>
    <w:rsid w:val="00BC2AB7"/>
    <w:pPr>
      <w:numPr>
        <w:numId w:val="323"/>
      </w:numPr>
    </w:pPr>
  </w:style>
  <w:style w:type="numbering" w:customStyle="1" w:styleId="SVCBullets">
    <w:name w:val="SVC Bullets"/>
    <w:rsid w:val="00BC2AB7"/>
    <w:pPr>
      <w:numPr>
        <w:numId w:val="41"/>
      </w:numPr>
    </w:pPr>
  </w:style>
  <w:style w:type="numbering" w:customStyle="1" w:styleId="SVCIndent">
    <w:name w:val="SVC Indent"/>
    <w:rsid w:val="00BC2AB7"/>
    <w:pPr>
      <w:numPr>
        <w:numId w:val="51"/>
      </w:numPr>
    </w:pPr>
  </w:style>
  <w:style w:type="numbering" w:styleId="1ai">
    <w:name w:val="Outline List 1"/>
    <w:basedOn w:val="NoList"/>
    <w:uiPriority w:val="99"/>
    <w:unhideWhenUsed/>
    <w:rsid w:val="00BC2AB7"/>
  </w:style>
  <w:style w:type="numbering" w:customStyle="1" w:styleId="NoList1">
    <w:name w:val="No List1"/>
    <w:next w:val="NoList"/>
    <w:uiPriority w:val="99"/>
    <w:semiHidden/>
    <w:unhideWhenUsed/>
    <w:rsid w:val="00BC2AB7"/>
  </w:style>
  <w:style w:type="numbering" w:customStyle="1" w:styleId="SVCNumbers1">
    <w:name w:val="SVC Numbers1"/>
    <w:rsid w:val="00BC2AB7"/>
  </w:style>
  <w:style w:type="numbering" w:customStyle="1" w:styleId="AVCBullet1">
    <w:name w:val="AVC Bullet1"/>
    <w:rsid w:val="00BC2AB7"/>
  </w:style>
  <w:style w:type="numbering" w:customStyle="1" w:styleId="SVCBullets1">
    <w:name w:val="SVC Bullets1"/>
    <w:rsid w:val="00BC2AB7"/>
  </w:style>
  <w:style w:type="numbering" w:customStyle="1" w:styleId="SVCIndent1">
    <w:name w:val="SVC Indent1"/>
    <w:rsid w:val="00BC2AB7"/>
  </w:style>
  <w:style w:type="numbering" w:customStyle="1" w:styleId="1ai1">
    <w:name w:val="1 / a / i1"/>
    <w:basedOn w:val="NoList"/>
    <w:next w:val="1ai"/>
    <w:uiPriority w:val="99"/>
    <w:semiHidden/>
    <w:unhideWhenUsed/>
    <w:locked/>
    <w:rsid w:val="00BC2AB7"/>
  </w:style>
  <w:style w:type="numbering" w:styleId="111111">
    <w:name w:val="Outline List 2"/>
    <w:basedOn w:val="NoList"/>
    <w:uiPriority w:val="99"/>
    <w:unhideWhenUsed/>
    <w:rsid w:val="00BC2AB7"/>
  </w:style>
  <w:style w:type="numbering" w:customStyle="1" w:styleId="3DHeading1">
    <w:name w:val="3D Heading1"/>
    <w:uiPriority w:val="99"/>
    <w:rsid w:val="00BC2AB7"/>
  </w:style>
  <w:style w:type="numbering" w:styleId="ArticleSection">
    <w:name w:val="Outline List 3"/>
    <w:basedOn w:val="NoList"/>
    <w:uiPriority w:val="99"/>
    <w:unhideWhenUsed/>
    <w:rsid w:val="00BC2AB7"/>
  </w:style>
  <w:style w:type="paragraph" w:customStyle="1" w:styleId="Rec0">
    <w:name w:val="Rec"/>
    <w:basedOn w:val="Title"/>
    <w:rsid w:val="00BC2AB7"/>
  </w:style>
  <w:style w:type="character" w:customStyle="1" w:styleId="Note1CharCharCharCharCharCharChar">
    <w:name w:val="Note 1 Char Char Char Char Char Char Char"/>
    <w:uiPriority w:val="99"/>
    <w:rsid w:val="00BC2AB7"/>
    <w:rPr>
      <w:rFonts w:cs="Times New Roman"/>
      <w:sz w:val="18"/>
      <w:szCs w:val="18"/>
      <w:lang w:val="en-GB" w:eastAsia="en-US"/>
    </w:rPr>
  </w:style>
  <w:style w:type="character" w:customStyle="1" w:styleId="Note1CharCharCharCharCharCharChar1">
    <w:name w:val="Note 1 Char Char Char Char Char Char Char1"/>
    <w:uiPriority w:val="99"/>
    <w:rsid w:val="00BC2AB7"/>
    <w:rPr>
      <w:rFonts w:eastAsia="Batang" w:cs="Times New Roman"/>
      <w:sz w:val="18"/>
      <w:szCs w:val="18"/>
      <w:lang w:val="en-GB" w:eastAsia="en-US" w:bidi="ar-SA"/>
    </w:rPr>
  </w:style>
  <w:style w:type="character" w:customStyle="1" w:styleId="Note3Char">
    <w:name w:val="Note 3 Char"/>
    <w:uiPriority w:val="99"/>
    <w:rsid w:val="00BC2AB7"/>
    <w:rPr>
      <w:rFonts w:eastAsia="Batang" w:cs="Times New Roman"/>
      <w:sz w:val="18"/>
      <w:szCs w:val="18"/>
      <w:lang w:val="en-GB" w:eastAsia="en-US" w:bidi="ar-SA"/>
    </w:rPr>
  </w:style>
  <w:style w:type="character" w:customStyle="1" w:styleId="Annex2Char">
    <w:name w:val="Annex 2 Char"/>
    <w:link w:val="Annex2"/>
    <w:uiPriority w:val="99"/>
    <w:rsid w:val="00BC2AB7"/>
    <w:rPr>
      <w:rFonts w:ascii="Times New Roman" w:eastAsia="Malgun Gothic" w:hAnsi="Times New Roman"/>
      <w:b/>
      <w:bCs/>
      <w:sz w:val="22"/>
      <w:szCs w:val="22"/>
      <w:lang w:val="en-GB"/>
    </w:rPr>
  </w:style>
  <w:style w:type="character" w:customStyle="1" w:styleId="Annex3Char2">
    <w:name w:val="Annex 3 Char2"/>
    <w:link w:val="Annex3"/>
    <w:rsid w:val="00BC2AB7"/>
    <w:rPr>
      <w:rFonts w:ascii="Times New Roman" w:eastAsia="Malgun Gothic" w:hAnsi="Times New Roman"/>
      <w:b/>
      <w:bCs/>
      <w:lang w:val="en-GB"/>
    </w:rPr>
  </w:style>
  <w:style w:type="character" w:styleId="PlaceholderText">
    <w:name w:val="Placeholder Text"/>
    <w:uiPriority w:val="99"/>
    <w:rsid w:val="00BC2AB7"/>
    <w:rPr>
      <w:color w:val="808080"/>
    </w:rPr>
  </w:style>
  <w:style w:type="paragraph" w:customStyle="1" w:styleId="Text">
    <w:name w:val="Text"/>
    <w:basedOn w:val="Normal"/>
    <w:uiPriority w:val="99"/>
    <w:rsid w:val="00BC2AB7"/>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BC2AB7"/>
    <w:rPr>
      <w:rFonts w:eastAsia="Malgun Gothic"/>
    </w:rPr>
  </w:style>
  <w:style w:type="character" w:customStyle="1" w:styleId="EquationTabChar">
    <w:name w:val="EquationTab Char"/>
    <w:link w:val="EquationTab"/>
    <w:rsid w:val="00BC2AB7"/>
    <w:rPr>
      <w:rFonts w:ascii="Times New Roman" w:eastAsia="Malgun Gothic" w:hAnsi="Times New Roman"/>
      <w:lang w:val="en-GB"/>
    </w:rPr>
  </w:style>
  <w:style w:type="paragraph" w:customStyle="1" w:styleId="3H8">
    <w:name w:val="3H8"/>
    <w:basedOn w:val="Normal"/>
    <w:uiPriority w:val="99"/>
    <w:rsid w:val="00BC2AB7"/>
    <w:pPr>
      <w:tabs>
        <w:tab w:val="clear" w:pos="794"/>
      </w:tabs>
    </w:pPr>
    <w:rPr>
      <w:rFonts w:eastAsia="Malgun Gothic"/>
    </w:rPr>
  </w:style>
  <w:style w:type="paragraph" w:customStyle="1" w:styleId="3DVCAnnexSem0">
    <w:name w:val="3DVC Annex Sem 0"/>
    <w:basedOn w:val="Normal"/>
    <w:link w:val="3DVCAnnexSem0Char"/>
    <w:rsid w:val="00BC2AB7"/>
    <w:pPr>
      <w:ind w:left="794" w:hanging="794"/>
    </w:pPr>
    <w:rPr>
      <w:rFonts w:eastAsia="Malgun Gothic"/>
    </w:rPr>
  </w:style>
  <w:style w:type="character" w:customStyle="1" w:styleId="3DVCAnnexSem0Char">
    <w:name w:val="3DVC Annex Sem 0 Char"/>
    <w:link w:val="3DVCAnnexSem0"/>
    <w:rsid w:val="00BC2AB7"/>
    <w:rPr>
      <w:rFonts w:ascii="Times New Roman" w:eastAsia="Malgun Gothic" w:hAnsi="Times New Roman"/>
      <w:lang w:val="en-GB"/>
    </w:rPr>
  </w:style>
  <w:style w:type="paragraph" w:customStyle="1" w:styleId="3DVCnormal">
    <w:name w:val="3DVC normal"/>
    <w:basedOn w:val="Normal"/>
    <w:link w:val="3DVCnormalChar"/>
    <w:qFormat/>
    <w:rsid w:val="00BC2AB7"/>
    <w:pPr>
      <w:widowControl w:val="0"/>
      <w:tabs>
        <w:tab w:val="clear" w:pos="794"/>
        <w:tab w:val="clear" w:pos="1191"/>
        <w:tab w:val="clear" w:pos="1588"/>
        <w:tab w:val="clear" w:pos="1985"/>
      </w:tabs>
    </w:pPr>
    <w:rPr>
      <w:rFonts w:eastAsia="Malgun Gothic"/>
    </w:rPr>
  </w:style>
  <w:style w:type="character" w:customStyle="1" w:styleId="3DVCnormalChar">
    <w:name w:val="3DVC normal Char"/>
    <w:link w:val="3DVCnormal"/>
    <w:rsid w:val="00BC2AB7"/>
    <w:rPr>
      <w:rFonts w:ascii="Times New Roman" w:eastAsia="Malgun Gothic" w:hAnsi="Times New Roman"/>
      <w:lang w:val="en-GB"/>
    </w:rPr>
  </w:style>
  <w:style w:type="paragraph" w:customStyle="1" w:styleId="3D0">
    <w:name w:val="3D0"/>
    <w:basedOn w:val="3N0"/>
    <w:link w:val="3D0Char"/>
    <w:uiPriority w:val="99"/>
    <w:qFormat/>
    <w:rsid w:val="00BC2AB7"/>
    <w:pPr>
      <w:numPr>
        <w:numId w:val="372"/>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C2AB7"/>
    <w:pPr>
      <w:numPr>
        <w:ilvl w:val="1"/>
      </w:numPr>
    </w:pPr>
  </w:style>
  <w:style w:type="character" w:customStyle="1" w:styleId="3D0Char">
    <w:name w:val="3D0 Char"/>
    <w:link w:val="3D0"/>
    <w:uiPriority w:val="99"/>
    <w:rsid w:val="00BC2AB7"/>
    <w:rPr>
      <w:rFonts w:ascii="Times New Roman" w:eastAsia="Malgun Gothic" w:hAnsi="Times New Roman"/>
      <w:lang w:val="en-CA"/>
    </w:rPr>
  </w:style>
  <w:style w:type="paragraph" w:customStyle="1" w:styleId="3D2">
    <w:name w:val="3D2"/>
    <w:basedOn w:val="3D1"/>
    <w:link w:val="3D2Char"/>
    <w:uiPriority w:val="99"/>
    <w:qFormat/>
    <w:rsid w:val="00BC2AB7"/>
    <w:pPr>
      <w:numPr>
        <w:ilvl w:val="2"/>
      </w:numPr>
      <w:tabs>
        <w:tab w:val="clear" w:pos="794"/>
        <w:tab w:val="left" w:pos="1072"/>
      </w:tabs>
      <w:ind w:left="1071"/>
    </w:pPr>
    <w:rPr>
      <w:lang w:eastAsia="ko-KR"/>
    </w:rPr>
  </w:style>
  <w:style w:type="character" w:customStyle="1" w:styleId="3D1Char">
    <w:name w:val="3D1 Char"/>
    <w:link w:val="3D1"/>
    <w:uiPriority w:val="99"/>
    <w:rsid w:val="00BC2AB7"/>
    <w:rPr>
      <w:rFonts w:ascii="Times New Roman" w:eastAsia="Malgun Gothic" w:hAnsi="Times New Roman"/>
      <w:lang w:val="en-CA"/>
    </w:rPr>
  </w:style>
  <w:style w:type="paragraph" w:customStyle="1" w:styleId="3D3">
    <w:name w:val="3D3"/>
    <w:basedOn w:val="3D2"/>
    <w:link w:val="3D3Char"/>
    <w:uiPriority w:val="99"/>
    <w:qFormat/>
    <w:rsid w:val="00BC2AB7"/>
    <w:pPr>
      <w:numPr>
        <w:ilvl w:val="3"/>
      </w:numPr>
      <w:tabs>
        <w:tab w:val="clear" w:pos="1072"/>
        <w:tab w:val="clear" w:pos="1191"/>
      </w:tabs>
    </w:pPr>
  </w:style>
  <w:style w:type="character" w:customStyle="1" w:styleId="3D2Char">
    <w:name w:val="3D2 Char"/>
    <w:link w:val="3D2"/>
    <w:uiPriority w:val="99"/>
    <w:rsid w:val="00BC2AB7"/>
    <w:rPr>
      <w:rFonts w:ascii="Times New Roman" w:eastAsia="Malgun Gothic" w:hAnsi="Times New Roman"/>
      <w:lang w:val="en-CA" w:eastAsia="ko-KR"/>
    </w:rPr>
  </w:style>
  <w:style w:type="paragraph" w:customStyle="1" w:styleId="3D4">
    <w:name w:val="3D4"/>
    <w:basedOn w:val="3D3"/>
    <w:link w:val="3D4Char"/>
    <w:uiPriority w:val="99"/>
    <w:qFormat/>
    <w:rsid w:val="00BC2AB7"/>
    <w:pPr>
      <w:numPr>
        <w:ilvl w:val="4"/>
      </w:numPr>
      <w:tabs>
        <w:tab w:val="clear" w:pos="1588"/>
      </w:tabs>
    </w:pPr>
  </w:style>
  <w:style w:type="character" w:customStyle="1" w:styleId="3D3Char">
    <w:name w:val="3D3 Char"/>
    <w:link w:val="3D3"/>
    <w:uiPriority w:val="99"/>
    <w:rsid w:val="00BC2AB7"/>
    <w:rPr>
      <w:rFonts w:ascii="Times New Roman" w:eastAsia="Malgun Gothic" w:hAnsi="Times New Roman"/>
      <w:lang w:val="en-CA" w:eastAsia="ko-KR"/>
    </w:rPr>
  </w:style>
  <w:style w:type="paragraph" w:customStyle="1" w:styleId="3D5">
    <w:name w:val="3D5"/>
    <w:basedOn w:val="3D4"/>
    <w:link w:val="3D5Char"/>
    <w:uiPriority w:val="99"/>
    <w:qFormat/>
    <w:rsid w:val="00BC2AB7"/>
    <w:pPr>
      <w:numPr>
        <w:ilvl w:val="5"/>
      </w:numPr>
      <w:tabs>
        <w:tab w:val="clear" w:pos="1985"/>
      </w:tabs>
    </w:pPr>
  </w:style>
  <w:style w:type="character" w:customStyle="1" w:styleId="3D4Char">
    <w:name w:val="3D4 Char"/>
    <w:link w:val="3D4"/>
    <w:uiPriority w:val="99"/>
    <w:rsid w:val="00BC2AB7"/>
    <w:rPr>
      <w:rFonts w:ascii="Times New Roman" w:eastAsia="Malgun Gothic" w:hAnsi="Times New Roman"/>
      <w:lang w:val="en-CA" w:eastAsia="ko-KR"/>
    </w:rPr>
  </w:style>
  <w:style w:type="paragraph" w:customStyle="1" w:styleId="3D6">
    <w:name w:val="3D6"/>
    <w:basedOn w:val="3D5"/>
    <w:link w:val="3D6Char"/>
    <w:uiPriority w:val="99"/>
    <w:qFormat/>
    <w:rsid w:val="00BC2AB7"/>
    <w:pPr>
      <w:numPr>
        <w:ilvl w:val="6"/>
      </w:numPr>
      <w:tabs>
        <w:tab w:val="clear" w:pos="2381"/>
      </w:tabs>
    </w:pPr>
  </w:style>
  <w:style w:type="character" w:customStyle="1" w:styleId="3D5Char">
    <w:name w:val="3D5 Char"/>
    <w:link w:val="3D5"/>
    <w:uiPriority w:val="99"/>
    <w:rsid w:val="00BC2AB7"/>
    <w:rPr>
      <w:rFonts w:ascii="Times New Roman" w:eastAsia="Malgun Gothic" w:hAnsi="Times New Roman"/>
      <w:lang w:val="en-CA" w:eastAsia="ko-KR"/>
    </w:rPr>
  </w:style>
  <w:style w:type="paragraph" w:customStyle="1" w:styleId="3Tabs">
    <w:name w:val="3 Tabs"/>
    <w:basedOn w:val="3N0"/>
    <w:link w:val="3TabsChar"/>
    <w:qFormat/>
    <w:rsid w:val="00BC2AB7"/>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BC2AB7"/>
    <w:rPr>
      <w:rFonts w:ascii="Times New Roman" w:eastAsia="Malgun Gothic" w:hAnsi="Times New Roman"/>
      <w:lang w:val="en-CA" w:eastAsia="ko-KR"/>
    </w:rPr>
  </w:style>
  <w:style w:type="paragraph" w:customStyle="1" w:styleId="3U1">
    <w:name w:val="3U1"/>
    <w:basedOn w:val="3N0"/>
    <w:uiPriority w:val="99"/>
    <w:qFormat/>
    <w:rsid w:val="00BC2AB7"/>
    <w:pPr>
      <w:numPr>
        <w:ilvl w:val="1"/>
        <w:numId w:val="376"/>
      </w:numPr>
      <w:tabs>
        <w:tab w:val="num" w:pos="360"/>
        <w:tab w:val="num" w:pos="697"/>
      </w:tabs>
      <w:ind w:left="0" w:firstLine="0"/>
    </w:pPr>
  </w:style>
  <w:style w:type="paragraph" w:customStyle="1" w:styleId="3U0">
    <w:name w:val="3U0"/>
    <w:basedOn w:val="3N0"/>
    <w:uiPriority w:val="99"/>
    <w:qFormat/>
    <w:rsid w:val="00BC2AB7"/>
    <w:pPr>
      <w:numPr>
        <w:numId w:val="376"/>
      </w:numPr>
      <w:tabs>
        <w:tab w:val="num" w:pos="360"/>
      </w:tabs>
      <w:ind w:left="0" w:firstLine="0"/>
    </w:pPr>
  </w:style>
  <w:style w:type="paragraph" w:customStyle="1" w:styleId="3U2">
    <w:name w:val="3U2"/>
    <w:basedOn w:val="3U1"/>
    <w:uiPriority w:val="99"/>
    <w:qFormat/>
    <w:rsid w:val="00BC2AB7"/>
    <w:pPr>
      <w:numPr>
        <w:ilvl w:val="2"/>
      </w:numPr>
      <w:tabs>
        <w:tab w:val="num" w:pos="360"/>
        <w:tab w:val="num" w:pos="697"/>
        <w:tab w:val="num" w:pos="1054"/>
      </w:tabs>
      <w:ind w:left="0" w:firstLine="0"/>
    </w:pPr>
  </w:style>
  <w:style w:type="paragraph" w:customStyle="1" w:styleId="3U3">
    <w:name w:val="3U3"/>
    <w:basedOn w:val="3U2"/>
    <w:uiPriority w:val="99"/>
    <w:qFormat/>
    <w:rsid w:val="00BC2AB7"/>
    <w:pPr>
      <w:numPr>
        <w:ilvl w:val="3"/>
      </w:numPr>
      <w:tabs>
        <w:tab w:val="num" w:pos="360"/>
        <w:tab w:val="num" w:pos="697"/>
        <w:tab w:val="num" w:pos="1411"/>
      </w:tabs>
      <w:ind w:left="0" w:firstLine="0"/>
    </w:pPr>
  </w:style>
  <w:style w:type="paragraph" w:customStyle="1" w:styleId="3U4">
    <w:name w:val="3U4"/>
    <w:basedOn w:val="3U3"/>
    <w:uiPriority w:val="99"/>
    <w:qFormat/>
    <w:rsid w:val="00BC2AB7"/>
    <w:pPr>
      <w:numPr>
        <w:ilvl w:val="4"/>
      </w:numPr>
      <w:tabs>
        <w:tab w:val="num" w:pos="360"/>
        <w:tab w:val="num" w:pos="697"/>
        <w:tab w:val="num" w:pos="1768"/>
      </w:tabs>
      <w:ind w:left="0" w:firstLine="0"/>
    </w:pPr>
  </w:style>
  <w:style w:type="paragraph" w:customStyle="1" w:styleId="3U5">
    <w:name w:val="3U5"/>
    <w:basedOn w:val="3U4"/>
    <w:uiPriority w:val="99"/>
    <w:qFormat/>
    <w:rsid w:val="00BC2AB7"/>
    <w:pPr>
      <w:numPr>
        <w:ilvl w:val="5"/>
      </w:numPr>
      <w:tabs>
        <w:tab w:val="num" w:pos="360"/>
        <w:tab w:val="num" w:pos="697"/>
        <w:tab w:val="num" w:pos="2125"/>
      </w:tabs>
      <w:ind w:left="0" w:firstLine="0"/>
    </w:pPr>
  </w:style>
  <w:style w:type="paragraph" w:customStyle="1" w:styleId="3U6">
    <w:name w:val="3U6"/>
    <w:basedOn w:val="3U5"/>
    <w:uiPriority w:val="99"/>
    <w:qFormat/>
    <w:rsid w:val="00BC2AB7"/>
    <w:pPr>
      <w:numPr>
        <w:ilvl w:val="6"/>
      </w:numPr>
      <w:tabs>
        <w:tab w:val="num" w:pos="360"/>
        <w:tab w:val="num" w:pos="697"/>
        <w:tab w:val="num" w:pos="2482"/>
      </w:tabs>
      <w:ind w:left="0" w:firstLine="0"/>
    </w:pPr>
  </w:style>
  <w:style w:type="paragraph" w:customStyle="1" w:styleId="3U7">
    <w:name w:val="3U7"/>
    <w:basedOn w:val="Normal"/>
    <w:uiPriority w:val="99"/>
    <w:qFormat/>
    <w:rsid w:val="00BC2AB7"/>
    <w:pPr>
      <w:numPr>
        <w:ilvl w:val="7"/>
        <w:numId w:val="376"/>
      </w:numPr>
    </w:pPr>
    <w:rPr>
      <w:rFonts w:eastAsia="Malgun Gothic"/>
    </w:rPr>
  </w:style>
  <w:style w:type="paragraph" w:customStyle="1" w:styleId="3U8">
    <w:name w:val="3U8"/>
    <w:basedOn w:val="3U7"/>
    <w:uiPriority w:val="99"/>
    <w:qFormat/>
    <w:rsid w:val="00BC2AB7"/>
    <w:pPr>
      <w:numPr>
        <w:ilvl w:val="8"/>
      </w:numPr>
    </w:pPr>
  </w:style>
  <w:style w:type="character" w:styleId="Strong">
    <w:name w:val="Strong"/>
    <w:uiPriority w:val="22"/>
    <w:qFormat/>
    <w:rsid w:val="00BC2AB7"/>
    <w:rPr>
      <w:b/>
      <w:bCs/>
    </w:rPr>
  </w:style>
  <w:style w:type="paragraph" w:customStyle="1" w:styleId="3D7">
    <w:name w:val="3D7"/>
    <w:basedOn w:val="Normal"/>
    <w:uiPriority w:val="99"/>
    <w:rsid w:val="00BC2AB7"/>
    <w:pPr>
      <w:numPr>
        <w:ilvl w:val="7"/>
        <w:numId w:val="372"/>
      </w:numPr>
    </w:pPr>
    <w:rPr>
      <w:rFonts w:eastAsia="Malgun Gothic"/>
    </w:rPr>
  </w:style>
  <w:style w:type="paragraph" w:customStyle="1" w:styleId="3D8">
    <w:name w:val="3D8"/>
    <w:basedOn w:val="Normal"/>
    <w:uiPriority w:val="99"/>
    <w:rsid w:val="00BC2AB7"/>
    <w:pPr>
      <w:numPr>
        <w:ilvl w:val="8"/>
        <w:numId w:val="372"/>
      </w:numPr>
    </w:pPr>
    <w:rPr>
      <w:rFonts w:eastAsia="Malgun Gothic"/>
    </w:rPr>
  </w:style>
  <w:style w:type="paragraph" w:customStyle="1" w:styleId="3E0">
    <w:name w:val="3E0"/>
    <w:basedOn w:val="3N0"/>
    <w:uiPriority w:val="99"/>
    <w:qFormat/>
    <w:rsid w:val="00BC2AB7"/>
    <w:pPr>
      <w:numPr>
        <w:numId w:val="377"/>
      </w:numPr>
      <w:tabs>
        <w:tab w:val="num" w:pos="360"/>
        <w:tab w:val="center" w:pos="4865"/>
        <w:tab w:val="right" w:pos="9730"/>
      </w:tabs>
      <w:jc w:val="left"/>
    </w:pPr>
  </w:style>
  <w:style w:type="numbering" w:customStyle="1" w:styleId="3Dash">
    <w:name w:val="3Dash"/>
    <w:uiPriority w:val="99"/>
    <w:rsid w:val="00BC2AB7"/>
    <w:pPr>
      <w:numPr>
        <w:numId w:val="373"/>
      </w:numPr>
    </w:pPr>
  </w:style>
  <w:style w:type="paragraph" w:customStyle="1" w:styleId="3E1">
    <w:name w:val="3E1"/>
    <w:basedOn w:val="3E0"/>
    <w:uiPriority w:val="99"/>
    <w:qFormat/>
    <w:rsid w:val="00BC2AB7"/>
    <w:pPr>
      <w:numPr>
        <w:ilvl w:val="1"/>
      </w:numPr>
      <w:tabs>
        <w:tab w:val="num" w:pos="360"/>
      </w:tabs>
      <w:ind w:left="0"/>
    </w:pPr>
  </w:style>
  <w:style w:type="paragraph" w:customStyle="1" w:styleId="3E2">
    <w:name w:val="3E2"/>
    <w:basedOn w:val="3E1"/>
    <w:uiPriority w:val="99"/>
    <w:qFormat/>
    <w:rsid w:val="00BC2AB7"/>
    <w:pPr>
      <w:numPr>
        <w:ilvl w:val="2"/>
      </w:numPr>
      <w:tabs>
        <w:tab w:val="num" w:pos="360"/>
      </w:tabs>
      <w:ind w:left="0"/>
    </w:pPr>
  </w:style>
  <w:style w:type="paragraph" w:customStyle="1" w:styleId="3E3">
    <w:name w:val="3E3"/>
    <w:basedOn w:val="Normal"/>
    <w:uiPriority w:val="99"/>
    <w:qFormat/>
    <w:rsid w:val="00BC2AB7"/>
    <w:pPr>
      <w:numPr>
        <w:ilvl w:val="3"/>
        <w:numId w:val="377"/>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BC2AB7"/>
    <w:pPr>
      <w:numPr>
        <w:ilvl w:val="4"/>
        <w:numId w:val="377"/>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BC2AB7"/>
    <w:pPr>
      <w:numPr>
        <w:ilvl w:val="5"/>
        <w:numId w:val="377"/>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BC2AB7"/>
    <w:pPr>
      <w:numPr>
        <w:ilvl w:val="6"/>
        <w:numId w:val="377"/>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BC2AB7"/>
    <w:pPr>
      <w:numPr>
        <w:ilvl w:val="7"/>
        <w:numId w:val="377"/>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BC2AB7"/>
    <w:pPr>
      <w:numPr>
        <w:ilvl w:val="8"/>
        <w:numId w:val="377"/>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BC2AB7"/>
    <w:pPr>
      <w:numPr>
        <w:numId w:val="374"/>
      </w:numPr>
    </w:pPr>
  </w:style>
  <w:style w:type="numbering" w:customStyle="1" w:styleId="3DNumbering">
    <w:name w:val="3D Numbering"/>
    <w:uiPriority w:val="99"/>
    <w:rsid w:val="00BC2AB7"/>
    <w:pPr>
      <w:numPr>
        <w:numId w:val="375"/>
      </w:numPr>
    </w:pPr>
  </w:style>
  <w:style w:type="character" w:customStyle="1" w:styleId="3TabsChar">
    <w:name w:val="3 Tabs Char"/>
    <w:link w:val="3Tabs"/>
    <w:rsid w:val="00BC2AB7"/>
    <w:rPr>
      <w:rFonts w:ascii="Times New Roman" w:eastAsia="Malgun Gothic" w:hAnsi="Times New Roman"/>
      <w:bCs/>
    </w:rPr>
  </w:style>
  <w:style w:type="paragraph" w:customStyle="1" w:styleId="3N4">
    <w:name w:val="3N4"/>
    <w:basedOn w:val="3N0"/>
    <w:link w:val="3N4Char"/>
    <w:qFormat/>
    <w:rsid w:val="00BC2AB7"/>
    <w:pPr>
      <w:ind w:left="1429"/>
    </w:pPr>
  </w:style>
  <w:style w:type="paragraph" w:customStyle="1" w:styleId="3N3">
    <w:name w:val="3N3"/>
    <w:basedOn w:val="3N4"/>
    <w:link w:val="3N3Char"/>
    <w:qFormat/>
    <w:rsid w:val="00BC2AB7"/>
    <w:pPr>
      <w:ind w:left="1072"/>
    </w:pPr>
  </w:style>
  <w:style w:type="paragraph" w:customStyle="1" w:styleId="3N1">
    <w:name w:val="3N1"/>
    <w:basedOn w:val="3N0"/>
    <w:link w:val="3N1Char"/>
    <w:qFormat/>
    <w:rsid w:val="00BC2AB7"/>
    <w:pPr>
      <w:ind w:left="357"/>
    </w:pPr>
    <w:rPr>
      <w:lang w:eastAsia="ko-KR"/>
    </w:rPr>
  </w:style>
  <w:style w:type="character" w:customStyle="1" w:styleId="3N4Char">
    <w:name w:val="3N4 Char"/>
    <w:link w:val="3N4"/>
    <w:rsid w:val="00BC2AB7"/>
    <w:rPr>
      <w:rFonts w:ascii="Times New Roman" w:eastAsia="Malgun Gothic" w:hAnsi="Times New Roman"/>
      <w:lang w:val="en-GB"/>
    </w:rPr>
  </w:style>
  <w:style w:type="character" w:customStyle="1" w:styleId="3N3Char">
    <w:name w:val="3N3 Char"/>
    <w:link w:val="3N3"/>
    <w:rsid w:val="00BC2AB7"/>
    <w:rPr>
      <w:rFonts w:ascii="Times New Roman" w:eastAsia="Malgun Gothic" w:hAnsi="Times New Roman"/>
      <w:lang w:val="en-GB"/>
    </w:rPr>
  </w:style>
  <w:style w:type="paragraph" w:customStyle="1" w:styleId="3N2">
    <w:name w:val="3N2"/>
    <w:basedOn w:val="3N1"/>
    <w:link w:val="3N2Char"/>
    <w:qFormat/>
    <w:rsid w:val="00BC2AB7"/>
    <w:pPr>
      <w:ind w:left="714"/>
    </w:pPr>
  </w:style>
  <w:style w:type="character" w:customStyle="1" w:styleId="3N1Char">
    <w:name w:val="3N1 Char"/>
    <w:link w:val="3N1"/>
    <w:rsid w:val="00BC2AB7"/>
    <w:rPr>
      <w:rFonts w:ascii="Times New Roman" w:eastAsia="Malgun Gothic" w:hAnsi="Times New Roman"/>
      <w:lang w:val="en-GB" w:eastAsia="ko-KR"/>
    </w:rPr>
  </w:style>
  <w:style w:type="paragraph" w:customStyle="1" w:styleId="3N5">
    <w:name w:val="3N5"/>
    <w:basedOn w:val="3N4"/>
    <w:link w:val="3N5Char"/>
    <w:qFormat/>
    <w:rsid w:val="00BC2AB7"/>
    <w:pPr>
      <w:ind w:left="1786"/>
    </w:pPr>
  </w:style>
  <w:style w:type="character" w:customStyle="1" w:styleId="3N2Char">
    <w:name w:val="3N2 Char"/>
    <w:link w:val="3N2"/>
    <w:rsid w:val="00BC2AB7"/>
    <w:rPr>
      <w:rFonts w:ascii="Times New Roman" w:eastAsia="Malgun Gothic" w:hAnsi="Times New Roman"/>
      <w:lang w:val="en-GB" w:eastAsia="ko-KR"/>
    </w:rPr>
  </w:style>
  <w:style w:type="paragraph" w:customStyle="1" w:styleId="3N6">
    <w:name w:val="3N6"/>
    <w:basedOn w:val="3N5"/>
    <w:link w:val="3N6Char"/>
    <w:qFormat/>
    <w:rsid w:val="00BC2AB7"/>
    <w:pPr>
      <w:ind w:left="2143"/>
    </w:pPr>
  </w:style>
  <w:style w:type="character" w:customStyle="1" w:styleId="3N5Char">
    <w:name w:val="3N5 Char"/>
    <w:link w:val="3N5"/>
    <w:rsid w:val="00BC2AB7"/>
    <w:rPr>
      <w:rFonts w:ascii="Times New Roman" w:eastAsia="Malgun Gothic" w:hAnsi="Times New Roman"/>
      <w:lang w:val="en-GB"/>
    </w:rPr>
  </w:style>
  <w:style w:type="paragraph" w:customStyle="1" w:styleId="3N7">
    <w:name w:val="3N7"/>
    <w:basedOn w:val="3N6"/>
    <w:link w:val="3N7Char"/>
    <w:qFormat/>
    <w:rsid w:val="00BC2AB7"/>
    <w:pPr>
      <w:ind w:left="2500"/>
    </w:pPr>
  </w:style>
  <w:style w:type="character" w:customStyle="1" w:styleId="3N6Char">
    <w:name w:val="3N6 Char"/>
    <w:link w:val="3N6"/>
    <w:rsid w:val="00BC2AB7"/>
    <w:rPr>
      <w:rFonts w:ascii="Times New Roman" w:eastAsia="Malgun Gothic" w:hAnsi="Times New Roman"/>
      <w:lang w:val="en-GB"/>
    </w:rPr>
  </w:style>
  <w:style w:type="paragraph" w:customStyle="1" w:styleId="3N8">
    <w:name w:val="3N8"/>
    <w:basedOn w:val="3N7"/>
    <w:link w:val="3N8Char"/>
    <w:qFormat/>
    <w:rsid w:val="00BC2AB7"/>
    <w:pPr>
      <w:ind w:left="2858"/>
    </w:pPr>
  </w:style>
  <w:style w:type="character" w:customStyle="1" w:styleId="3N7Char">
    <w:name w:val="3N7 Char"/>
    <w:link w:val="3N7"/>
    <w:rsid w:val="00BC2AB7"/>
    <w:rPr>
      <w:rFonts w:ascii="Times New Roman" w:eastAsia="Malgun Gothic" w:hAnsi="Times New Roman"/>
      <w:lang w:val="en-GB"/>
    </w:rPr>
  </w:style>
  <w:style w:type="character" w:customStyle="1" w:styleId="3N8Char">
    <w:name w:val="3N8 Char"/>
    <w:link w:val="3N8"/>
    <w:rsid w:val="00BC2AB7"/>
    <w:rPr>
      <w:rFonts w:ascii="Times New Roman" w:eastAsia="Malgun Gothic" w:hAnsi="Times New Roman"/>
      <w:lang w:val="en-GB"/>
    </w:rPr>
  </w:style>
  <w:style w:type="paragraph" w:customStyle="1" w:styleId="Syntax">
    <w:name w:val="Syntax"/>
    <w:basedOn w:val="Normal"/>
    <w:link w:val="SyntaxChar"/>
    <w:qFormat/>
    <w:rsid w:val="00BC2AB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BC2AB7"/>
    <w:rPr>
      <w:rFonts w:ascii="Times New Roman" w:eastAsia="Malgun Gothic" w:hAnsi="Times New Roman"/>
      <w:bCs/>
      <w:lang w:val="en-CA"/>
    </w:rPr>
  </w:style>
  <w:style w:type="paragraph" w:customStyle="1" w:styleId="3DNote">
    <w:name w:val="3D Note"/>
    <w:basedOn w:val="3EdNotes"/>
    <w:link w:val="3DNoteChar"/>
    <w:uiPriority w:val="99"/>
    <w:qFormat/>
    <w:rsid w:val="00BC2AB7"/>
    <w:pPr>
      <w:numPr>
        <w:numId w:val="0"/>
      </w:numPr>
      <w:tabs>
        <w:tab w:val="num" w:pos="1915"/>
      </w:tabs>
      <w:ind w:left="1915" w:hanging="720"/>
    </w:pPr>
    <w:rPr>
      <w:lang w:val="en-CA"/>
    </w:rPr>
  </w:style>
  <w:style w:type="character" w:customStyle="1" w:styleId="3DNoteChar">
    <w:name w:val="3D Note Char"/>
    <w:link w:val="3DNote"/>
    <w:uiPriority w:val="99"/>
    <w:rsid w:val="00BC2AB7"/>
    <w:rPr>
      <w:rFonts w:ascii="Times New Roman" w:eastAsia="Malgun Gothic" w:hAnsi="Times New Roman"/>
      <w:lang w:val="en-CA"/>
    </w:rPr>
  </w:style>
  <w:style w:type="paragraph" w:customStyle="1" w:styleId="3DEdNote">
    <w:name w:val="3D Ed. Note"/>
    <w:basedOn w:val="Note1"/>
    <w:link w:val="3DEdNoteChar"/>
    <w:qFormat/>
    <w:rsid w:val="00BC2AB7"/>
    <w:pPr>
      <w:spacing w:line="240" w:lineRule="auto"/>
      <w:ind w:left="288"/>
    </w:pPr>
    <w:rPr>
      <w:rFonts w:eastAsia="Malgun Gothic"/>
    </w:rPr>
  </w:style>
  <w:style w:type="character" w:customStyle="1" w:styleId="NoteChar2">
    <w:name w:val="Note Char2"/>
    <w:link w:val="Note"/>
    <w:uiPriority w:val="99"/>
    <w:rsid w:val="00BC2AB7"/>
    <w:rPr>
      <w:rFonts w:ascii="Times New Roman" w:hAnsi="Times New Roman"/>
      <w:sz w:val="18"/>
      <w:lang w:val="en-GB"/>
    </w:rPr>
  </w:style>
  <w:style w:type="character" w:customStyle="1" w:styleId="3DEdNoteChar">
    <w:name w:val="3D Ed. Note Char"/>
    <w:basedOn w:val="Note1Char"/>
    <w:link w:val="3DEdNote"/>
    <w:rsid w:val="00BC2AB7"/>
    <w:rPr>
      <w:rFonts w:ascii="Times New Roman" w:eastAsia="Malgun Gothic" w:hAnsi="Times New Roman"/>
      <w:sz w:val="18"/>
      <w:lang w:val="en-GB"/>
    </w:rPr>
  </w:style>
  <w:style w:type="paragraph" w:customStyle="1" w:styleId="3AmdHead">
    <w:name w:val="3 Amd Head"/>
    <w:basedOn w:val="3N0"/>
    <w:link w:val="3AmdHeadChar"/>
    <w:qFormat/>
    <w:rsid w:val="00BC2AB7"/>
    <w:rPr>
      <w:b/>
      <w:sz w:val="22"/>
      <w:szCs w:val="22"/>
      <w:lang w:val="en-CA"/>
    </w:rPr>
  </w:style>
  <w:style w:type="character" w:customStyle="1" w:styleId="3AmdHeadChar">
    <w:name w:val="3 Amd Head Char"/>
    <w:link w:val="3AmdHead"/>
    <w:rsid w:val="00BC2AB7"/>
    <w:rPr>
      <w:rFonts w:ascii="Times New Roman" w:eastAsia="Malgun Gothic" w:hAnsi="Times New Roman"/>
      <w:b/>
      <w:sz w:val="22"/>
      <w:szCs w:val="22"/>
      <w:lang w:val="en-CA"/>
    </w:rPr>
  </w:style>
  <w:style w:type="paragraph" w:customStyle="1" w:styleId="LightGrid-Accent31">
    <w:name w:val="Light Grid - Accent 31"/>
    <w:basedOn w:val="Normal"/>
    <w:uiPriority w:val="34"/>
    <w:qFormat/>
    <w:rsid w:val="00D3507C"/>
    <w:pPr>
      <w:tabs>
        <w:tab w:val="clear" w:pos="794"/>
        <w:tab w:val="clear" w:pos="1191"/>
        <w:tab w:val="clear" w:pos="1588"/>
        <w:tab w:val="clear" w:pos="1985"/>
        <w:tab w:val="left" w:pos="360"/>
        <w:tab w:val="left" w:pos="720"/>
        <w:tab w:val="left" w:pos="1080"/>
        <w:tab w:val="left" w:pos="1440"/>
      </w:tabs>
      <w:ind w:leftChars="400" w:left="840"/>
      <w:jc w:val="left"/>
    </w:pPr>
    <w:rPr>
      <w:rFonts w:eastAsia="MS Mincho"/>
      <w:sz w:val="22"/>
      <w:lang w:val="en-CA"/>
    </w:rPr>
  </w:style>
  <w:style w:type="character" w:customStyle="1" w:styleId="PlainTable51">
    <w:name w:val="Plain Table 51"/>
    <w:uiPriority w:val="31"/>
    <w:qFormat/>
    <w:rsid w:val="00D3507C"/>
    <w:rPr>
      <w:smallCaps/>
      <w:color w:val="C0504D"/>
      <w:u w:val="single"/>
    </w:rPr>
  </w:style>
  <w:style w:type="paragraph" w:customStyle="1" w:styleId="GridTable31">
    <w:name w:val="Grid Table 31"/>
    <w:basedOn w:val="Heading1"/>
    <w:next w:val="Normal"/>
    <w:uiPriority w:val="39"/>
    <w:unhideWhenUsed/>
    <w:qFormat/>
    <w:rsid w:val="00D3507C"/>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Cambria" w:hAnsi="Cambria"/>
      <w:bCs/>
      <w:color w:val="365F91"/>
      <w:sz w:val="28"/>
      <w:szCs w:val="28"/>
      <w:lang w:val="en-CA" w:eastAsia="ja-JP"/>
    </w:rPr>
  </w:style>
  <w:style w:type="character" w:customStyle="1" w:styleId="Heading2Char1">
    <w:name w:val="Heading 2 Char1"/>
    <w:aliases w:val="H Char"/>
    <w:uiPriority w:val="99"/>
    <w:rsid w:val="00D3507C"/>
    <w:rPr>
      <w:rFonts w:ascii="Cambria" w:eastAsia="SimSun" w:hAnsi="Cambria" w:cs="Times New Roman"/>
      <w:b/>
      <w:bCs/>
      <w:i/>
      <w:iCs/>
      <w:sz w:val="28"/>
      <w:szCs w:val="28"/>
      <w:lang w:val="en-GB" w:eastAsia="en-US"/>
    </w:rPr>
  </w:style>
  <w:style w:type="character" w:customStyle="1" w:styleId="Heading1Char2">
    <w:name w:val="Heading 1 Char2"/>
    <w:uiPriority w:val="99"/>
    <w:rsid w:val="00D3507C"/>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D3507C"/>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D3507C"/>
    <w:rPr>
      <w:rFonts w:ascii="Times New Roman" w:hAnsi="Times New Roman"/>
      <w:lang w:val="en-GB"/>
    </w:rPr>
  </w:style>
  <w:style w:type="paragraph" w:customStyle="1" w:styleId="FigureCaption">
    <w:name w:val="Figure Caption"/>
    <w:basedOn w:val="Normal"/>
    <w:uiPriority w:val="99"/>
    <w:qFormat/>
    <w:rsid w:val="00D3507C"/>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D3507C"/>
    <w:rPr>
      <w:color w:val="808080"/>
    </w:rPr>
  </w:style>
  <w:style w:type="paragraph" w:customStyle="1" w:styleId="zzSTDTitle">
    <w:name w:val="zzSTDTitle"/>
    <w:basedOn w:val="Normal"/>
    <w:next w:val="Normal"/>
    <w:rsid w:val="00D3507C"/>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D3507C"/>
  </w:style>
  <w:style w:type="numbering" w:customStyle="1" w:styleId="NoList2">
    <w:name w:val="No List2"/>
    <w:next w:val="NoList"/>
    <w:semiHidden/>
    <w:rsid w:val="00D3507C"/>
  </w:style>
  <w:style w:type="character" w:customStyle="1" w:styleId="apple-converted-space">
    <w:name w:val="apple-converted-space"/>
    <w:rsid w:val="00D3507C"/>
  </w:style>
  <w:style w:type="table" w:customStyle="1" w:styleId="TableGrid3">
    <w:name w:val="Table Grid3"/>
    <w:basedOn w:val="TableNormal"/>
    <w:next w:val="TableGrid"/>
    <w:rsid w:val="00D3507C"/>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D3507C"/>
    <w:rPr>
      <w:rFonts w:ascii="Times New Roman" w:hAnsi="Times New Roman"/>
      <w:sz w:val="22"/>
    </w:rPr>
  </w:style>
  <w:style w:type="paragraph" w:customStyle="1" w:styleId="p1">
    <w:name w:val="p1"/>
    <w:basedOn w:val="Normal"/>
    <w:rsid w:val="00D3507C"/>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D3507C"/>
  </w:style>
  <w:style w:type="paragraph" w:customStyle="1" w:styleId="MediumList2-Accent23">
    <w:name w:val="Medium List 2 - Accent 23"/>
    <w:hidden/>
    <w:uiPriority w:val="71"/>
    <w:rsid w:val="00D3507C"/>
    <w:rPr>
      <w:rFonts w:ascii="Times New Roman" w:hAnsi="Times New Roman"/>
      <w:sz w:val="22"/>
    </w:rPr>
  </w:style>
  <w:style w:type="paragraph" w:customStyle="1" w:styleId="ColorfulShading-Accent15">
    <w:name w:val="Colorful Shading - Accent 15"/>
    <w:hidden/>
    <w:uiPriority w:val="62"/>
    <w:rsid w:val="00D3507C"/>
    <w:rPr>
      <w:rFonts w:ascii="Times New Roman" w:hAnsi="Times New Roman"/>
      <w:sz w:val="22"/>
    </w:rPr>
  </w:style>
  <w:style w:type="paragraph" w:customStyle="1" w:styleId="Term">
    <w:name w:val="Term"/>
    <w:basedOn w:val="ColorfulList-Accent11"/>
    <w:autoRedefine/>
    <w:qFormat/>
    <w:rsid w:val="00D3507C"/>
    <w:pPr>
      <w:numPr>
        <w:numId w:val="515"/>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D3507C"/>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D3507C"/>
    <w:rPr>
      <w:rFonts w:eastAsia="BatangChe"/>
      <w:sz w:val="24"/>
    </w:rPr>
  </w:style>
  <w:style w:type="character" w:customStyle="1" w:styleId="UnresolvedMention2">
    <w:name w:val="Unresolved Mention2"/>
    <w:basedOn w:val="DefaultParagraphFont"/>
    <w:uiPriority w:val="99"/>
    <w:semiHidden/>
    <w:unhideWhenUsed/>
    <w:rsid w:val="00C92B3C"/>
    <w:rPr>
      <w:color w:val="605E5C"/>
      <w:shd w:val="clear" w:color="auto" w:fill="E1DFDD"/>
    </w:rPr>
  </w:style>
  <w:style w:type="table" w:customStyle="1" w:styleId="TableGrid4">
    <w:name w:val="Table Grid4"/>
    <w:basedOn w:val="TableNormal"/>
    <w:next w:val="TableGrid"/>
    <w:rsid w:val="0050078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0">
    <w:name w:val="Unresolved Mention2"/>
    <w:basedOn w:val="DefaultParagraphFont"/>
    <w:uiPriority w:val="99"/>
    <w:semiHidden/>
    <w:unhideWhenUsed/>
    <w:rsid w:val="00AD1DBF"/>
    <w:rPr>
      <w:color w:val="605E5C"/>
      <w:shd w:val="clear" w:color="auto" w:fill="E1DFDD"/>
    </w:rPr>
  </w:style>
  <w:style w:type="character" w:customStyle="1" w:styleId="ListParagraphChar">
    <w:name w:val="List Paragraph Char"/>
    <w:link w:val="ListParagraph"/>
    <w:uiPriority w:val="34"/>
    <w:rsid w:val="00244B64"/>
    <w:rPr>
      <w:rFonts w:ascii="Times New Roman" w:hAnsi="Times New Roman"/>
      <w:lang w:val="en-GB"/>
    </w:rPr>
  </w:style>
  <w:style w:type="paragraph" w:customStyle="1" w:styleId="Default">
    <w:name w:val="Default"/>
    <w:rsid w:val="0042293F"/>
    <w:pPr>
      <w:widowControl w:val="0"/>
      <w:autoSpaceDE w:val="0"/>
      <w:autoSpaceDN w:val="0"/>
      <w:adjustRightInd w:val="0"/>
    </w:pPr>
    <w:rPr>
      <w:rFonts w:ascii="Times New Roman" w:hAnsi="Times New Roman"/>
      <w:color w:val="000000"/>
      <w:sz w:val="24"/>
      <w:szCs w:val="24"/>
    </w:rPr>
  </w:style>
  <w:style w:type="paragraph" w:customStyle="1" w:styleId="n">
    <w:name w:val="n"/>
    <w:basedOn w:val="Normalaftertitle0"/>
    <w:rsid w:val="00FC2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6460">
      <w:bodyDiv w:val="1"/>
      <w:marLeft w:val="0"/>
      <w:marRight w:val="0"/>
      <w:marTop w:val="0"/>
      <w:marBottom w:val="0"/>
      <w:divBdr>
        <w:top w:val="none" w:sz="0" w:space="0" w:color="auto"/>
        <w:left w:val="none" w:sz="0" w:space="0" w:color="auto"/>
        <w:bottom w:val="none" w:sz="0" w:space="0" w:color="auto"/>
        <w:right w:val="none" w:sz="0" w:space="0" w:color="auto"/>
      </w:divBdr>
    </w:div>
    <w:div w:id="37241953">
      <w:bodyDiv w:val="1"/>
      <w:marLeft w:val="0"/>
      <w:marRight w:val="0"/>
      <w:marTop w:val="0"/>
      <w:marBottom w:val="0"/>
      <w:divBdr>
        <w:top w:val="none" w:sz="0" w:space="0" w:color="auto"/>
        <w:left w:val="none" w:sz="0" w:space="0" w:color="auto"/>
        <w:bottom w:val="none" w:sz="0" w:space="0" w:color="auto"/>
        <w:right w:val="none" w:sz="0" w:space="0" w:color="auto"/>
      </w:divBdr>
    </w:div>
    <w:div w:id="410926166">
      <w:bodyDiv w:val="1"/>
      <w:marLeft w:val="0"/>
      <w:marRight w:val="0"/>
      <w:marTop w:val="0"/>
      <w:marBottom w:val="0"/>
      <w:divBdr>
        <w:top w:val="none" w:sz="0" w:space="0" w:color="auto"/>
        <w:left w:val="none" w:sz="0" w:space="0" w:color="auto"/>
        <w:bottom w:val="none" w:sz="0" w:space="0" w:color="auto"/>
        <w:right w:val="none" w:sz="0" w:space="0" w:color="auto"/>
      </w:divBdr>
    </w:div>
    <w:div w:id="504050459">
      <w:bodyDiv w:val="1"/>
      <w:marLeft w:val="0"/>
      <w:marRight w:val="0"/>
      <w:marTop w:val="0"/>
      <w:marBottom w:val="0"/>
      <w:divBdr>
        <w:top w:val="none" w:sz="0" w:space="0" w:color="auto"/>
        <w:left w:val="none" w:sz="0" w:space="0" w:color="auto"/>
        <w:bottom w:val="none" w:sz="0" w:space="0" w:color="auto"/>
        <w:right w:val="none" w:sz="0" w:space="0" w:color="auto"/>
      </w:divBdr>
    </w:div>
    <w:div w:id="936475850">
      <w:bodyDiv w:val="1"/>
      <w:marLeft w:val="0"/>
      <w:marRight w:val="0"/>
      <w:marTop w:val="0"/>
      <w:marBottom w:val="0"/>
      <w:divBdr>
        <w:top w:val="none" w:sz="0" w:space="0" w:color="auto"/>
        <w:left w:val="none" w:sz="0" w:space="0" w:color="auto"/>
        <w:bottom w:val="none" w:sz="0" w:space="0" w:color="auto"/>
        <w:right w:val="none" w:sz="0" w:space="0" w:color="auto"/>
      </w:divBdr>
    </w:div>
    <w:div w:id="1120413902">
      <w:bodyDiv w:val="1"/>
      <w:marLeft w:val="0"/>
      <w:marRight w:val="0"/>
      <w:marTop w:val="0"/>
      <w:marBottom w:val="0"/>
      <w:divBdr>
        <w:top w:val="none" w:sz="0" w:space="0" w:color="auto"/>
        <w:left w:val="none" w:sz="0" w:space="0" w:color="auto"/>
        <w:bottom w:val="none" w:sz="0" w:space="0" w:color="auto"/>
        <w:right w:val="none" w:sz="0" w:space="0" w:color="auto"/>
      </w:divBdr>
    </w:div>
    <w:div w:id="1423137252">
      <w:bodyDiv w:val="1"/>
      <w:marLeft w:val="0"/>
      <w:marRight w:val="0"/>
      <w:marTop w:val="0"/>
      <w:marBottom w:val="0"/>
      <w:divBdr>
        <w:top w:val="none" w:sz="0" w:space="0" w:color="auto"/>
        <w:left w:val="none" w:sz="0" w:space="0" w:color="auto"/>
        <w:bottom w:val="none" w:sz="0" w:space="0" w:color="auto"/>
        <w:right w:val="none" w:sz="0" w:space="0" w:color="auto"/>
      </w:divBdr>
      <w:divsChild>
        <w:div w:id="74473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73396">
              <w:marLeft w:val="0"/>
              <w:marRight w:val="0"/>
              <w:marTop w:val="0"/>
              <w:marBottom w:val="0"/>
              <w:divBdr>
                <w:top w:val="none" w:sz="0" w:space="0" w:color="auto"/>
                <w:left w:val="none" w:sz="0" w:space="0" w:color="auto"/>
                <w:bottom w:val="none" w:sz="0" w:space="0" w:color="auto"/>
                <w:right w:val="none" w:sz="0" w:space="0" w:color="auto"/>
              </w:divBdr>
              <w:divsChild>
                <w:div w:id="11198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44622">
      <w:bodyDiv w:val="1"/>
      <w:marLeft w:val="0"/>
      <w:marRight w:val="0"/>
      <w:marTop w:val="0"/>
      <w:marBottom w:val="0"/>
      <w:divBdr>
        <w:top w:val="none" w:sz="0" w:space="0" w:color="auto"/>
        <w:left w:val="none" w:sz="0" w:space="0" w:color="auto"/>
        <w:bottom w:val="none" w:sz="0" w:space="0" w:color="auto"/>
        <w:right w:val="none" w:sz="0" w:space="0" w:color="auto"/>
      </w:divBdr>
    </w:div>
    <w:div w:id="1684824647">
      <w:bodyDiv w:val="1"/>
      <w:marLeft w:val="0"/>
      <w:marRight w:val="0"/>
      <w:marTop w:val="0"/>
      <w:marBottom w:val="0"/>
      <w:divBdr>
        <w:top w:val="none" w:sz="0" w:space="0" w:color="auto"/>
        <w:left w:val="none" w:sz="0" w:space="0" w:color="auto"/>
        <w:bottom w:val="none" w:sz="0" w:space="0" w:color="auto"/>
        <w:right w:val="none" w:sz="0" w:space="0" w:color="auto"/>
      </w:divBdr>
      <w:divsChild>
        <w:div w:id="1322738517">
          <w:marLeft w:val="0"/>
          <w:marRight w:val="0"/>
          <w:marTop w:val="0"/>
          <w:marBottom w:val="0"/>
          <w:divBdr>
            <w:top w:val="none" w:sz="0" w:space="0" w:color="auto"/>
            <w:left w:val="none" w:sz="0" w:space="0" w:color="auto"/>
            <w:bottom w:val="none" w:sz="0" w:space="0" w:color="auto"/>
            <w:right w:val="none" w:sz="0" w:space="0" w:color="auto"/>
          </w:divBdr>
          <w:divsChild>
            <w:div w:id="1111626261">
              <w:marLeft w:val="0"/>
              <w:marRight w:val="0"/>
              <w:marTop w:val="0"/>
              <w:marBottom w:val="0"/>
              <w:divBdr>
                <w:top w:val="none" w:sz="0" w:space="0" w:color="auto"/>
                <w:left w:val="none" w:sz="0" w:space="0" w:color="auto"/>
                <w:bottom w:val="none" w:sz="0" w:space="0" w:color="auto"/>
                <w:right w:val="none" w:sz="0" w:space="0" w:color="auto"/>
              </w:divBdr>
              <w:divsChild>
                <w:div w:id="7286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87126">
      <w:bodyDiv w:val="1"/>
      <w:marLeft w:val="0"/>
      <w:marRight w:val="0"/>
      <w:marTop w:val="0"/>
      <w:marBottom w:val="0"/>
      <w:divBdr>
        <w:top w:val="none" w:sz="0" w:space="0" w:color="auto"/>
        <w:left w:val="none" w:sz="0" w:space="0" w:color="auto"/>
        <w:bottom w:val="none" w:sz="0" w:space="0" w:color="auto"/>
        <w:right w:val="none" w:sz="0" w:space="0" w:color="auto"/>
      </w:divBdr>
    </w:div>
    <w:div w:id="2088116099">
      <w:bodyDiv w:val="1"/>
      <w:marLeft w:val="0"/>
      <w:marRight w:val="0"/>
      <w:marTop w:val="0"/>
      <w:marBottom w:val="0"/>
      <w:divBdr>
        <w:top w:val="none" w:sz="0" w:space="0" w:color="auto"/>
        <w:left w:val="none" w:sz="0" w:space="0" w:color="auto"/>
        <w:bottom w:val="none" w:sz="0" w:space="0" w:color="auto"/>
        <w:right w:val="none" w:sz="0" w:space="0" w:color="auto"/>
      </w:divBdr>
    </w:div>
    <w:div w:id="2137330104">
      <w:bodyDiv w:val="1"/>
      <w:marLeft w:val="0"/>
      <w:marRight w:val="0"/>
      <w:marTop w:val="0"/>
      <w:marBottom w:val="0"/>
      <w:divBdr>
        <w:top w:val="none" w:sz="0" w:space="0" w:color="auto"/>
        <w:left w:val="none" w:sz="0" w:space="0" w:color="auto"/>
        <w:bottom w:val="none" w:sz="0" w:space="0" w:color="auto"/>
        <w:right w:val="none" w:sz="0" w:space="0" w:color="auto"/>
      </w:divBdr>
      <w:divsChild>
        <w:div w:id="2039887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745869">
              <w:marLeft w:val="0"/>
              <w:marRight w:val="0"/>
              <w:marTop w:val="0"/>
              <w:marBottom w:val="0"/>
              <w:divBdr>
                <w:top w:val="none" w:sz="0" w:space="0" w:color="auto"/>
                <w:left w:val="none" w:sz="0" w:space="0" w:color="auto"/>
                <w:bottom w:val="none" w:sz="0" w:space="0" w:color="auto"/>
                <w:right w:val="none" w:sz="0" w:space="0" w:color="auto"/>
              </w:divBdr>
              <w:divsChild>
                <w:div w:id="8810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D8498-1CF1-4C43-B986-EE9A165CC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11</TotalTime>
  <Pages>3</Pages>
  <Words>415</Words>
  <Characters>2366</Characters>
  <Application>Microsoft Office Word</Application>
  <DocSecurity>0</DocSecurity>
  <Lines>19</Lines>
  <Paragraphs>5</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
  <cp:lastModifiedBy>Daniel Luo</cp:lastModifiedBy>
  <cp:revision>9</cp:revision>
  <cp:lastPrinted>2018-08-10T01:41:00Z</cp:lastPrinted>
  <dcterms:created xsi:type="dcterms:W3CDTF">2019-04-30T20:25:00Z</dcterms:created>
  <dcterms:modified xsi:type="dcterms:W3CDTF">2019-04-30T20:37:00Z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1555135915</vt:lpwstr>
  </property>
</Properties>
</file>